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57FB9B48" w:rsidR="000719BB" w:rsidRDefault="000719BB" w:rsidP="006C2343">
      <w:pPr>
        <w:pStyle w:val="Titul2"/>
      </w:pPr>
    </w:p>
    <w:p w14:paraId="39B7AA56" w14:textId="77777777" w:rsidR="00341B7B" w:rsidRDefault="00341B7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Pr="003A7FD8" w:rsidRDefault="00F77E39" w:rsidP="00F77E39">
      <w:pPr>
        <w:pStyle w:val="Titul2"/>
      </w:pPr>
      <w:r w:rsidRPr="003A7FD8">
        <w:t xml:space="preserve">Projektová dokumentace a zhotovení </w:t>
      </w:r>
      <w:r w:rsidR="00D2426D" w:rsidRPr="003A7FD8">
        <w:t xml:space="preserve">souboru staveb </w:t>
      </w:r>
      <w:r w:rsidR="00A92FBA" w:rsidRPr="003A7FD8">
        <w:t>–</w:t>
      </w:r>
      <w:r w:rsidRPr="003A7FD8">
        <w:t xml:space="preserve"> podlimitní</w:t>
      </w:r>
    </w:p>
    <w:p w14:paraId="7D98AE72" w14:textId="77777777" w:rsidR="00A92FBA" w:rsidRPr="003A7FD8" w:rsidRDefault="00A92FBA" w:rsidP="00F77E39">
      <w:pPr>
        <w:pStyle w:val="Titul2"/>
      </w:pPr>
    </w:p>
    <w:p w14:paraId="11810F86" w14:textId="0FC9E2F1" w:rsidR="00AD0C7B" w:rsidRPr="006C2343" w:rsidRDefault="00A92FBA" w:rsidP="00EB46E5">
      <w:pPr>
        <w:pStyle w:val="Titul2"/>
      </w:pPr>
      <w:r w:rsidRPr="003A7FD8">
        <w:t>„</w:t>
      </w:r>
      <w:r w:rsidR="003A7FD8" w:rsidRPr="003A7FD8">
        <w:t>Úpravy základnových radiostanic BTS sítě GSM-R řady S800</w:t>
      </w:r>
      <w:r w:rsidR="003669C1">
        <w:t>0</w:t>
      </w:r>
      <w:r w:rsidRPr="003A7FD8">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6506F004" w14:textId="77777777" w:rsidR="00D2426D" w:rsidRDefault="00D2426D" w:rsidP="00F46EA7">
      <w:pPr>
        <w:pStyle w:val="Text1-1"/>
        <w:numPr>
          <w:ilvl w:val="0"/>
          <w:numId w:val="0"/>
        </w:numPr>
        <w:tabs>
          <w:tab w:val="left" w:pos="708"/>
        </w:tabs>
        <w:ind w:left="737" w:hanging="737"/>
      </w:pPr>
    </w:p>
    <w:p w14:paraId="439EA1E2" w14:textId="77A06900" w:rsidR="00436260" w:rsidRDefault="00F46EA7" w:rsidP="00436260">
      <w:pPr>
        <w:pStyle w:val="Text1-1"/>
        <w:numPr>
          <w:ilvl w:val="0"/>
          <w:numId w:val="0"/>
        </w:numPr>
        <w:tabs>
          <w:tab w:val="left" w:pos="708"/>
        </w:tabs>
        <w:ind w:left="737" w:hanging="737"/>
      </w:pPr>
      <w:proofErr w:type="gramStart"/>
      <w:r w:rsidRPr="001837AD">
        <w:t>Č.j.</w:t>
      </w:r>
      <w:proofErr w:type="gramEnd"/>
      <w:r w:rsidRPr="001837AD">
        <w:t xml:space="preserve"> </w:t>
      </w:r>
      <w:r w:rsidR="00DD4AB4">
        <w:t>24254</w:t>
      </w:r>
      <w:r w:rsidR="00436260" w:rsidRPr="001837AD">
        <w:t>/2022-SZ-SSZ-OVZ</w:t>
      </w:r>
    </w:p>
    <w:p w14:paraId="6C017B81" w14:textId="77777777" w:rsidR="00436260" w:rsidRDefault="00436260" w:rsidP="00436260">
      <w:pPr>
        <w:pStyle w:val="Text1-1"/>
        <w:numPr>
          <w:ilvl w:val="0"/>
          <w:numId w:val="0"/>
        </w:numPr>
        <w:tabs>
          <w:tab w:val="left" w:pos="708"/>
        </w:tabs>
        <w:ind w:left="737" w:hanging="737"/>
      </w:pPr>
    </w:p>
    <w:p w14:paraId="71CE7CF2" w14:textId="4FD2B5BE" w:rsidR="00436260" w:rsidRDefault="00436260" w:rsidP="00436260">
      <w:pPr>
        <w:pStyle w:val="Text1-1"/>
        <w:numPr>
          <w:ilvl w:val="0"/>
          <w:numId w:val="0"/>
        </w:numPr>
        <w:tabs>
          <w:tab w:val="left" w:pos="708"/>
        </w:tabs>
        <w:ind w:left="737" w:hanging="737"/>
      </w:pPr>
    </w:p>
    <w:p w14:paraId="61932BB0" w14:textId="2DA21623" w:rsidR="00A17B81" w:rsidRDefault="00A17B81" w:rsidP="00436260">
      <w:pPr>
        <w:pStyle w:val="Text1-1"/>
        <w:numPr>
          <w:ilvl w:val="0"/>
          <w:numId w:val="0"/>
        </w:numPr>
        <w:tabs>
          <w:tab w:val="left" w:pos="708"/>
        </w:tabs>
        <w:ind w:left="737" w:hanging="737"/>
      </w:pPr>
    </w:p>
    <w:p w14:paraId="3E380A57" w14:textId="3F392352" w:rsidR="00A17B81" w:rsidRDefault="00A17B81" w:rsidP="00436260">
      <w:pPr>
        <w:pStyle w:val="Text1-1"/>
        <w:numPr>
          <w:ilvl w:val="0"/>
          <w:numId w:val="0"/>
        </w:numPr>
        <w:tabs>
          <w:tab w:val="left" w:pos="708"/>
        </w:tabs>
        <w:ind w:left="737" w:hanging="737"/>
      </w:pPr>
    </w:p>
    <w:p w14:paraId="0E0CC50D" w14:textId="0B99A460" w:rsidR="00A17B81" w:rsidRDefault="00A17B81" w:rsidP="00436260">
      <w:pPr>
        <w:pStyle w:val="Text1-1"/>
        <w:numPr>
          <w:ilvl w:val="0"/>
          <w:numId w:val="0"/>
        </w:numPr>
        <w:tabs>
          <w:tab w:val="left" w:pos="708"/>
        </w:tabs>
        <w:ind w:left="737" w:hanging="737"/>
      </w:pPr>
    </w:p>
    <w:p w14:paraId="2043A81B" w14:textId="4AA61DDA" w:rsidR="00A17B81" w:rsidRDefault="00A17B81" w:rsidP="00436260">
      <w:pPr>
        <w:pStyle w:val="Text1-1"/>
        <w:numPr>
          <w:ilvl w:val="0"/>
          <w:numId w:val="0"/>
        </w:numPr>
        <w:tabs>
          <w:tab w:val="left" w:pos="708"/>
        </w:tabs>
        <w:ind w:left="737" w:hanging="737"/>
      </w:pPr>
    </w:p>
    <w:p w14:paraId="61D40963" w14:textId="77777777" w:rsidR="00A17B81" w:rsidRDefault="00A17B81" w:rsidP="00436260">
      <w:pPr>
        <w:pStyle w:val="Text1-1"/>
        <w:numPr>
          <w:ilvl w:val="0"/>
          <w:numId w:val="0"/>
        </w:numPr>
        <w:tabs>
          <w:tab w:val="left" w:pos="708"/>
        </w:tabs>
        <w:ind w:left="737" w:hanging="737"/>
      </w:pPr>
    </w:p>
    <w:p w14:paraId="4E7D45B5" w14:textId="4DC0A032" w:rsidR="00BD7E91" w:rsidRPr="007F2B24" w:rsidRDefault="00BD7E91" w:rsidP="00436260">
      <w:pPr>
        <w:pStyle w:val="Text1-1"/>
        <w:numPr>
          <w:ilvl w:val="0"/>
          <w:numId w:val="0"/>
        </w:numPr>
        <w:tabs>
          <w:tab w:val="left" w:pos="708"/>
        </w:tabs>
        <w:ind w:left="737" w:hanging="737"/>
      </w:pPr>
      <w:r w:rsidRPr="007F2B24">
        <w:t>Obsah</w:t>
      </w:r>
      <w:r w:rsidR="00887F36" w:rsidRPr="007F2B24">
        <w:t xml:space="preserve"> </w:t>
      </w:r>
    </w:p>
    <w:p w14:paraId="5B24A2A9" w14:textId="753F40D5" w:rsidR="00DD4AB4"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121314595" w:history="1">
        <w:r w:rsidR="00DD4AB4" w:rsidRPr="00261B36">
          <w:rPr>
            <w:rStyle w:val="Hypertextovodkaz"/>
          </w:rPr>
          <w:t>1.</w:t>
        </w:r>
        <w:r w:rsidR="00DD4AB4">
          <w:rPr>
            <w:rFonts w:eastAsiaTheme="minorEastAsia"/>
            <w:caps w:val="0"/>
            <w:noProof/>
            <w:sz w:val="22"/>
            <w:szCs w:val="22"/>
            <w:lang w:eastAsia="cs-CZ"/>
          </w:rPr>
          <w:tab/>
        </w:r>
        <w:r w:rsidR="00DD4AB4" w:rsidRPr="00261B36">
          <w:rPr>
            <w:rStyle w:val="Hypertextovodkaz"/>
          </w:rPr>
          <w:t>ÚVODNÍ USTANOVENÍ</w:t>
        </w:r>
        <w:r w:rsidR="00DD4AB4">
          <w:rPr>
            <w:noProof/>
            <w:webHidden/>
          </w:rPr>
          <w:tab/>
        </w:r>
        <w:r w:rsidR="00DD4AB4">
          <w:rPr>
            <w:noProof/>
            <w:webHidden/>
          </w:rPr>
          <w:fldChar w:fldCharType="begin"/>
        </w:r>
        <w:r w:rsidR="00DD4AB4">
          <w:rPr>
            <w:noProof/>
            <w:webHidden/>
          </w:rPr>
          <w:instrText xml:space="preserve"> PAGEREF _Toc121314595 \h </w:instrText>
        </w:r>
        <w:r w:rsidR="00DD4AB4">
          <w:rPr>
            <w:noProof/>
            <w:webHidden/>
          </w:rPr>
        </w:r>
        <w:r w:rsidR="00DD4AB4">
          <w:rPr>
            <w:noProof/>
            <w:webHidden/>
          </w:rPr>
          <w:fldChar w:fldCharType="separate"/>
        </w:r>
        <w:r w:rsidR="00BA373E">
          <w:rPr>
            <w:noProof/>
            <w:webHidden/>
          </w:rPr>
          <w:t>3</w:t>
        </w:r>
        <w:r w:rsidR="00DD4AB4">
          <w:rPr>
            <w:noProof/>
            <w:webHidden/>
          </w:rPr>
          <w:fldChar w:fldCharType="end"/>
        </w:r>
      </w:hyperlink>
    </w:p>
    <w:p w14:paraId="27811BC4" w14:textId="5B4A7764" w:rsidR="00DD4AB4" w:rsidRDefault="0013256D">
      <w:pPr>
        <w:pStyle w:val="Obsah1"/>
        <w:rPr>
          <w:rFonts w:eastAsiaTheme="minorEastAsia"/>
          <w:caps w:val="0"/>
          <w:noProof/>
          <w:sz w:val="22"/>
          <w:szCs w:val="22"/>
          <w:lang w:eastAsia="cs-CZ"/>
        </w:rPr>
      </w:pPr>
      <w:hyperlink w:anchor="_Toc121314596" w:history="1">
        <w:r w:rsidR="00DD4AB4" w:rsidRPr="00261B36">
          <w:rPr>
            <w:rStyle w:val="Hypertextovodkaz"/>
          </w:rPr>
          <w:t>2.</w:t>
        </w:r>
        <w:r w:rsidR="00DD4AB4">
          <w:rPr>
            <w:rFonts w:eastAsiaTheme="minorEastAsia"/>
            <w:caps w:val="0"/>
            <w:noProof/>
            <w:sz w:val="22"/>
            <w:szCs w:val="22"/>
            <w:lang w:eastAsia="cs-CZ"/>
          </w:rPr>
          <w:tab/>
        </w:r>
        <w:r w:rsidR="00DD4AB4" w:rsidRPr="00261B36">
          <w:rPr>
            <w:rStyle w:val="Hypertextovodkaz"/>
          </w:rPr>
          <w:t>IDENTIFIKAČNÍ ÚDAJE ZADAVATELE</w:t>
        </w:r>
        <w:r w:rsidR="00DD4AB4">
          <w:rPr>
            <w:noProof/>
            <w:webHidden/>
          </w:rPr>
          <w:tab/>
        </w:r>
        <w:r w:rsidR="00DD4AB4">
          <w:rPr>
            <w:noProof/>
            <w:webHidden/>
          </w:rPr>
          <w:fldChar w:fldCharType="begin"/>
        </w:r>
        <w:r w:rsidR="00DD4AB4">
          <w:rPr>
            <w:noProof/>
            <w:webHidden/>
          </w:rPr>
          <w:instrText xml:space="preserve"> PAGEREF _Toc121314596 \h </w:instrText>
        </w:r>
        <w:r w:rsidR="00DD4AB4">
          <w:rPr>
            <w:noProof/>
            <w:webHidden/>
          </w:rPr>
        </w:r>
        <w:r w:rsidR="00DD4AB4">
          <w:rPr>
            <w:noProof/>
            <w:webHidden/>
          </w:rPr>
          <w:fldChar w:fldCharType="separate"/>
        </w:r>
        <w:r w:rsidR="00BA373E">
          <w:rPr>
            <w:noProof/>
            <w:webHidden/>
          </w:rPr>
          <w:t>3</w:t>
        </w:r>
        <w:r w:rsidR="00DD4AB4">
          <w:rPr>
            <w:noProof/>
            <w:webHidden/>
          </w:rPr>
          <w:fldChar w:fldCharType="end"/>
        </w:r>
      </w:hyperlink>
    </w:p>
    <w:p w14:paraId="1F12F709" w14:textId="070707A2" w:rsidR="00DD4AB4" w:rsidRDefault="0013256D">
      <w:pPr>
        <w:pStyle w:val="Obsah1"/>
        <w:rPr>
          <w:rFonts w:eastAsiaTheme="minorEastAsia"/>
          <w:caps w:val="0"/>
          <w:noProof/>
          <w:sz w:val="22"/>
          <w:szCs w:val="22"/>
          <w:lang w:eastAsia="cs-CZ"/>
        </w:rPr>
      </w:pPr>
      <w:hyperlink w:anchor="_Toc121314597" w:history="1">
        <w:r w:rsidR="00DD4AB4" w:rsidRPr="00261B36">
          <w:rPr>
            <w:rStyle w:val="Hypertextovodkaz"/>
          </w:rPr>
          <w:t>3.</w:t>
        </w:r>
        <w:r w:rsidR="00DD4AB4">
          <w:rPr>
            <w:rFonts w:eastAsiaTheme="minorEastAsia"/>
            <w:caps w:val="0"/>
            <w:noProof/>
            <w:sz w:val="22"/>
            <w:szCs w:val="22"/>
            <w:lang w:eastAsia="cs-CZ"/>
          </w:rPr>
          <w:tab/>
        </w:r>
        <w:r w:rsidR="00DD4AB4" w:rsidRPr="00261B36">
          <w:rPr>
            <w:rStyle w:val="Hypertextovodkaz"/>
          </w:rPr>
          <w:t>KOMUNIKACE MEZI ZADAVATELEM a DODAVATELEM</w:t>
        </w:r>
        <w:r w:rsidR="00DD4AB4">
          <w:rPr>
            <w:noProof/>
            <w:webHidden/>
          </w:rPr>
          <w:tab/>
        </w:r>
        <w:r w:rsidR="00DD4AB4">
          <w:rPr>
            <w:noProof/>
            <w:webHidden/>
          </w:rPr>
          <w:fldChar w:fldCharType="begin"/>
        </w:r>
        <w:r w:rsidR="00DD4AB4">
          <w:rPr>
            <w:noProof/>
            <w:webHidden/>
          </w:rPr>
          <w:instrText xml:space="preserve"> PAGEREF _Toc121314597 \h </w:instrText>
        </w:r>
        <w:r w:rsidR="00DD4AB4">
          <w:rPr>
            <w:noProof/>
            <w:webHidden/>
          </w:rPr>
        </w:r>
        <w:r w:rsidR="00DD4AB4">
          <w:rPr>
            <w:noProof/>
            <w:webHidden/>
          </w:rPr>
          <w:fldChar w:fldCharType="separate"/>
        </w:r>
        <w:r w:rsidR="00BA373E">
          <w:rPr>
            <w:noProof/>
            <w:webHidden/>
          </w:rPr>
          <w:t>4</w:t>
        </w:r>
        <w:r w:rsidR="00DD4AB4">
          <w:rPr>
            <w:noProof/>
            <w:webHidden/>
          </w:rPr>
          <w:fldChar w:fldCharType="end"/>
        </w:r>
      </w:hyperlink>
    </w:p>
    <w:p w14:paraId="359BDD07" w14:textId="61202706" w:rsidR="00DD4AB4" w:rsidRDefault="0013256D">
      <w:pPr>
        <w:pStyle w:val="Obsah1"/>
        <w:rPr>
          <w:rFonts w:eastAsiaTheme="minorEastAsia"/>
          <w:caps w:val="0"/>
          <w:noProof/>
          <w:sz w:val="22"/>
          <w:szCs w:val="22"/>
          <w:lang w:eastAsia="cs-CZ"/>
        </w:rPr>
      </w:pPr>
      <w:hyperlink w:anchor="_Toc121314598" w:history="1">
        <w:r w:rsidR="00DD4AB4" w:rsidRPr="00261B36">
          <w:rPr>
            <w:rStyle w:val="Hypertextovodkaz"/>
          </w:rPr>
          <w:t>4.</w:t>
        </w:r>
        <w:r w:rsidR="00DD4AB4">
          <w:rPr>
            <w:rFonts w:eastAsiaTheme="minorEastAsia"/>
            <w:caps w:val="0"/>
            <w:noProof/>
            <w:sz w:val="22"/>
            <w:szCs w:val="22"/>
            <w:lang w:eastAsia="cs-CZ"/>
          </w:rPr>
          <w:tab/>
        </w:r>
        <w:r w:rsidR="00DD4AB4" w:rsidRPr="00261B36">
          <w:rPr>
            <w:rStyle w:val="Hypertextovodkaz"/>
          </w:rPr>
          <w:t>ÚČEL A PŘEDMĚT PLNĚNÍ VEŘEJNÉ ZAKÁZKY</w:t>
        </w:r>
        <w:r w:rsidR="00DD4AB4">
          <w:rPr>
            <w:noProof/>
            <w:webHidden/>
          </w:rPr>
          <w:tab/>
        </w:r>
        <w:r w:rsidR="00DD4AB4">
          <w:rPr>
            <w:noProof/>
            <w:webHidden/>
          </w:rPr>
          <w:fldChar w:fldCharType="begin"/>
        </w:r>
        <w:r w:rsidR="00DD4AB4">
          <w:rPr>
            <w:noProof/>
            <w:webHidden/>
          </w:rPr>
          <w:instrText xml:space="preserve"> PAGEREF _Toc121314598 \h </w:instrText>
        </w:r>
        <w:r w:rsidR="00DD4AB4">
          <w:rPr>
            <w:noProof/>
            <w:webHidden/>
          </w:rPr>
        </w:r>
        <w:r w:rsidR="00DD4AB4">
          <w:rPr>
            <w:noProof/>
            <w:webHidden/>
          </w:rPr>
          <w:fldChar w:fldCharType="separate"/>
        </w:r>
        <w:r w:rsidR="00BA373E">
          <w:rPr>
            <w:noProof/>
            <w:webHidden/>
          </w:rPr>
          <w:t>4</w:t>
        </w:r>
        <w:r w:rsidR="00DD4AB4">
          <w:rPr>
            <w:noProof/>
            <w:webHidden/>
          </w:rPr>
          <w:fldChar w:fldCharType="end"/>
        </w:r>
      </w:hyperlink>
    </w:p>
    <w:p w14:paraId="377B1755" w14:textId="145BF08C" w:rsidR="00DD4AB4" w:rsidRDefault="0013256D">
      <w:pPr>
        <w:pStyle w:val="Obsah1"/>
        <w:rPr>
          <w:rFonts w:eastAsiaTheme="minorEastAsia"/>
          <w:caps w:val="0"/>
          <w:noProof/>
          <w:sz w:val="22"/>
          <w:szCs w:val="22"/>
          <w:lang w:eastAsia="cs-CZ"/>
        </w:rPr>
      </w:pPr>
      <w:hyperlink w:anchor="_Toc121314599" w:history="1">
        <w:r w:rsidR="00DD4AB4" w:rsidRPr="00261B36">
          <w:rPr>
            <w:rStyle w:val="Hypertextovodkaz"/>
          </w:rPr>
          <w:t>5.</w:t>
        </w:r>
        <w:r w:rsidR="00DD4AB4">
          <w:rPr>
            <w:rFonts w:eastAsiaTheme="minorEastAsia"/>
            <w:caps w:val="0"/>
            <w:noProof/>
            <w:sz w:val="22"/>
            <w:szCs w:val="22"/>
            <w:lang w:eastAsia="cs-CZ"/>
          </w:rPr>
          <w:tab/>
        </w:r>
        <w:r w:rsidR="00DD4AB4" w:rsidRPr="00261B36">
          <w:rPr>
            <w:rStyle w:val="Hypertextovodkaz"/>
          </w:rPr>
          <w:t>ZDROJE FINANCOVÁNÍ A PŘEDPOKLÁDANÁ HODNOTA VEŘEJNÉ ZAKÁZKY</w:t>
        </w:r>
        <w:r w:rsidR="00DD4AB4">
          <w:rPr>
            <w:noProof/>
            <w:webHidden/>
          </w:rPr>
          <w:tab/>
        </w:r>
        <w:r w:rsidR="00DD4AB4">
          <w:rPr>
            <w:noProof/>
            <w:webHidden/>
          </w:rPr>
          <w:fldChar w:fldCharType="begin"/>
        </w:r>
        <w:r w:rsidR="00DD4AB4">
          <w:rPr>
            <w:noProof/>
            <w:webHidden/>
          </w:rPr>
          <w:instrText xml:space="preserve"> PAGEREF _Toc121314599 \h </w:instrText>
        </w:r>
        <w:r w:rsidR="00DD4AB4">
          <w:rPr>
            <w:noProof/>
            <w:webHidden/>
          </w:rPr>
        </w:r>
        <w:r w:rsidR="00DD4AB4">
          <w:rPr>
            <w:noProof/>
            <w:webHidden/>
          </w:rPr>
          <w:fldChar w:fldCharType="separate"/>
        </w:r>
        <w:r w:rsidR="00BA373E">
          <w:rPr>
            <w:noProof/>
            <w:webHidden/>
          </w:rPr>
          <w:t>5</w:t>
        </w:r>
        <w:r w:rsidR="00DD4AB4">
          <w:rPr>
            <w:noProof/>
            <w:webHidden/>
          </w:rPr>
          <w:fldChar w:fldCharType="end"/>
        </w:r>
      </w:hyperlink>
    </w:p>
    <w:p w14:paraId="083ADDCA" w14:textId="65271CC7" w:rsidR="00DD4AB4" w:rsidRDefault="0013256D">
      <w:pPr>
        <w:pStyle w:val="Obsah1"/>
        <w:rPr>
          <w:rFonts w:eastAsiaTheme="minorEastAsia"/>
          <w:caps w:val="0"/>
          <w:noProof/>
          <w:sz w:val="22"/>
          <w:szCs w:val="22"/>
          <w:lang w:eastAsia="cs-CZ"/>
        </w:rPr>
      </w:pPr>
      <w:hyperlink w:anchor="_Toc121314600" w:history="1">
        <w:r w:rsidR="00DD4AB4" w:rsidRPr="00261B36">
          <w:rPr>
            <w:rStyle w:val="Hypertextovodkaz"/>
          </w:rPr>
          <w:t>6.</w:t>
        </w:r>
        <w:r w:rsidR="00DD4AB4">
          <w:rPr>
            <w:rFonts w:eastAsiaTheme="minorEastAsia"/>
            <w:caps w:val="0"/>
            <w:noProof/>
            <w:sz w:val="22"/>
            <w:szCs w:val="22"/>
            <w:lang w:eastAsia="cs-CZ"/>
          </w:rPr>
          <w:tab/>
        </w:r>
        <w:r w:rsidR="00DD4AB4" w:rsidRPr="00261B36">
          <w:rPr>
            <w:rStyle w:val="Hypertextovodkaz"/>
          </w:rPr>
          <w:t>OBSAH ZADÁVACÍ DOKUMENTACE</w:t>
        </w:r>
        <w:r w:rsidR="00DD4AB4">
          <w:rPr>
            <w:noProof/>
            <w:webHidden/>
          </w:rPr>
          <w:tab/>
        </w:r>
        <w:r w:rsidR="00DD4AB4">
          <w:rPr>
            <w:noProof/>
            <w:webHidden/>
          </w:rPr>
          <w:fldChar w:fldCharType="begin"/>
        </w:r>
        <w:r w:rsidR="00DD4AB4">
          <w:rPr>
            <w:noProof/>
            <w:webHidden/>
          </w:rPr>
          <w:instrText xml:space="preserve"> PAGEREF _Toc121314600 \h </w:instrText>
        </w:r>
        <w:r w:rsidR="00DD4AB4">
          <w:rPr>
            <w:noProof/>
            <w:webHidden/>
          </w:rPr>
        </w:r>
        <w:r w:rsidR="00DD4AB4">
          <w:rPr>
            <w:noProof/>
            <w:webHidden/>
          </w:rPr>
          <w:fldChar w:fldCharType="separate"/>
        </w:r>
        <w:r w:rsidR="00BA373E">
          <w:rPr>
            <w:noProof/>
            <w:webHidden/>
          </w:rPr>
          <w:t>5</w:t>
        </w:r>
        <w:r w:rsidR="00DD4AB4">
          <w:rPr>
            <w:noProof/>
            <w:webHidden/>
          </w:rPr>
          <w:fldChar w:fldCharType="end"/>
        </w:r>
      </w:hyperlink>
    </w:p>
    <w:p w14:paraId="555B53EA" w14:textId="03FEC287" w:rsidR="00DD4AB4" w:rsidRDefault="0013256D">
      <w:pPr>
        <w:pStyle w:val="Obsah1"/>
        <w:rPr>
          <w:rFonts w:eastAsiaTheme="minorEastAsia"/>
          <w:caps w:val="0"/>
          <w:noProof/>
          <w:sz w:val="22"/>
          <w:szCs w:val="22"/>
          <w:lang w:eastAsia="cs-CZ"/>
        </w:rPr>
      </w:pPr>
      <w:hyperlink w:anchor="_Toc121314601" w:history="1">
        <w:r w:rsidR="00DD4AB4" w:rsidRPr="00261B36">
          <w:rPr>
            <w:rStyle w:val="Hypertextovodkaz"/>
          </w:rPr>
          <w:t>7.</w:t>
        </w:r>
        <w:r w:rsidR="00DD4AB4">
          <w:rPr>
            <w:rFonts w:eastAsiaTheme="minorEastAsia"/>
            <w:caps w:val="0"/>
            <w:noProof/>
            <w:sz w:val="22"/>
            <w:szCs w:val="22"/>
            <w:lang w:eastAsia="cs-CZ"/>
          </w:rPr>
          <w:tab/>
        </w:r>
        <w:r w:rsidR="00DD4AB4" w:rsidRPr="00261B36">
          <w:rPr>
            <w:rStyle w:val="Hypertextovodkaz"/>
          </w:rPr>
          <w:t>VYSVĚTLENÍ, ZMĚNY A DOPLNĚNÍ ZADÁVACÍ DOKUMENTACE</w:t>
        </w:r>
        <w:r w:rsidR="00DD4AB4">
          <w:rPr>
            <w:noProof/>
            <w:webHidden/>
          </w:rPr>
          <w:tab/>
        </w:r>
        <w:r w:rsidR="00DD4AB4">
          <w:rPr>
            <w:noProof/>
            <w:webHidden/>
          </w:rPr>
          <w:fldChar w:fldCharType="begin"/>
        </w:r>
        <w:r w:rsidR="00DD4AB4">
          <w:rPr>
            <w:noProof/>
            <w:webHidden/>
          </w:rPr>
          <w:instrText xml:space="preserve"> PAGEREF _Toc121314601 \h </w:instrText>
        </w:r>
        <w:r w:rsidR="00DD4AB4">
          <w:rPr>
            <w:noProof/>
            <w:webHidden/>
          </w:rPr>
        </w:r>
        <w:r w:rsidR="00DD4AB4">
          <w:rPr>
            <w:noProof/>
            <w:webHidden/>
          </w:rPr>
          <w:fldChar w:fldCharType="separate"/>
        </w:r>
        <w:r w:rsidR="00BA373E">
          <w:rPr>
            <w:noProof/>
            <w:webHidden/>
          </w:rPr>
          <w:t>6</w:t>
        </w:r>
        <w:r w:rsidR="00DD4AB4">
          <w:rPr>
            <w:noProof/>
            <w:webHidden/>
          </w:rPr>
          <w:fldChar w:fldCharType="end"/>
        </w:r>
      </w:hyperlink>
    </w:p>
    <w:p w14:paraId="2BAF276E" w14:textId="5112D7D2" w:rsidR="00DD4AB4" w:rsidRDefault="0013256D">
      <w:pPr>
        <w:pStyle w:val="Obsah1"/>
        <w:rPr>
          <w:rFonts w:eastAsiaTheme="minorEastAsia"/>
          <w:caps w:val="0"/>
          <w:noProof/>
          <w:sz w:val="22"/>
          <w:szCs w:val="22"/>
          <w:lang w:eastAsia="cs-CZ"/>
        </w:rPr>
      </w:pPr>
      <w:hyperlink w:anchor="_Toc121314602" w:history="1">
        <w:r w:rsidR="00DD4AB4" w:rsidRPr="00261B36">
          <w:rPr>
            <w:rStyle w:val="Hypertextovodkaz"/>
          </w:rPr>
          <w:t>8.</w:t>
        </w:r>
        <w:r w:rsidR="00DD4AB4">
          <w:rPr>
            <w:rFonts w:eastAsiaTheme="minorEastAsia"/>
            <w:caps w:val="0"/>
            <w:noProof/>
            <w:sz w:val="22"/>
            <w:szCs w:val="22"/>
            <w:lang w:eastAsia="cs-CZ"/>
          </w:rPr>
          <w:tab/>
        </w:r>
        <w:r w:rsidR="00DD4AB4" w:rsidRPr="00261B36">
          <w:rPr>
            <w:rStyle w:val="Hypertextovodkaz"/>
          </w:rPr>
          <w:t>POŽADAVKY ZADAVATELE NA KVALIFIKACI</w:t>
        </w:r>
        <w:r w:rsidR="00DD4AB4">
          <w:rPr>
            <w:noProof/>
            <w:webHidden/>
          </w:rPr>
          <w:tab/>
        </w:r>
        <w:r w:rsidR="00DD4AB4">
          <w:rPr>
            <w:noProof/>
            <w:webHidden/>
          </w:rPr>
          <w:fldChar w:fldCharType="begin"/>
        </w:r>
        <w:r w:rsidR="00DD4AB4">
          <w:rPr>
            <w:noProof/>
            <w:webHidden/>
          </w:rPr>
          <w:instrText xml:space="preserve"> PAGEREF _Toc121314602 \h </w:instrText>
        </w:r>
        <w:r w:rsidR="00DD4AB4">
          <w:rPr>
            <w:noProof/>
            <w:webHidden/>
          </w:rPr>
        </w:r>
        <w:r w:rsidR="00DD4AB4">
          <w:rPr>
            <w:noProof/>
            <w:webHidden/>
          </w:rPr>
          <w:fldChar w:fldCharType="separate"/>
        </w:r>
        <w:r w:rsidR="00BA373E">
          <w:rPr>
            <w:noProof/>
            <w:webHidden/>
          </w:rPr>
          <w:t>7</w:t>
        </w:r>
        <w:r w:rsidR="00DD4AB4">
          <w:rPr>
            <w:noProof/>
            <w:webHidden/>
          </w:rPr>
          <w:fldChar w:fldCharType="end"/>
        </w:r>
      </w:hyperlink>
    </w:p>
    <w:p w14:paraId="79885E41" w14:textId="0B16578C" w:rsidR="00DD4AB4" w:rsidRDefault="0013256D">
      <w:pPr>
        <w:pStyle w:val="Obsah1"/>
        <w:rPr>
          <w:rFonts w:eastAsiaTheme="minorEastAsia"/>
          <w:caps w:val="0"/>
          <w:noProof/>
          <w:sz w:val="22"/>
          <w:szCs w:val="22"/>
          <w:lang w:eastAsia="cs-CZ"/>
        </w:rPr>
      </w:pPr>
      <w:hyperlink w:anchor="_Toc121314603" w:history="1">
        <w:r w:rsidR="00DD4AB4" w:rsidRPr="00261B36">
          <w:rPr>
            <w:rStyle w:val="Hypertextovodkaz"/>
          </w:rPr>
          <w:t>9.</w:t>
        </w:r>
        <w:r w:rsidR="00DD4AB4">
          <w:rPr>
            <w:rFonts w:eastAsiaTheme="minorEastAsia"/>
            <w:caps w:val="0"/>
            <w:noProof/>
            <w:sz w:val="22"/>
            <w:szCs w:val="22"/>
            <w:lang w:eastAsia="cs-CZ"/>
          </w:rPr>
          <w:tab/>
        </w:r>
        <w:r w:rsidR="00DD4AB4" w:rsidRPr="00261B36">
          <w:rPr>
            <w:rStyle w:val="Hypertextovodkaz"/>
          </w:rPr>
          <w:t>DALŠÍ INFORMACE/DOKUMENTY PŘEDKLÁDANÉ DODAVATELEM V NABÍDCE</w:t>
        </w:r>
        <w:r w:rsidR="00DD4AB4">
          <w:rPr>
            <w:noProof/>
            <w:webHidden/>
          </w:rPr>
          <w:tab/>
        </w:r>
        <w:r w:rsidR="00DD4AB4">
          <w:rPr>
            <w:noProof/>
            <w:webHidden/>
          </w:rPr>
          <w:fldChar w:fldCharType="begin"/>
        </w:r>
        <w:r w:rsidR="00DD4AB4">
          <w:rPr>
            <w:noProof/>
            <w:webHidden/>
          </w:rPr>
          <w:instrText xml:space="preserve"> PAGEREF _Toc121314603 \h </w:instrText>
        </w:r>
        <w:r w:rsidR="00DD4AB4">
          <w:rPr>
            <w:noProof/>
            <w:webHidden/>
          </w:rPr>
        </w:r>
        <w:r w:rsidR="00DD4AB4">
          <w:rPr>
            <w:noProof/>
            <w:webHidden/>
          </w:rPr>
          <w:fldChar w:fldCharType="separate"/>
        </w:r>
        <w:r w:rsidR="00BA373E">
          <w:rPr>
            <w:noProof/>
            <w:webHidden/>
          </w:rPr>
          <w:t>18</w:t>
        </w:r>
        <w:r w:rsidR="00DD4AB4">
          <w:rPr>
            <w:noProof/>
            <w:webHidden/>
          </w:rPr>
          <w:fldChar w:fldCharType="end"/>
        </w:r>
      </w:hyperlink>
    </w:p>
    <w:p w14:paraId="7F94E5C3" w14:textId="12D80F71" w:rsidR="00DD4AB4" w:rsidRDefault="0013256D">
      <w:pPr>
        <w:pStyle w:val="Obsah1"/>
        <w:rPr>
          <w:rFonts w:eastAsiaTheme="minorEastAsia"/>
          <w:caps w:val="0"/>
          <w:noProof/>
          <w:sz w:val="22"/>
          <w:szCs w:val="22"/>
          <w:lang w:eastAsia="cs-CZ"/>
        </w:rPr>
      </w:pPr>
      <w:hyperlink w:anchor="_Toc121314604" w:history="1">
        <w:r w:rsidR="00DD4AB4" w:rsidRPr="00261B36">
          <w:rPr>
            <w:rStyle w:val="Hypertextovodkaz"/>
          </w:rPr>
          <w:t>10.</w:t>
        </w:r>
        <w:r w:rsidR="00DD4AB4">
          <w:rPr>
            <w:rFonts w:eastAsiaTheme="minorEastAsia"/>
            <w:caps w:val="0"/>
            <w:noProof/>
            <w:sz w:val="22"/>
            <w:szCs w:val="22"/>
            <w:lang w:eastAsia="cs-CZ"/>
          </w:rPr>
          <w:tab/>
        </w:r>
        <w:r w:rsidR="00DD4AB4" w:rsidRPr="00261B36">
          <w:rPr>
            <w:rStyle w:val="Hypertextovodkaz"/>
          </w:rPr>
          <w:t>PROHLÍDKA MÍSTA PLNĚNÍ (STAVENIŠTĚ)</w:t>
        </w:r>
        <w:r w:rsidR="00DD4AB4">
          <w:rPr>
            <w:noProof/>
            <w:webHidden/>
          </w:rPr>
          <w:tab/>
        </w:r>
        <w:r w:rsidR="00DD4AB4">
          <w:rPr>
            <w:noProof/>
            <w:webHidden/>
          </w:rPr>
          <w:fldChar w:fldCharType="begin"/>
        </w:r>
        <w:r w:rsidR="00DD4AB4">
          <w:rPr>
            <w:noProof/>
            <w:webHidden/>
          </w:rPr>
          <w:instrText xml:space="preserve"> PAGEREF _Toc121314604 \h </w:instrText>
        </w:r>
        <w:r w:rsidR="00DD4AB4">
          <w:rPr>
            <w:noProof/>
            <w:webHidden/>
          </w:rPr>
        </w:r>
        <w:r w:rsidR="00DD4AB4">
          <w:rPr>
            <w:noProof/>
            <w:webHidden/>
          </w:rPr>
          <w:fldChar w:fldCharType="separate"/>
        </w:r>
        <w:r w:rsidR="00BA373E">
          <w:rPr>
            <w:noProof/>
            <w:webHidden/>
          </w:rPr>
          <w:t>21</w:t>
        </w:r>
        <w:r w:rsidR="00DD4AB4">
          <w:rPr>
            <w:noProof/>
            <w:webHidden/>
          </w:rPr>
          <w:fldChar w:fldCharType="end"/>
        </w:r>
      </w:hyperlink>
    </w:p>
    <w:p w14:paraId="0E3F5750" w14:textId="5C511A93" w:rsidR="00DD4AB4" w:rsidRDefault="0013256D">
      <w:pPr>
        <w:pStyle w:val="Obsah1"/>
        <w:rPr>
          <w:rFonts w:eastAsiaTheme="minorEastAsia"/>
          <w:caps w:val="0"/>
          <w:noProof/>
          <w:sz w:val="22"/>
          <w:szCs w:val="22"/>
          <w:lang w:eastAsia="cs-CZ"/>
        </w:rPr>
      </w:pPr>
      <w:hyperlink w:anchor="_Toc121314605" w:history="1">
        <w:r w:rsidR="00DD4AB4" w:rsidRPr="00261B36">
          <w:rPr>
            <w:rStyle w:val="Hypertextovodkaz"/>
          </w:rPr>
          <w:t>11.</w:t>
        </w:r>
        <w:r w:rsidR="00DD4AB4">
          <w:rPr>
            <w:rFonts w:eastAsiaTheme="minorEastAsia"/>
            <w:caps w:val="0"/>
            <w:noProof/>
            <w:sz w:val="22"/>
            <w:szCs w:val="22"/>
            <w:lang w:eastAsia="cs-CZ"/>
          </w:rPr>
          <w:tab/>
        </w:r>
        <w:r w:rsidR="00DD4AB4" w:rsidRPr="00261B36">
          <w:rPr>
            <w:rStyle w:val="Hypertextovodkaz"/>
          </w:rPr>
          <w:t>JAZYK NABÍDEK A KOMUNIKAČNÍ JAZYK</w:t>
        </w:r>
        <w:r w:rsidR="00DD4AB4">
          <w:rPr>
            <w:noProof/>
            <w:webHidden/>
          </w:rPr>
          <w:tab/>
        </w:r>
        <w:r w:rsidR="00DD4AB4">
          <w:rPr>
            <w:noProof/>
            <w:webHidden/>
          </w:rPr>
          <w:fldChar w:fldCharType="begin"/>
        </w:r>
        <w:r w:rsidR="00DD4AB4">
          <w:rPr>
            <w:noProof/>
            <w:webHidden/>
          </w:rPr>
          <w:instrText xml:space="preserve"> PAGEREF _Toc121314605 \h </w:instrText>
        </w:r>
        <w:r w:rsidR="00DD4AB4">
          <w:rPr>
            <w:noProof/>
            <w:webHidden/>
          </w:rPr>
        </w:r>
        <w:r w:rsidR="00DD4AB4">
          <w:rPr>
            <w:noProof/>
            <w:webHidden/>
          </w:rPr>
          <w:fldChar w:fldCharType="separate"/>
        </w:r>
        <w:r w:rsidR="00BA373E">
          <w:rPr>
            <w:noProof/>
            <w:webHidden/>
          </w:rPr>
          <w:t>21</w:t>
        </w:r>
        <w:r w:rsidR="00DD4AB4">
          <w:rPr>
            <w:noProof/>
            <w:webHidden/>
          </w:rPr>
          <w:fldChar w:fldCharType="end"/>
        </w:r>
      </w:hyperlink>
    </w:p>
    <w:p w14:paraId="2F055A13" w14:textId="668B7D3F" w:rsidR="00DD4AB4" w:rsidRDefault="0013256D">
      <w:pPr>
        <w:pStyle w:val="Obsah1"/>
        <w:rPr>
          <w:rFonts w:eastAsiaTheme="minorEastAsia"/>
          <w:caps w:val="0"/>
          <w:noProof/>
          <w:sz w:val="22"/>
          <w:szCs w:val="22"/>
          <w:lang w:eastAsia="cs-CZ"/>
        </w:rPr>
      </w:pPr>
      <w:hyperlink w:anchor="_Toc121314606" w:history="1">
        <w:r w:rsidR="00DD4AB4" w:rsidRPr="00261B36">
          <w:rPr>
            <w:rStyle w:val="Hypertextovodkaz"/>
          </w:rPr>
          <w:t>12.</w:t>
        </w:r>
        <w:r w:rsidR="00DD4AB4">
          <w:rPr>
            <w:rFonts w:eastAsiaTheme="minorEastAsia"/>
            <w:caps w:val="0"/>
            <w:noProof/>
            <w:sz w:val="22"/>
            <w:szCs w:val="22"/>
            <w:lang w:eastAsia="cs-CZ"/>
          </w:rPr>
          <w:tab/>
        </w:r>
        <w:r w:rsidR="00DD4AB4" w:rsidRPr="00261B36">
          <w:rPr>
            <w:rStyle w:val="Hypertextovodkaz"/>
          </w:rPr>
          <w:t>OBSAH A PODÁVÁNÍ NABÍDEK</w:t>
        </w:r>
        <w:r w:rsidR="00DD4AB4">
          <w:rPr>
            <w:noProof/>
            <w:webHidden/>
          </w:rPr>
          <w:tab/>
        </w:r>
        <w:r w:rsidR="00DD4AB4">
          <w:rPr>
            <w:noProof/>
            <w:webHidden/>
          </w:rPr>
          <w:fldChar w:fldCharType="begin"/>
        </w:r>
        <w:r w:rsidR="00DD4AB4">
          <w:rPr>
            <w:noProof/>
            <w:webHidden/>
          </w:rPr>
          <w:instrText xml:space="preserve"> PAGEREF _Toc121314606 \h </w:instrText>
        </w:r>
        <w:r w:rsidR="00DD4AB4">
          <w:rPr>
            <w:noProof/>
            <w:webHidden/>
          </w:rPr>
        </w:r>
        <w:r w:rsidR="00DD4AB4">
          <w:rPr>
            <w:noProof/>
            <w:webHidden/>
          </w:rPr>
          <w:fldChar w:fldCharType="separate"/>
        </w:r>
        <w:r w:rsidR="00BA373E">
          <w:rPr>
            <w:noProof/>
            <w:webHidden/>
          </w:rPr>
          <w:t>22</w:t>
        </w:r>
        <w:r w:rsidR="00DD4AB4">
          <w:rPr>
            <w:noProof/>
            <w:webHidden/>
          </w:rPr>
          <w:fldChar w:fldCharType="end"/>
        </w:r>
      </w:hyperlink>
    </w:p>
    <w:p w14:paraId="7B5D65B6" w14:textId="0350B524" w:rsidR="00DD4AB4" w:rsidRDefault="0013256D">
      <w:pPr>
        <w:pStyle w:val="Obsah1"/>
        <w:rPr>
          <w:rFonts w:eastAsiaTheme="minorEastAsia"/>
          <w:caps w:val="0"/>
          <w:noProof/>
          <w:sz w:val="22"/>
          <w:szCs w:val="22"/>
          <w:lang w:eastAsia="cs-CZ"/>
        </w:rPr>
      </w:pPr>
      <w:hyperlink w:anchor="_Toc121314607" w:history="1">
        <w:r w:rsidR="00DD4AB4" w:rsidRPr="00261B36">
          <w:rPr>
            <w:rStyle w:val="Hypertextovodkaz"/>
          </w:rPr>
          <w:t>13.</w:t>
        </w:r>
        <w:r w:rsidR="00DD4AB4">
          <w:rPr>
            <w:rFonts w:eastAsiaTheme="minorEastAsia"/>
            <w:caps w:val="0"/>
            <w:noProof/>
            <w:sz w:val="22"/>
            <w:szCs w:val="22"/>
            <w:lang w:eastAsia="cs-CZ"/>
          </w:rPr>
          <w:tab/>
        </w:r>
        <w:r w:rsidR="00DD4AB4" w:rsidRPr="00261B36">
          <w:rPr>
            <w:rStyle w:val="Hypertextovodkaz"/>
          </w:rPr>
          <w:t>POŽADAVKY NA ZPRACOVÁNÍ NABÍDKOVÉ CENY</w:t>
        </w:r>
        <w:r w:rsidR="00DD4AB4">
          <w:rPr>
            <w:noProof/>
            <w:webHidden/>
          </w:rPr>
          <w:tab/>
        </w:r>
        <w:r w:rsidR="00DD4AB4">
          <w:rPr>
            <w:noProof/>
            <w:webHidden/>
          </w:rPr>
          <w:fldChar w:fldCharType="begin"/>
        </w:r>
        <w:r w:rsidR="00DD4AB4">
          <w:rPr>
            <w:noProof/>
            <w:webHidden/>
          </w:rPr>
          <w:instrText xml:space="preserve"> PAGEREF _Toc121314607 \h </w:instrText>
        </w:r>
        <w:r w:rsidR="00DD4AB4">
          <w:rPr>
            <w:noProof/>
            <w:webHidden/>
          </w:rPr>
        </w:r>
        <w:r w:rsidR="00DD4AB4">
          <w:rPr>
            <w:noProof/>
            <w:webHidden/>
          </w:rPr>
          <w:fldChar w:fldCharType="separate"/>
        </w:r>
        <w:r w:rsidR="00BA373E">
          <w:rPr>
            <w:noProof/>
            <w:webHidden/>
          </w:rPr>
          <w:t>24</w:t>
        </w:r>
        <w:r w:rsidR="00DD4AB4">
          <w:rPr>
            <w:noProof/>
            <w:webHidden/>
          </w:rPr>
          <w:fldChar w:fldCharType="end"/>
        </w:r>
      </w:hyperlink>
    </w:p>
    <w:p w14:paraId="4913FD04" w14:textId="5D9F931A" w:rsidR="00DD4AB4" w:rsidRDefault="0013256D">
      <w:pPr>
        <w:pStyle w:val="Obsah1"/>
        <w:rPr>
          <w:rFonts w:eastAsiaTheme="minorEastAsia"/>
          <w:caps w:val="0"/>
          <w:noProof/>
          <w:sz w:val="22"/>
          <w:szCs w:val="22"/>
          <w:lang w:eastAsia="cs-CZ"/>
        </w:rPr>
      </w:pPr>
      <w:hyperlink w:anchor="_Toc121314608" w:history="1">
        <w:r w:rsidR="00DD4AB4" w:rsidRPr="00261B36">
          <w:rPr>
            <w:rStyle w:val="Hypertextovodkaz"/>
          </w:rPr>
          <w:t>14.</w:t>
        </w:r>
        <w:r w:rsidR="00DD4AB4">
          <w:rPr>
            <w:rFonts w:eastAsiaTheme="minorEastAsia"/>
            <w:caps w:val="0"/>
            <w:noProof/>
            <w:sz w:val="22"/>
            <w:szCs w:val="22"/>
            <w:lang w:eastAsia="cs-CZ"/>
          </w:rPr>
          <w:tab/>
        </w:r>
        <w:r w:rsidR="00DD4AB4" w:rsidRPr="00261B36">
          <w:rPr>
            <w:rStyle w:val="Hypertextovodkaz"/>
          </w:rPr>
          <w:t>VARIANTY NABÍDKY</w:t>
        </w:r>
        <w:r w:rsidR="00DD4AB4">
          <w:rPr>
            <w:noProof/>
            <w:webHidden/>
          </w:rPr>
          <w:tab/>
        </w:r>
        <w:r w:rsidR="00DD4AB4">
          <w:rPr>
            <w:noProof/>
            <w:webHidden/>
          </w:rPr>
          <w:fldChar w:fldCharType="begin"/>
        </w:r>
        <w:r w:rsidR="00DD4AB4">
          <w:rPr>
            <w:noProof/>
            <w:webHidden/>
          </w:rPr>
          <w:instrText xml:space="preserve"> PAGEREF _Toc121314608 \h </w:instrText>
        </w:r>
        <w:r w:rsidR="00DD4AB4">
          <w:rPr>
            <w:noProof/>
            <w:webHidden/>
          </w:rPr>
        </w:r>
        <w:r w:rsidR="00DD4AB4">
          <w:rPr>
            <w:noProof/>
            <w:webHidden/>
          </w:rPr>
          <w:fldChar w:fldCharType="separate"/>
        </w:r>
        <w:r w:rsidR="00BA373E">
          <w:rPr>
            <w:noProof/>
            <w:webHidden/>
          </w:rPr>
          <w:t>24</w:t>
        </w:r>
        <w:r w:rsidR="00DD4AB4">
          <w:rPr>
            <w:noProof/>
            <w:webHidden/>
          </w:rPr>
          <w:fldChar w:fldCharType="end"/>
        </w:r>
      </w:hyperlink>
    </w:p>
    <w:p w14:paraId="1EDE4CB6" w14:textId="6B83AE40" w:rsidR="00DD4AB4" w:rsidRDefault="0013256D">
      <w:pPr>
        <w:pStyle w:val="Obsah1"/>
        <w:rPr>
          <w:rFonts w:eastAsiaTheme="minorEastAsia"/>
          <w:caps w:val="0"/>
          <w:noProof/>
          <w:sz w:val="22"/>
          <w:szCs w:val="22"/>
          <w:lang w:eastAsia="cs-CZ"/>
        </w:rPr>
      </w:pPr>
      <w:hyperlink w:anchor="_Toc121314609" w:history="1">
        <w:r w:rsidR="00DD4AB4" w:rsidRPr="00261B36">
          <w:rPr>
            <w:rStyle w:val="Hypertextovodkaz"/>
          </w:rPr>
          <w:t>15.</w:t>
        </w:r>
        <w:r w:rsidR="00DD4AB4">
          <w:rPr>
            <w:rFonts w:eastAsiaTheme="minorEastAsia"/>
            <w:caps w:val="0"/>
            <w:noProof/>
            <w:sz w:val="22"/>
            <w:szCs w:val="22"/>
            <w:lang w:eastAsia="cs-CZ"/>
          </w:rPr>
          <w:tab/>
        </w:r>
        <w:r w:rsidR="00DD4AB4" w:rsidRPr="00261B36">
          <w:rPr>
            <w:rStyle w:val="Hypertextovodkaz"/>
          </w:rPr>
          <w:t>OTEVÍRÁNÍ NABÍDEK</w:t>
        </w:r>
        <w:r w:rsidR="00DD4AB4">
          <w:rPr>
            <w:noProof/>
            <w:webHidden/>
          </w:rPr>
          <w:tab/>
        </w:r>
        <w:r w:rsidR="00DD4AB4">
          <w:rPr>
            <w:noProof/>
            <w:webHidden/>
          </w:rPr>
          <w:fldChar w:fldCharType="begin"/>
        </w:r>
        <w:r w:rsidR="00DD4AB4">
          <w:rPr>
            <w:noProof/>
            <w:webHidden/>
          </w:rPr>
          <w:instrText xml:space="preserve"> PAGEREF _Toc121314609 \h </w:instrText>
        </w:r>
        <w:r w:rsidR="00DD4AB4">
          <w:rPr>
            <w:noProof/>
            <w:webHidden/>
          </w:rPr>
        </w:r>
        <w:r w:rsidR="00DD4AB4">
          <w:rPr>
            <w:noProof/>
            <w:webHidden/>
          </w:rPr>
          <w:fldChar w:fldCharType="separate"/>
        </w:r>
        <w:r w:rsidR="00BA373E">
          <w:rPr>
            <w:noProof/>
            <w:webHidden/>
          </w:rPr>
          <w:t>24</w:t>
        </w:r>
        <w:r w:rsidR="00DD4AB4">
          <w:rPr>
            <w:noProof/>
            <w:webHidden/>
          </w:rPr>
          <w:fldChar w:fldCharType="end"/>
        </w:r>
      </w:hyperlink>
    </w:p>
    <w:p w14:paraId="513195D1" w14:textId="3D01B611" w:rsidR="00DD4AB4" w:rsidRDefault="0013256D">
      <w:pPr>
        <w:pStyle w:val="Obsah1"/>
        <w:rPr>
          <w:rFonts w:eastAsiaTheme="minorEastAsia"/>
          <w:caps w:val="0"/>
          <w:noProof/>
          <w:sz w:val="22"/>
          <w:szCs w:val="22"/>
          <w:lang w:eastAsia="cs-CZ"/>
        </w:rPr>
      </w:pPr>
      <w:hyperlink w:anchor="_Toc121314610" w:history="1">
        <w:r w:rsidR="00DD4AB4" w:rsidRPr="00261B36">
          <w:rPr>
            <w:rStyle w:val="Hypertextovodkaz"/>
          </w:rPr>
          <w:t>16.</w:t>
        </w:r>
        <w:r w:rsidR="00DD4AB4">
          <w:rPr>
            <w:rFonts w:eastAsiaTheme="minorEastAsia"/>
            <w:caps w:val="0"/>
            <w:noProof/>
            <w:sz w:val="22"/>
            <w:szCs w:val="22"/>
            <w:lang w:eastAsia="cs-CZ"/>
          </w:rPr>
          <w:tab/>
        </w:r>
        <w:r w:rsidR="00DD4AB4" w:rsidRPr="00261B36">
          <w:rPr>
            <w:rStyle w:val="Hypertextovodkaz"/>
          </w:rPr>
          <w:t>POSOUZENÍ SPLNĚNÍ PODMÍNEK ÚČASTI</w:t>
        </w:r>
        <w:r w:rsidR="00DD4AB4">
          <w:rPr>
            <w:noProof/>
            <w:webHidden/>
          </w:rPr>
          <w:tab/>
        </w:r>
        <w:r w:rsidR="00DD4AB4">
          <w:rPr>
            <w:noProof/>
            <w:webHidden/>
          </w:rPr>
          <w:fldChar w:fldCharType="begin"/>
        </w:r>
        <w:r w:rsidR="00DD4AB4">
          <w:rPr>
            <w:noProof/>
            <w:webHidden/>
          </w:rPr>
          <w:instrText xml:space="preserve"> PAGEREF _Toc121314610 \h </w:instrText>
        </w:r>
        <w:r w:rsidR="00DD4AB4">
          <w:rPr>
            <w:noProof/>
            <w:webHidden/>
          </w:rPr>
        </w:r>
        <w:r w:rsidR="00DD4AB4">
          <w:rPr>
            <w:noProof/>
            <w:webHidden/>
          </w:rPr>
          <w:fldChar w:fldCharType="separate"/>
        </w:r>
        <w:r w:rsidR="00BA373E">
          <w:rPr>
            <w:noProof/>
            <w:webHidden/>
          </w:rPr>
          <w:t>24</w:t>
        </w:r>
        <w:r w:rsidR="00DD4AB4">
          <w:rPr>
            <w:noProof/>
            <w:webHidden/>
          </w:rPr>
          <w:fldChar w:fldCharType="end"/>
        </w:r>
      </w:hyperlink>
    </w:p>
    <w:p w14:paraId="764D5980" w14:textId="2DF7EE2F" w:rsidR="00DD4AB4" w:rsidRDefault="0013256D">
      <w:pPr>
        <w:pStyle w:val="Obsah1"/>
        <w:rPr>
          <w:rFonts w:eastAsiaTheme="minorEastAsia"/>
          <w:caps w:val="0"/>
          <w:noProof/>
          <w:sz w:val="22"/>
          <w:szCs w:val="22"/>
          <w:lang w:eastAsia="cs-CZ"/>
        </w:rPr>
      </w:pPr>
      <w:hyperlink w:anchor="_Toc121314611" w:history="1">
        <w:r w:rsidR="00DD4AB4" w:rsidRPr="00261B36">
          <w:rPr>
            <w:rStyle w:val="Hypertextovodkaz"/>
          </w:rPr>
          <w:t>17.</w:t>
        </w:r>
        <w:r w:rsidR="00DD4AB4">
          <w:rPr>
            <w:rFonts w:eastAsiaTheme="minorEastAsia"/>
            <w:caps w:val="0"/>
            <w:noProof/>
            <w:sz w:val="22"/>
            <w:szCs w:val="22"/>
            <w:lang w:eastAsia="cs-CZ"/>
          </w:rPr>
          <w:tab/>
        </w:r>
        <w:r w:rsidR="00DD4AB4" w:rsidRPr="00261B36">
          <w:rPr>
            <w:rStyle w:val="Hypertextovodkaz"/>
          </w:rPr>
          <w:t>HODNOCENÍ NABÍDEK</w:t>
        </w:r>
        <w:r w:rsidR="00DD4AB4">
          <w:rPr>
            <w:noProof/>
            <w:webHidden/>
          </w:rPr>
          <w:tab/>
        </w:r>
        <w:r w:rsidR="00DD4AB4">
          <w:rPr>
            <w:noProof/>
            <w:webHidden/>
          </w:rPr>
          <w:fldChar w:fldCharType="begin"/>
        </w:r>
        <w:r w:rsidR="00DD4AB4">
          <w:rPr>
            <w:noProof/>
            <w:webHidden/>
          </w:rPr>
          <w:instrText xml:space="preserve"> PAGEREF _Toc121314611 \h </w:instrText>
        </w:r>
        <w:r w:rsidR="00DD4AB4">
          <w:rPr>
            <w:noProof/>
            <w:webHidden/>
          </w:rPr>
        </w:r>
        <w:r w:rsidR="00DD4AB4">
          <w:rPr>
            <w:noProof/>
            <w:webHidden/>
          </w:rPr>
          <w:fldChar w:fldCharType="separate"/>
        </w:r>
        <w:r w:rsidR="00BA373E">
          <w:rPr>
            <w:noProof/>
            <w:webHidden/>
          </w:rPr>
          <w:t>25</w:t>
        </w:r>
        <w:r w:rsidR="00DD4AB4">
          <w:rPr>
            <w:noProof/>
            <w:webHidden/>
          </w:rPr>
          <w:fldChar w:fldCharType="end"/>
        </w:r>
      </w:hyperlink>
    </w:p>
    <w:p w14:paraId="106F76E5" w14:textId="1925FA3E" w:rsidR="00DD4AB4" w:rsidRDefault="0013256D">
      <w:pPr>
        <w:pStyle w:val="Obsah1"/>
        <w:rPr>
          <w:rFonts w:eastAsiaTheme="minorEastAsia"/>
          <w:caps w:val="0"/>
          <w:noProof/>
          <w:sz w:val="22"/>
          <w:szCs w:val="22"/>
          <w:lang w:eastAsia="cs-CZ"/>
        </w:rPr>
      </w:pPr>
      <w:hyperlink w:anchor="_Toc121314612" w:history="1">
        <w:r w:rsidR="00DD4AB4" w:rsidRPr="00261B36">
          <w:rPr>
            <w:rStyle w:val="Hypertextovodkaz"/>
          </w:rPr>
          <w:t>18.</w:t>
        </w:r>
        <w:r w:rsidR="00DD4AB4">
          <w:rPr>
            <w:rFonts w:eastAsiaTheme="minorEastAsia"/>
            <w:caps w:val="0"/>
            <w:noProof/>
            <w:sz w:val="22"/>
            <w:szCs w:val="22"/>
            <w:lang w:eastAsia="cs-CZ"/>
          </w:rPr>
          <w:tab/>
        </w:r>
        <w:r w:rsidR="00DD4AB4" w:rsidRPr="00261B36">
          <w:rPr>
            <w:rStyle w:val="Hypertextovodkaz"/>
          </w:rPr>
          <w:t>ZRUŠENÍ VÝBĚROVÉHO ŘÍZENÍ</w:t>
        </w:r>
        <w:r w:rsidR="00DD4AB4">
          <w:rPr>
            <w:noProof/>
            <w:webHidden/>
          </w:rPr>
          <w:tab/>
        </w:r>
        <w:r w:rsidR="00DD4AB4">
          <w:rPr>
            <w:noProof/>
            <w:webHidden/>
          </w:rPr>
          <w:fldChar w:fldCharType="begin"/>
        </w:r>
        <w:r w:rsidR="00DD4AB4">
          <w:rPr>
            <w:noProof/>
            <w:webHidden/>
          </w:rPr>
          <w:instrText xml:space="preserve"> PAGEREF _Toc121314612 \h </w:instrText>
        </w:r>
        <w:r w:rsidR="00DD4AB4">
          <w:rPr>
            <w:noProof/>
            <w:webHidden/>
          </w:rPr>
        </w:r>
        <w:r w:rsidR="00DD4AB4">
          <w:rPr>
            <w:noProof/>
            <w:webHidden/>
          </w:rPr>
          <w:fldChar w:fldCharType="separate"/>
        </w:r>
        <w:r w:rsidR="00BA373E">
          <w:rPr>
            <w:noProof/>
            <w:webHidden/>
          </w:rPr>
          <w:t>26</w:t>
        </w:r>
        <w:r w:rsidR="00DD4AB4">
          <w:rPr>
            <w:noProof/>
            <w:webHidden/>
          </w:rPr>
          <w:fldChar w:fldCharType="end"/>
        </w:r>
      </w:hyperlink>
    </w:p>
    <w:p w14:paraId="1F30D82E" w14:textId="079F5975" w:rsidR="00DD4AB4" w:rsidRDefault="0013256D">
      <w:pPr>
        <w:pStyle w:val="Obsah1"/>
        <w:rPr>
          <w:rFonts w:eastAsiaTheme="minorEastAsia"/>
          <w:caps w:val="0"/>
          <w:noProof/>
          <w:sz w:val="22"/>
          <w:szCs w:val="22"/>
          <w:lang w:eastAsia="cs-CZ"/>
        </w:rPr>
      </w:pPr>
      <w:hyperlink w:anchor="_Toc121314613" w:history="1">
        <w:r w:rsidR="00DD4AB4" w:rsidRPr="00261B36">
          <w:rPr>
            <w:rStyle w:val="Hypertextovodkaz"/>
          </w:rPr>
          <w:t>19.</w:t>
        </w:r>
        <w:r w:rsidR="00DD4AB4">
          <w:rPr>
            <w:rFonts w:eastAsiaTheme="minorEastAsia"/>
            <w:caps w:val="0"/>
            <w:noProof/>
            <w:sz w:val="22"/>
            <w:szCs w:val="22"/>
            <w:lang w:eastAsia="cs-CZ"/>
          </w:rPr>
          <w:tab/>
        </w:r>
        <w:r w:rsidR="00DD4AB4" w:rsidRPr="00261B36">
          <w:rPr>
            <w:rStyle w:val="Hypertextovodkaz"/>
          </w:rPr>
          <w:t>UZAVŘENÍ SMLOUVY</w:t>
        </w:r>
        <w:r w:rsidR="00DD4AB4">
          <w:rPr>
            <w:noProof/>
            <w:webHidden/>
          </w:rPr>
          <w:tab/>
        </w:r>
        <w:r w:rsidR="00DD4AB4">
          <w:rPr>
            <w:noProof/>
            <w:webHidden/>
          </w:rPr>
          <w:fldChar w:fldCharType="begin"/>
        </w:r>
        <w:r w:rsidR="00DD4AB4">
          <w:rPr>
            <w:noProof/>
            <w:webHidden/>
          </w:rPr>
          <w:instrText xml:space="preserve"> PAGEREF _Toc121314613 \h </w:instrText>
        </w:r>
        <w:r w:rsidR="00DD4AB4">
          <w:rPr>
            <w:noProof/>
            <w:webHidden/>
          </w:rPr>
        </w:r>
        <w:r w:rsidR="00DD4AB4">
          <w:rPr>
            <w:noProof/>
            <w:webHidden/>
          </w:rPr>
          <w:fldChar w:fldCharType="separate"/>
        </w:r>
        <w:r w:rsidR="00BA373E">
          <w:rPr>
            <w:noProof/>
            <w:webHidden/>
          </w:rPr>
          <w:t>26</w:t>
        </w:r>
        <w:r w:rsidR="00DD4AB4">
          <w:rPr>
            <w:noProof/>
            <w:webHidden/>
          </w:rPr>
          <w:fldChar w:fldCharType="end"/>
        </w:r>
      </w:hyperlink>
    </w:p>
    <w:p w14:paraId="2FE21DE6" w14:textId="7757BAA8" w:rsidR="00DD4AB4" w:rsidRDefault="0013256D">
      <w:pPr>
        <w:pStyle w:val="Obsah1"/>
        <w:rPr>
          <w:rFonts w:eastAsiaTheme="minorEastAsia"/>
          <w:caps w:val="0"/>
          <w:noProof/>
          <w:sz w:val="22"/>
          <w:szCs w:val="22"/>
          <w:lang w:eastAsia="cs-CZ"/>
        </w:rPr>
      </w:pPr>
      <w:hyperlink w:anchor="_Toc121314614" w:history="1">
        <w:r w:rsidR="00DD4AB4" w:rsidRPr="00261B36">
          <w:rPr>
            <w:rStyle w:val="Hypertextovodkaz"/>
          </w:rPr>
          <w:t>20.</w:t>
        </w:r>
        <w:r w:rsidR="00DD4AB4">
          <w:rPr>
            <w:rFonts w:eastAsiaTheme="minorEastAsia"/>
            <w:caps w:val="0"/>
            <w:noProof/>
            <w:sz w:val="22"/>
            <w:szCs w:val="22"/>
            <w:lang w:eastAsia="cs-CZ"/>
          </w:rPr>
          <w:tab/>
        </w:r>
        <w:r w:rsidR="00DD4AB4" w:rsidRPr="00261B36">
          <w:rPr>
            <w:rStyle w:val="Hypertextovodkaz"/>
          </w:rPr>
          <w:t>OCHRANA INFORMACÍ</w:t>
        </w:r>
        <w:r w:rsidR="00DD4AB4">
          <w:rPr>
            <w:noProof/>
            <w:webHidden/>
          </w:rPr>
          <w:tab/>
        </w:r>
        <w:r w:rsidR="00DD4AB4">
          <w:rPr>
            <w:noProof/>
            <w:webHidden/>
          </w:rPr>
          <w:fldChar w:fldCharType="begin"/>
        </w:r>
        <w:r w:rsidR="00DD4AB4">
          <w:rPr>
            <w:noProof/>
            <w:webHidden/>
          </w:rPr>
          <w:instrText xml:space="preserve"> PAGEREF _Toc121314614 \h </w:instrText>
        </w:r>
        <w:r w:rsidR="00DD4AB4">
          <w:rPr>
            <w:noProof/>
            <w:webHidden/>
          </w:rPr>
        </w:r>
        <w:r w:rsidR="00DD4AB4">
          <w:rPr>
            <w:noProof/>
            <w:webHidden/>
          </w:rPr>
          <w:fldChar w:fldCharType="separate"/>
        </w:r>
        <w:r w:rsidR="00BA373E">
          <w:rPr>
            <w:noProof/>
            <w:webHidden/>
          </w:rPr>
          <w:t>28</w:t>
        </w:r>
        <w:r w:rsidR="00DD4AB4">
          <w:rPr>
            <w:noProof/>
            <w:webHidden/>
          </w:rPr>
          <w:fldChar w:fldCharType="end"/>
        </w:r>
      </w:hyperlink>
    </w:p>
    <w:p w14:paraId="10A1DB72" w14:textId="6150CD0E" w:rsidR="00DD4AB4" w:rsidRDefault="0013256D">
      <w:pPr>
        <w:pStyle w:val="Obsah1"/>
        <w:rPr>
          <w:rFonts w:eastAsiaTheme="minorEastAsia"/>
          <w:caps w:val="0"/>
          <w:noProof/>
          <w:sz w:val="22"/>
          <w:szCs w:val="22"/>
          <w:lang w:eastAsia="cs-CZ"/>
        </w:rPr>
      </w:pPr>
      <w:hyperlink w:anchor="_Toc121314615" w:history="1">
        <w:r w:rsidR="00DD4AB4" w:rsidRPr="00261B36">
          <w:rPr>
            <w:rStyle w:val="Hypertextovodkaz"/>
          </w:rPr>
          <w:t>21.</w:t>
        </w:r>
        <w:r w:rsidR="00DD4AB4">
          <w:rPr>
            <w:rFonts w:eastAsiaTheme="minorEastAsia"/>
            <w:caps w:val="0"/>
            <w:noProof/>
            <w:sz w:val="22"/>
            <w:szCs w:val="22"/>
            <w:lang w:eastAsia="cs-CZ"/>
          </w:rPr>
          <w:tab/>
        </w:r>
        <w:r w:rsidR="00DD4AB4" w:rsidRPr="00261B36">
          <w:rPr>
            <w:rStyle w:val="Hypertextovodkaz"/>
          </w:rPr>
          <w:t>SOCIÁLNĚ A ENVIRONMENTÁLNĚ ODPOVĚDNÉ ZADÁVÁNÍ, INOVACE</w:t>
        </w:r>
        <w:r w:rsidR="00DD4AB4">
          <w:rPr>
            <w:noProof/>
            <w:webHidden/>
          </w:rPr>
          <w:tab/>
        </w:r>
        <w:r w:rsidR="00DD4AB4">
          <w:rPr>
            <w:noProof/>
            <w:webHidden/>
          </w:rPr>
          <w:fldChar w:fldCharType="begin"/>
        </w:r>
        <w:r w:rsidR="00DD4AB4">
          <w:rPr>
            <w:noProof/>
            <w:webHidden/>
          </w:rPr>
          <w:instrText xml:space="preserve"> PAGEREF _Toc121314615 \h </w:instrText>
        </w:r>
        <w:r w:rsidR="00DD4AB4">
          <w:rPr>
            <w:noProof/>
            <w:webHidden/>
          </w:rPr>
        </w:r>
        <w:r w:rsidR="00DD4AB4">
          <w:rPr>
            <w:noProof/>
            <w:webHidden/>
          </w:rPr>
          <w:fldChar w:fldCharType="separate"/>
        </w:r>
        <w:r w:rsidR="00BA373E">
          <w:rPr>
            <w:noProof/>
            <w:webHidden/>
          </w:rPr>
          <w:t>29</w:t>
        </w:r>
        <w:r w:rsidR="00DD4AB4">
          <w:rPr>
            <w:noProof/>
            <w:webHidden/>
          </w:rPr>
          <w:fldChar w:fldCharType="end"/>
        </w:r>
      </w:hyperlink>
    </w:p>
    <w:p w14:paraId="2C6C648E" w14:textId="2E8D0425" w:rsidR="00DD4AB4" w:rsidRDefault="0013256D">
      <w:pPr>
        <w:pStyle w:val="Obsah1"/>
        <w:rPr>
          <w:rFonts w:eastAsiaTheme="minorEastAsia"/>
          <w:caps w:val="0"/>
          <w:noProof/>
          <w:sz w:val="22"/>
          <w:szCs w:val="22"/>
          <w:lang w:eastAsia="cs-CZ"/>
        </w:rPr>
      </w:pPr>
      <w:hyperlink w:anchor="_Toc121314616" w:history="1">
        <w:r w:rsidR="00DD4AB4" w:rsidRPr="00261B36">
          <w:rPr>
            <w:rStyle w:val="Hypertextovodkaz"/>
          </w:rPr>
          <w:t>22.</w:t>
        </w:r>
        <w:r w:rsidR="00DD4AB4">
          <w:rPr>
            <w:rFonts w:eastAsiaTheme="minorEastAsia"/>
            <w:caps w:val="0"/>
            <w:noProof/>
            <w:sz w:val="22"/>
            <w:szCs w:val="22"/>
            <w:lang w:eastAsia="cs-CZ"/>
          </w:rPr>
          <w:tab/>
        </w:r>
        <w:r w:rsidR="00DD4AB4" w:rsidRPr="00261B36">
          <w:rPr>
            <w:rStyle w:val="Hypertextovodkaz"/>
          </w:rPr>
          <w:t>Další zadávací podmínky v návaznosti na sankce v souvislosti se situací na Ukrajině</w:t>
        </w:r>
        <w:r w:rsidR="00DD4AB4">
          <w:rPr>
            <w:noProof/>
            <w:webHidden/>
          </w:rPr>
          <w:tab/>
        </w:r>
        <w:r w:rsidR="00DD4AB4">
          <w:rPr>
            <w:noProof/>
            <w:webHidden/>
          </w:rPr>
          <w:fldChar w:fldCharType="begin"/>
        </w:r>
        <w:r w:rsidR="00DD4AB4">
          <w:rPr>
            <w:noProof/>
            <w:webHidden/>
          </w:rPr>
          <w:instrText xml:space="preserve"> PAGEREF _Toc121314616 \h </w:instrText>
        </w:r>
        <w:r w:rsidR="00DD4AB4">
          <w:rPr>
            <w:noProof/>
            <w:webHidden/>
          </w:rPr>
        </w:r>
        <w:r w:rsidR="00DD4AB4">
          <w:rPr>
            <w:noProof/>
            <w:webHidden/>
          </w:rPr>
          <w:fldChar w:fldCharType="separate"/>
        </w:r>
        <w:r w:rsidR="00BA373E">
          <w:rPr>
            <w:noProof/>
            <w:webHidden/>
          </w:rPr>
          <w:t>29</w:t>
        </w:r>
        <w:r w:rsidR="00DD4AB4">
          <w:rPr>
            <w:noProof/>
            <w:webHidden/>
          </w:rPr>
          <w:fldChar w:fldCharType="end"/>
        </w:r>
      </w:hyperlink>
    </w:p>
    <w:p w14:paraId="555A61A5" w14:textId="4E260B36" w:rsidR="00DD4AB4" w:rsidRDefault="0013256D">
      <w:pPr>
        <w:pStyle w:val="Obsah1"/>
        <w:rPr>
          <w:rFonts w:eastAsiaTheme="minorEastAsia"/>
          <w:caps w:val="0"/>
          <w:noProof/>
          <w:sz w:val="22"/>
          <w:szCs w:val="22"/>
          <w:lang w:eastAsia="cs-CZ"/>
        </w:rPr>
      </w:pPr>
      <w:hyperlink w:anchor="_Toc121314617" w:history="1">
        <w:r w:rsidR="00DD4AB4" w:rsidRPr="00261B36">
          <w:rPr>
            <w:rStyle w:val="Hypertextovodkaz"/>
          </w:rPr>
          <w:t>23.</w:t>
        </w:r>
        <w:r w:rsidR="00DD4AB4">
          <w:rPr>
            <w:rFonts w:eastAsiaTheme="minorEastAsia"/>
            <w:caps w:val="0"/>
            <w:noProof/>
            <w:sz w:val="22"/>
            <w:szCs w:val="22"/>
            <w:lang w:eastAsia="cs-CZ"/>
          </w:rPr>
          <w:tab/>
        </w:r>
        <w:r w:rsidR="00DD4AB4" w:rsidRPr="00261B36">
          <w:rPr>
            <w:rStyle w:val="Hypertextovodkaz"/>
          </w:rPr>
          <w:t>PŘÍLOHY TÉTO VÝZVY</w:t>
        </w:r>
        <w:r w:rsidR="00DD4AB4">
          <w:rPr>
            <w:noProof/>
            <w:webHidden/>
          </w:rPr>
          <w:tab/>
        </w:r>
        <w:r w:rsidR="00DD4AB4">
          <w:rPr>
            <w:noProof/>
            <w:webHidden/>
          </w:rPr>
          <w:fldChar w:fldCharType="begin"/>
        </w:r>
        <w:r w:rsidR="00DD4AB4">
          <w:rPr>
            <w:noProof/>
            <w:webHidden/>
          </w:rPr>
          <w:instrText xml:space="preserve"> PAGEREF _Toc121314617 \h </w:instrText>
        </w:r>
        <w:r w:rsidR="00DD4AB4">
          <w:rPr>
            <w:noProof/>
            <w:webHidden/>
          </w:rPr>
        </w:r>
        <w:r w:rsidR="00DD4AB4">
          <w:rPr>
            <w:noProof/>
            <w:webHidden/>
          </w:rPr>
          <w:fldChar w:fldCharType="separate"/>
        </w:r>
        <w:r w:rsidR="00BA373E">
          <w:rPr>
            <w:noProof/>
            <w:webHidden/>
          </w:rPr>
          <w:t>30</w:t>
        </w:r>
        <w:r w:rsidR="00DD4AB4">
          <w:rPr>
            <w:noProof/>
            <w:webHidden/>
          </w:rPr>
          <w:fldChar w:fldCharType="end"/>
        </w:r>
      </w:hyperlink>
    </w:p>
    <w:p w14:paraId="3FEEEBDA" w14:textId="38EC4962"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121314595"/>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16377035"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r w:rsidR="00727C30" w:rsidRPr="004025D4">
        <w:rPr>
          <w:b/>
        </w:rPr>
        <w:t xml:space="preserve">Veřejná zakázka </w:t>
      </w:r>
      <w:r w:rsidR="00727C30">
        <w:rPr>
          <w:b/>
        </w:rPr>
        <w:t>je</w:t>
      </w:r>
      <w:r w:rsidR="00727C30" w:rsidRPr="004025D4">
        <w:rPr>
          <w:b/>
        </w:rPr>
        <w:t xml:space="preserve"> zadávána  podle požadavků a podmínek stanovených </w:t>
      </w:r>
      <w:r w:rsidR="00727C30">
        <w:rPr>
          <w:b/>
        </w:rPr>
        <w:t>s</w:t>
      </w:r>
      <w:r w:rsidR="00727C30" w:rsidRPr="004025D4">
        <w:rPr>
          <w:b/>
        </w:rPr>
        <w:t xml:space="preserve">měrnicí SŽ SM53 Směrnice o zadávání veřejných zakázek, která </w:t>
      </w:r>
      <w:r w:rsidR="00727C30">
        <w:rPr>
          <w:b/>
        </w:rPr>
        <w:t xml:space="preserve">je vnitřním předpisem zadavatele a </w:t>
      </w:r>
      <w:r w:rsidR="00727C30" w:rsidRPr="004025D4">
        <w:rPr>
          <w:b/>
        </w:rPr>
        <w:t xml:space="preserve">upravuje postupy při aplikaci </w:t>
      </w:r>
      <w:r w:rsidR="00727C30">
        <w:rPr>
          <w:b/>
        </w:rPr>
        <w:t>ZZVZ</w:t>
      </w:r>
      <w:r w:rsidR="00727C30" w:rsidRPr="004025D4">
        <w:rPr>
          <w:b/>
        </w:rPr>
        <w:t xml:space="preserve"> v podmínkách Správy železnic, státní organizace.</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121314596"/>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3A7FD8" w:rsidRDefault="0035531B" w:rsidP="0035531B">
      <w:pPr>
        <w:pStyle w:val="Textbezslovn"/>
        <w:spacing w:after="0"/>
      </w:pPr>
      <w:r w:rsidRPr="003A7FD8">
        <w:lastRenderedPageBreak/>
        <w:t xml:space="preserve">Identifikátor datové schránky: </w:t>
      </w:r>
      <w:proofErr w:type="spellStart"/>
      <w:r w:rsidRPr="003A7FD8">
        <w:t>uccchjm</w:t>
      </w:r>
      <w:proofErr w:type="spellEnd"/>
    </w:p>
    <w:p w14:paraId="6BA83086" w14:textId="40222B68" w:rsidR="0035531B" w:rsidRDefault="0035531B" w:rsidP="0035531B">
      <w:pPr>
        <w:pStyle w:val="Textbezslovn"/>
        <w:spacing w:after="0"/>
        <w:ind w:left="2127" w:hanging="1390"/>
      </w:pPr>
      <w:r w:rsidRPr="003A7FD8">
        <w:t xml:space="preserve">zastoupená: </w:t>
      </w:r>
      <w:r w:rsidRPr="003A7FD8">
        <w:tab/>
        <w:t>Ing. Mojmírem Nejezchlebem, náměstkem generálního ředitele pro modernizaci dráhy, na základě pověření č. 2372 ze dne 26. 02. 2018.</w:t>
      </w:r>
    </w:p>
    <w:p w14:paraId="2E5A6D35" w14:textId="0290A076" w:rsidR="0035531B" w:rsidRPr="007F2B24" w:rsidRDefault="0035531B" w:rsidP="00531191">
      <w:pPr>
        <w:pStyle w:val="Textbezslovn"/>
        <w:ind w:left="0"/>
      </w:pPr>
      <w:r w:rsidRPr="007F2B24">
        <w:tab/>
      </w:r>
    </w:p>
    <w:p w14:paraId="5E1C4CB7" w14:textId="77777777" w:rsidR="0035531B" w:rsidRPr="007F2B24" w:rsidRDefault="0035531B" w:rsidP="0035531B">
      <w:pPr>
        <w:pStyle w:val="Nadpis1-1"/>
      </w:pPr>
      <w:bookmarkStart w:id="6" w:name="_Toc121314597"/>
      <w:r w:rsidRPr="007F2B24">
        <w:t>KOMUNIKACE MEZI ZADAVATELEM</w:t>
      </w:r>
      <w:r w:rsidR="00845C50" w:rsidRPr="007F2B24">
        <w:t xml:space="preserve"> a </w:t>
      </w:r>
      <w:r w:rsidRPr="007F2B24">
        <w:t>DODAVATELEM</w:t>
      </w:r>
      <w:bookmarkEnd w:id="6"/>
      <w:r w:rsidRPr="007F2B24">
        <w:t xml:space="preserve"> </w:t>
      </w:r>
    </w:p>
    <w:p w14:paraId="30664C10" w14:textId="5F80DC7A" w:rsidR="00611E1F" w:rsidRDefault="007354E9" w:rsidP="00611E1F">
      <w:pPr>
        <w:pStyle w:val="Text1-1"/>
        <w:tabs>
          <w:tab w:val="clear" w:pos="1588"/>
          <w:tab w:val="num" w:pos="737"/>
        </w:tabs>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611E1F">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611E1F" w:rsidRPr="00611E1F">
        <w:t xml:space="preserve"> </w:t>
      </w:r>
      <w:r w:rsidR="00611E1F">
        <w:t>s výjimkou případů, kdy komunikace s dodavatelem prostřednictvím elektronického nástroje nebude objektivně možná, např. s ohledem na chybějící registraci dodavatele v elektronickém nástroji.</w:t>
      </w:r>
    </w:p>
    <w:p w14:paraId="701BCDD4" w14:textId="00F77593" w:rsidR="00BC2638" w:rsidRPr="00A92FBA" w:rsidRDefault="00BC2638" w:rsidP="00611E1F">
      <w:pPr>
        <w:pStyle w:val="Text1-1"/>
        <w:ind w:left="737"/>
      </w:pPr>
      <w:r w:rsidRPr="00A92FBA">
        <w:t xml:space="preserve">Kontaktní osobou zadavatele pro výběrové </w:t>
      </w:r>
      <w:r w:rsidR="007F2B24" w:rsidRPr="00A92FBA">
        <w:t xml:space="preserve">řízení je: </w:t>
      </w:r>
      <w:r w:rsidR="003A7FD8">
        <w:t>Vladimíra Hlídková</w:t>
      </w:r>
    </w:p>
    <w:p w14:paraId="7B46A74E" w14:textId="77777777" w:rsidR="003A7FD8" w:rsidRDefault="003A7FD8" w:rsidP="003A7FD8">
      <w:pPr>
        <w:pStyle w:val="Text1-1"/>
        <w:numPr>
          <w:ilvl w:val="0"/>
          <w:numId w:val="0"/>
        </w:numPr>
        <w:spacing w:after="0"/>
        <w:ind w:left="737"/>
      </w:pPr>
      <w:r w:rsidRPr="00A92FBA">
        <w:t xml:space="preserve">telefon: </w:t>
      </w:r>
      <w:r w:rsidRPr="00A92FBA">
        <w:tab/>
      </w:r>
      <w:r>
        <w:t>+420  724 321 788</w:t>
      </w:r>
    </w:p>
    <w:p w14:paraId="608D67E6" w14:textId="77777777" w:rsidR="003A7FD8" w:rsidRPr="00A92FBA" w:rsidRDefault="003A7FD8" w:rsidP="003A7FD8">
      <w:pPr>
        <w:pStyle w:val="Textbezslovn"/>
        <w:spacing w:after="0"/>
      </w:pPr>
      <w:r w:rsidRPr="00A92FBA">
        <w:t xml:space="preserve">e-mail: </w:t>
      </w:r>
      <w:r w:rsidRPr="00A92FBA">
        <w:tab/>
      </w:r>
      <w:r>
        <w:t>hlidkova@spravazeleznic.cz</w:t>
      </w:r>
    </w:p>
    <w:p w14:paraId="2BD7D978" w14:textId="77777777" w:rsidR="003A7FD8" w:rsidRDefault="003A7FD8" w:rsidP="003A7FD8">
      <w:pPr>
        <w:pStyle w:val="Textbezslovn"/>
        <w:spacing w:after="0" w:line="240" w:lineRule="auto"/>
      </w:pPr>
      <w:r w:rsidRPr="00A92FBA">
        <w:t xml:space="preserve">adresa: </w:t>
      </w:r>
      <w:r w:rsidRPr="00A92FBA">
        <w:tab/>
      </w:r>
      <w:r>
        <w:t>Správa železnic, státní organizace</w:t>
      </w:r>
    </w:p>
    <w:p w14:paraId="12BE8E30" w14:textId="77777777" w:rsidR="003A7FD8" w:rsidRDefault="003A7FD8" w:rsidP="003A7FD8">
      <w:pPr>
        <w:pStyle w:val="Textbezslovn"/>
        <w:spacing w:after="0" w:line="240" w:lineRule="auto"/>
      </w:pPr>
      <w:r>
        <w:tab/>
      </w:r>
      <w:r>
        <w:tab/>
        <w:t>Stavební správa západ</w:t>
      </w:r>
    </w:p>
    <w:p w14:paraId="336186C1" w14:textId="77777777" w:rsidR="003A7FD8" w:rsidRDefault="003A7FD8" w:rsidP="003A7FD8">
      <w:pPr>
        <w:pStyle w:val="Textbezslovn"/>
        <w:spacing w:after="0"/>
      </w:pPr>
      <w:r>
        <w:tab/>
      </w:r>
      <w:r>
        <w:tab/>
        <w:t>Sokolovská 1955/278</w:t>
      </w:r>
    </w:p>
    <w:p w14:paraId="3F7B603F" w14:textId="77777777" w:rsidR="003A7FD8" w:rsidRDefault="003A7FD8" w:rsidP="003A7FD8">
      <w:pPr>
        <w:pStyle w:val="Textbezslovn"/>
        <w:spacing w:after="0"/>
      </w:pPr>
      <w:r>
        <w:tab/>
      </w:r>
      <w:r>
        <w:tab/>
        <w:t>190 00  Praha 9</w:t>
      </w:r>
    </w:p>
    <w:p w14:paraId="4AAEFA5E" w14:textId="77777777" w:rsidR="0035531B" w:rsidRPr="007F2B24" w:rsidRDefault="0035531B" w:rsidP="0035531B">
      <w:pPr>
        <w:pStyle w:val="Nadpis1-1"/>
      </w:pPr>
      <w:bookmarkStart w:id="7" w:name="_Toc121314598"/>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F00A44" w:rsidRDefault="0035531B" w:rsidP="00A92FBA">
      <w:pPr>
        <w:pStyle w:val="Text1-1"/>
        <w:ind w:left="737"/>
      </w:pPr>
      <w:r w:rsidRPr="00F00A44">
        <w:t>Účel veřejné zakázky</w:t>
      </w:r>
    </w:p>
    <w:p w14:paraId="5ED9BBB6" w14:textId="127F339E" w:rsidR="00BE0636" w:rsidRPr="00F00A44" w:rsidRDefault="00BE0636" w:rsidP="00BE0636">
      <w:pPr>
        <w:pStyle w:val="Text2-1"/>
        <w:numPr>
          <w:ilvl w:val="0"/>
          <w:numId w:val="0"/>
        </w:numPr>
        <w:ind w:left="737"/>
      </w:pPr>
      <w:r w:rsidRPr="00F00A44">
        <w:t>Cílem Díla je obnova již výrobcem nepodporovaných základnových radiostanic BTS sítě GSM-R řady S800</w:t>
      </w:r>
      <w:r w:rsidR="001837AD">
        <w:t>0</w:t>
      </w:r>
      <w:r w:rsidRPr="00F00A44">
        <w:t xml:space="preserve"> tak, aby došlo ke zlepšení udržitelnosti a </w:t>
      </w:r>
      <w:proofErr w:type="spellStart"/>
      <w:r w:rsidRPr="00F00A44">
        <w:t>servisovatelnosti</w:t>
      </w:r>
      <w:proofErr w:type="spellEnd"/>
      <w:r w:rsidRPr="00F00A44">
        <w:t xml:space="preserve"> v dlouhodobém horizontu, tedy potřebné dostupnosti bezdrátové komunikace. Základnové stanice BTS typu </w:t>
      </w:r>
      <w:proofErr w:type="spellStart"/>
      <w:r w:rsidRPr="00F00A44">
        <w:t>Nortel</w:t>
      </w:r>
      <w:proofErr w:type="spellEnd"/>
      <w:r w:rsidRPr="00F00A44">
        <w:t xml:space="preserve"> S800</w:t>
      </w:r>
      <w:r w:rsidR="001837AD">
        <w:t>0</w:t>
      </w:r>
      <w:r w:rsidRPr="00F00A44">
        <w:t xml:space="preserve"> byly nainstalovány v rámci pilotního projektu GSM-R v letech 2004 až 2005, případně v rámci projektu „GSM-R, dokončení I. NŽK“ v letech 2007 až 2008. Od té doby do současnosti tyto BTS vysílají nonstop. Postupně se zvyšuje nutnost výměny především mechanicky namáhaných částí těchto BTS, které jsou na hranici životnosti. Optimálním řešením jsou úpravy těchto BTS spojené s částečnou výměnou původních HW komponent a využití aktivních částí a komponent, které by bylo možné dál provozovat. Výroba tohoto typu byla ukončena už v roce 2007 a do budoucna bude i velmi obtížné sehnat potřebné náhradní díly.</w:t>
      </w:r>
    </w:p>
    <w:p w14:paraId="3A54131E" w14:textId="015DEFFF" w:rsidR="0035531B" w:rsidRPr="00F00A44" w:rsidRDefault="0035531B" w:rsidP="00A9754D">
      <w:pPr>
        <w:pStyle w:val="Text1-1"/>
        <w:ind w:left="737"/>
      </w:pPr>
      <w:r w:rsidRPr="00F00A44">
        <w:t>Předmět plnění veřejné zakázky</w:t>
      </w:r>
    </w:p>
    <w:p w14:paraId="64CCABDE" w14:textId="2AE592C0" w:rsidR="003A7FD8" w:rsidRPr="00F00A44" w:rsidRDefault="00BE0636" w:rsidP="00BC2638">
      <w:pPr>
        <w:pStyle w:val="Textbezslovn"/>
      </w:pPr>
      <w:r w:rsidRPr="00F00A44">
        <w:t>Předmětem zakázky je zhotovení projektové dokumentace a zhotovení souboru staveb:</w:t>
      </w:r>
    </w:p>
    <w:p w14:paraId="66A3CE88" w14:textId="77777777" w:rsidR="003669C1" w:rsidRPr="00F00A44" w:rsidRDefault="003669C1" w:rsidP="003669C1">
      <w:pPr>
        <w:pStyle w:val="Textbezslovn"/>
        <w:rPr>
          <w:b/>
        </w:rPr>
      </w:pPr>
      <w:r w:rsidRPr="00F00A44">
        <w:rPr>
          <w:b/>
        </w:rPr>
        <w:t>„Úpravy základnových radiostanic BTS sítě GSM-R řady S800</w:t>
      </w:r>
      <w:r>
        <w:rPr>
          <w:b/>
        </w:rPr>
        <w:t>0</w:t>
      </w:r>
      <w:r w:rsidRPr="00F00A44">
        <w:rPr>
          <w:b/>
        </w:rPr>
        <w:t xml:space="preserve"> v úseku </w:t>
      </w:r>
      <w:r>
        <w:rPr>
          <w:b/>
        </w:rPr>
        <w:t>Praha - Brno</w:t>
      </w:r>
      <w:r w:rsidRPr="00F00A44">
        <w:rPr>
          <w:b/>
        </w:rPr>
        <w:t>“</w:t>
      </w:r>
    </w:p>
    <w:p w14:paraId="353733A3" w14:textId="77777777" w:rsidR="003669C1" w:rsidRPr="00F00A44" w:rsidRDefault="003669C1" w:rsidP="003669C1">
      <w:pPr>
        <w:pStyle w:val="Textbezslovn"/>
        <w:rPr>
          <w:b/>
        </w:rPr>
      </w:pPr>
      <w:r w:rsidRPr="00F00A44">
        <w:rPr>
          <w:b/>
        </w:rPr>
        <w:t>a</w:t>
      </w:r>
    </w:p>
    <w:p w14:paraId="21C4D433" w14:textId="1389C27E" w:rsidR="003669C1" w:rsidRPr="00F00A44" w:rsidRDefault="003669C1" w:rsidP="003669C1">
      <w:pPr>
        <w:pStyle w:val="Textbezslovn"/>
        <w:rPr>
          <w:b/>
        </w:rPr>
      </w:pPr>
      <w:r w:rsidRPr="00F00A44">
        <w:rPr>
          <w:b/>
        </w:rPr>
        <w:t>„Úpravy základnových radiostanic BTS sítě GSM-R řady S800</w:t>
      </w:r>
      <w:r w:rsidR="001837AD">
        <w:rPr>
          <w:b/>
        </w:rPr>
        <w:t>0</w:t>
      </w:r>
      <w:r w:rsidRPr="00F00A44">
        <w:rPr>
          <w:b/>
        </w:rPr>
        <w:t xml:space="preserve"> v</w:t>
      </w:r>
      <w:r w:rsidR="00CB1664">
        <w:rPr>
          <w:b/>
        </w:rPr>
        <w:t xml:space="preserve"> úseku </w:t>
      </w:r>
      <w:r w:rsidRPr="00F00A44">
        <w:rPr>
          <w:b/>
        </w:rPr>
        <w:t>uz</w:t>
      </w:r>
      <w:r w:rsidR="00CB1664">
        <w:rPr>
          <w:b/>
        </w:rPr>
        <w:t>el</w:t>
      </w:r>
      <w:r w:rsidRPr="00F00A44">
        <w:rPr>
          <w:b/>
        </w:rPr>
        <w:t xml:space="preserve"> Praha</w:t>
      </w:r>
      <w:r>
        <w:rPr>
          <w:b/>
        </w:rPr>
        <w:t xml:space="preserve"> - Děčín</w:t>
      </w:r>
      <w:r w:rsidRPr="00F00A44">
        <w:rPr>
          <w:b/>
        </w:rPr>
        <w:t>“</w:t>
      </w:r>
    </w:p>
    <w:p w14:paraId="466E41D6" w14:textId="0971CDBA" w:rsidR="00BC2638" w:rsidRPr="00F00A44" w:rsidRDefault="00BC2638" w:rsidP="00BC2638">
      <w:pPr>
        <w:pStyle w:val="Textbezslovn"/>
      </w:pPr>
      <w:r w:rsidRPr="00F00A44">
        <w:t xml:space="preserve">Projektová dokumentace stavby bude zpracovaná ve stupni Projektová dokumentace pro stavební povolení nebo pro ohlášení stavby ve smyslu přílohy č. 3 vyhlášky </w:t>
      </w:r>
      <w:r w:rsidR="004E6C47" w:rsidRPr="00F00A44">
        <w:t xml:space="preserve">č. </w:t>
      </w:r>
      <w:r w:rsidRPr="00F00A44">
        <w:t>146/2008 Sb.</w:t>
      </w:r>
      <w:r w:rsidR="004E6C47" w:rsidRPr="00F00A44">
        <w:t>,</w:t>
      </w:r>
      <w:r w:rsidRPr="00F00A44">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w:t>
      </w:r>
      <w:r w:rsidR="001F2B8C">
        <w:t xml:space="preserve">P6, P7 a P8 </w:t>
      </w:r>
      <w:r w:rsidR="00E83E8E">
        <w:t xml:space="preserve">směrnice </w:t>
      </w:r>
      <w:r w:rsidR="00E83E8E" w:rsidRPr="00E83E8E">
        <w:t xml:space="preserve">SŽ </w:t>
      </w:r>
      <w:r w:rsidR="00E83E8E" w:rsidRPr="00E83E8E">
        <w:lastRenderedPageBreak/>
        <w:t>SM011 Dokumentace staveb Správy železnic, státní organizace</w:t>
      </w:r>
      <w:r w:rsidR="00E83E8E">
        <w:t>, jež je interním předpisem zadavatele</w:t>
      </w:r>
      <w:r w:rsidR="00E83E8E" w:rsidRPr="00E83E8E">
        <w:t xml:space="preserve"> </w:t>
      </w:r>
      <w:r w:rsidRPr="00F00A44">
        <w:t>(dále jen</w:t>
      </w:r>
      <w:r w:rsidR="00E83E8E" w:rsidRPr="00E83E8E">
        <w:t xml:space="preserve"> </w:t>
      </w:r>
      <w:r w:rsidR="00E83E8E">
        <w:t xml:space="preserve">směrnice </w:t>
      </w:r>
      <w:r w:rsidR="00E83E8E" w:rsidRPr="00E83E8E">
        <w:t>SŽ SM011</w:t>
      </w:r>
      <w:r w:rsidRPr="00F00A44">
        <w:t xml:space="preserve">). </w:t>
      </w:r>
    </w:p>
    <w:p w14:paraId="0EE083B7" w14:textId="35EE7E93" w:rsidR="00BC2638" w:rsidRPr="00F00A44" w:rsidRDefault="00BC2638" w:rsidP="00BC2638">
      <w:pPr>
        <w:pStyle w:val="Textbezslovn"/>
      </w:pPr>
      <w:r w:rsidRPr="00F00A44">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w:t>
      </w:r>
      <w:r w:rsidR="006D3459">
        <w:t xml:space="preserve">objektů technických a </w:t>
      </w:r>
      <w:r w:rsidRPr="00F00A44">
        <w:t>technologick</w:t>
      </w:r>
      <w:r w:rsidR="006D3459">
        <w:t>ých</w:t>
      </w:r>
      <w:r w:rsidRPr="00F00A44">
        <w:t xml:space="preserve"> </w:t>
      </w:r>
      <w:r w:rsidR="006D3459">
        <w:t>zařízení</w:t>
      </w:r>
      <w:r w:rsidRPr="00F00A44">
        <w:t xml:space="preserve"> (PS) a souhrnný rozpočet jako podklad pro dílčí fakturaci v průběhu realizace stavby. Projektová dokumentace bude respektovat schválenou </w:t>
      </w:r>
      <w:r w:rsidR="007C6FC4">
        <w:t xml:space="preserve"> </w:t>
      </w:r>
      <w:r w:rsidR="00FA0295" w:rsidRPr="00F00A44">
        <w:t xml:space="preserve"> </w:t>
      </w:r>
      <w:r w:rsidRPr="00F00A44">
        <w:t>dokumentaci</w:t>
      </w:r>
      <w:r w:rsidR="007C6FC4">
        <w:t xml:space="preserve"> pro územní řízení</w:t>
      </w:r>
      <w:r w:rsidR="00FA0295" w:rsidRPr="00F00A44">
        <w:t xml:space="preserve">. </w:t>
      </w:r>
      <w:r w:rsidRPr="00F00A44">
        <w:t>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F00A44" w:rsidRDefault="00BC2638" w:rsidP="00BC2638">
      <w:pPr>
        <w:pStyle w:val="Textbezslovn"/>
      </w:pPr>
      <w:r w:rsidRPr="00F00A44">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2E2EA3D8" w:rsidR="0096257B" w:rsidRPr="00696711" w:rsidRDefault="00696711" w:rsidP="00A9754D">
      <w:pPr>
        <w:pStyle w:val="Textbezslovn"/>
      </w:pPr>
      <w:r w:rsidRPr="00F00A44">
        <w:t xml:space="preserve">Zhotovení souboru staveb bude provedeno v souladu </w:t>
      </w:r>
      <w:r w:rsidR="007A1F92">
        <w:t xml:space="preserve">s dokumentací pro územní řízení </w:t>
      </w:r>
      <w:r w:rsidRPr="00F00A44">
        <w:t xml:space="preserve">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48D504FE" w14:textId="77777777" w:rsidR="00495594" w:rsidRDefault="00031387" w:rsidP="00495594">
      <w:pPr>
        <w:pStyle w:val="Textbezslovn"/>
        <w:spacing w:after="0"/>
      </w:pPr>
      <w:r w:rsidRPr="00F00A44">
        <w:t>CPV kód 45314000-1 Instalace a montáž telekomunikačního zařízení</w:t>
      </w:r>
      <w:r w:rsidR="00495594" w:rsidRPr="00495594">
        <w:t xml:space="preserve"> </w:t>
      </w:r>
    </w:p>
    <w:p w14:paraId="1C0823CF" w14:textId="669A4EFC" w:rsidR="00495594" w:rsidRPr="00F00A44" w:rsidRDefault="00495594" w:rsidP="00495594">
      <w:pPr>
        <w:pStyle w:val="Textbezslovn"/>
        <w:spacing w:after="0"/>
      </w:pPr>
      <w:r w:rsidRPr="00F00A44">
        <w:t>CPV kód 71320000-7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8" w:name="_Toc121314599"/>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8"/>
    </w:p>
    <w:p w14:paraId="2E469E29" w14:textId="77777777" w:rsidR="007354E9" w:rsidRPr="00C07694" w:rsidRDefault="007354E9" w:rsidP="00A9754D">
      <w:pPr>
        <w:pStyle w:val="Text1-1"/>
        <w:ind w:left="737"/>
      </w:pPr>
      <w:r w:rsidRPr="00F27ED8">
        <w:t xml:space="preserve">Předpokládá se financování této veřejné zakázky z prostředků České republiky - Státního </w:t>
      </w:r>
      <w:r w:rsidRPr="00DD4AB4">
        <w:t xml:space="preserve">fondu </w:t>
      </w:r>
      <w:r w:rsidRPr="00C07694">
        <w:t>dopravní infrastruktury.</w:t>
      </w:r>
    </w:p>
    <w:p w14:paraId="662E6255" w14:textId="0920F737" w:rsidR="0035531B" w:rsidRPr="00C07694" w:rsidRDefault="007354E9" w:rsidP="00A9754D">
      <w:pPr>
        <w:pStyle w:val="Text1-1"/>
        <w:ind w:left="737"/>
      </w:pPr>
      <w:r w:rsidRPr="00C07694">
        <w:t>Konečným příjemcem prostředků ze zdrojů uvedených v článku 5.1 této Výzvy je Správa železni</w:t>
      </w:r>
      <w:r w:rsidR="00C370EE" w:rsidRPr="00C07694">
        <w:t>c</w:t>
      </w:r>
      <w:r w:rsidRPr="00C07694">
        <w:t>, státní organizace se sídlem Praha 1</w:t>
      </w:r>
      <w:r w:rsidR="00F0634D" w:rsidRPr="00C07694">
        <w:t>-</w:t>
      </w:r>
      <w:r w:rsidRPr="00C07694">
        <w:t xml:space="preserve"> Nové Město, Dlážděná 1003/7, </w:t>
      </w:r>
      <w:r w:rsidR="00C64CD6" w:rsidRPr="00C07694">
        <w:t xml:space="preserve">                 </w:t>
      </w:r>
      <w:r w:rsidRPr="00C07694">
        <w:t>PSČ 110 00 (zadavatel)</w:t>
      </w:r>
      <w:r w:rsidR="0035531B" w:rsidRPr="00C07694">
        <w:t>.</w:t>
      </w:r>
    </w:p>
    <w:p w14:paraId="5AD9C972" w14:textId="75BDEFFC" w:rsidR="00C64CD6" w:rsidRPr="00C07694" w:rsidRDefault="00C64CD6" w:rsidP="00C64CD6">
      <w:pPr>
        <w:pStyle w:val="Text1-1"/>
        <w:ind w:left="737"/>
      </w:pPr>
      <w:r w:rsidRPr="00C07694">
        <w:t>Předpokládaná hodnota veřejné zakázky činí</w:t>
      </w:r>
      <w:r w:rsidRPr="00C07694">
        <w:rPr>
          <w:b/>
        </w:rPr>
        <w:t xml:space="preserve"> 39</w:t>
      </w:r>
      <w:r w:rsidR="00C07694" w:rsidRPr="00C07694">
        <w:rPr>
          <w:b/>
        </w:rPr>
        <w:t> 974 016</w:t>
      </w:r>
      <w:r w:rsidRPr="00C07694">
        <w:rPr>
          <w:b/>
        </w:rPr>
        <w:t xml:space="preserve">,- Kč  </w:t>
      </w:r>
      <w:r w:rsidRPr="00C07694">
        <w:t>(bez DPH).</w:t>
      </w:r>
    </w:p>
    <w:p w14:paraId="26D4045A" w14:textId="5A7A1624" w:rsidR="001F2B8C" w:rsidRPr="00C07694" w:rsidRDefault="00C64CD6" w:rsidP="00C64CD6">
      <w:pPr>
        <w:pStyle w:val="Text1-1"/>
        <w:numPr>
          <w:ilvl w:val="0"/>
          <w:numId w:val="0"/>
        </w:numPr>
        <w:spacing w:after="60"/>
        <w:ind w:left="1588" w:hanging="879"/>
      </w:pPr>
      <w:r w:rsidRPr="00C07694">
        <w:t xml:space="preserve"> Předpokládaná hodnota jednotlivých staveb: </w:t>
      </w:r>
    </w:p>
    <w:p w14:paraId="251777FE" w14:textId="77777777" w:rsidR="001F2B8C" w:rsidRPr="00C07694" w:rsidRDefault="00BE0636" w:rsidP="00531191">
      <w:pPr>
        <w:pStyle w:val="Textbezslovn"/>
        <w:spacing w:after="0"/>
      </w:pPr>
      <w:r w:rsidRPr="00C07694">
        <w:t>„Úpravy základnových radiostanic BTS sítě GSM-R řady S800</w:t>
      </w:r>
      <w:r w:rsidR="001837AD" w:rsidRPr="00C07694">
        <w:t>0</w:t>
      </w:r>
      <w:r w:rsidRPr="00C07694">
        <w:t xml:space="preserve"> v úseku </w:t>
      </w:r>
      <w:r w:rsidR="003669C1" w:rsidRPr="00C07694">
        <w:t>Praha - Brno</w:t>
      </w:r>
      <w:r w:rsidRPr="00C07694">
        <w:t>“</w:t>
      </w:r>
      <w:r w:rsidRPr="00C07694">
        <w:tab/>
      </w:r>
    </w:p>
    <w:p w14:paraId="720560DF" w14:textId="0230ADA6" w:rsidR="00BE0636" w:rsidRPr="00C8541D" w:rsidRDefault="001F2B8C" w:rsidP="00531191">
      <w:pPr>
        <w:pStyle w:val="Textbezslovn"/>
        <w:spacing w:after="0"/>
      </w:pPr>
      <w:r w:rsidRPr="00C07694">
        <w:t>Předpokládaná hodnota</w:t>
      </w:r>
      <w:r w:rsidR="00C77416" w:rsidRPr="00C07694">
        <w:t xml:space="preserve"> činí</w:t>
      </w:r>
      <w:r w:rsidRPr="00C07694">
        <w:t>:</w:t>
      </w:r>
      <w:r w:rsidR="00A46E25" w:rsidRPr="00C07694">
        <w:tab/>
      </w:r>
      <w:r w:rsidR="00A46E25" w:rsidRPr="00C07694">
        <w:tab/>
      </w:r>
      <w:r w:rsidR="00A46E25" w:rsidRPr="00C07694">
        <w:tab/>
      </w:r>
      <w:r w:rsidR="003669C1" w:rsidRPr="00C07694">
        <w:t>1</w:t>
      </w:r>
      <w:r w:rsidR="00723376" w:rsidRPr="00C07694">
        <w:t>7 671 679</w:t>
      </w:r>
      <w:r w:rsidR="00BE0636" w:rsidRPr="00C07694">
        <w:t>,00 Kč (bez DPH</w:t>
      </w:r>
      <w:r w:rsidR="00BE0636" w:rsidRPr="00C8541D">
        <w:t>).</w:t>
      </w:r>
    </w:p>
    <w:p w14:paraId="2F738370" w14:textId="77777777" w:rsidR="00531191" w:rsidRPr="00C8541D" w:rsidRDefault="00531191" w:rsidP="00531191">
      <w:pPr>
        <w:pStyle w:val="Textbezslovn"/>
        <w:spacing w:after="0"/>
      </w:pPr>
    </w:p>
    <w:p w14:paraId="3B008EB5" w14:textId="7FB07488" w:rsidR="001F2B8C" w:rsidRPr="00C8541D" w:rsidRDefault="00BE0636" w:rsidP="00531191">
      <w:pPr>
        <w:pStyle w:val="Textbezslovn"/>
        <w:spacing w:after="0"/>
      </w:pPr>
      <w:r w:rsidRPr="00C8541D">
        <w:t>„Úpravy základnových radiostanic BTS sítě GSM-R řady S800</w:t>
      </w:r>
      <w:r w:rsidR="001837AD" w:rsidRPr="00C8541D">
        <w:t>0</w:t>
      </w:r>
      <w:r w:rsidRPr="00C8541D">
        <w:t xml:space="preserve"> v</w:t>
      </w:r>
      <w:r w:rsidR="003669C1" w:rsidRPr="00C8541D">
        <w:t>  úseku</w:t>
      </w:r>
      <w:r w:rsidR="00031387" w:rsidRPr="00C8541D">
        <w:t xml:space="preserve"> </w:t>
      </w:r>
      <w:r w:rsidR="00746BC5" w:rsidRPr="00C8541D">
        <w:t xml:space="preserve">uzel </w:t>
      </w:r>
      <w:r w:rsidR="00031387" w:rsidRPr="00C8541D">
        <w:t>Praha</w:t>
      </w:r>
      <w:r w:rsidR="003669C1" w:rsidRPr="00C8541D">
        <w:t xml:space="preserve"> - Děčín</w:t>
      </w:r>
      <w:r w:rsidRPr="00C8541D">
        <w:t>“</w:t>
      </w:r>
      <w:r w:rsidRPr="00C8541D">
        <w:tab/>
      </w:r>
      <w:r w:rsidR="00031387" w:rsidRPr="00C8541D">
        <w:tab/>
      </w:r>
      <w:r w:rsidR="00031387" w:rsidRPr="00C8541D">
        <w:tab/>
      </w:r>
      <w:r w:rsidR="00A46E25" w:rsidRPr="00C8541D">
        <w:tab/>
      </w:r>
    </w:p>
    <w:p w14:paraId="7A5CEC36" w14:textId="06735DB5" w:rsidR="00BE0636" w:rsidRPr="00C8541D" w:rsidRDefault="001F2B8C" w:rsidP="00531191">
      <w:pPr>
        <w:pStyle w:val="Textbezslovn"/>
        <w:spacing w:after="0"/>
      </w:pPr>
      <w:r w:rsidRPr="00C8541D">
        <w:t>Předpokládaná hodnota</w:t>
      </w:r>
      <w:r w:rsidR="00C77416" w:rsidRPr="00C8541D">
        <w:t xml:space="preserve"> činí</w:t>
      </w:r>
      <w:r w:rsidRPr="00C8541D">
        <w:t>:</w:t>
      </w:r>
      <w:r w:rsidRPr="00C8541D">
        <w:tab/>
      </w:r>
      <w:r w:rsidRPr="00C8541D">
        <w:tab/>
      </w:r>
      <w:r w:rsidRPr="00C8541D">
        <w:tab/>
      </w:r>
      <w:r w:rsidR="00A46E25" w:rsidRPr="00C8541D">
        <w:t>2</w:t>
      </w:r>
      <w:r w:rsidR="003669C1" w:rsidRPr="00C8541D">
        <w:t>2</w:t>
      </w:r>
      <w:r w:rsidR="00E81657">
        <w:t> 302 337,</w:t>
      </w:r>
      <w:r w:rsidR="00BE0636" w:rsidRPr="00C8541D">
        <w:t>00 Kč (bez DPH).</w:t>
      </w:r>
    </w:p>
    <w:p w14:paraId="41E3FBB6" w14:textId="77777777" w:rsidR="00531191" w:rsidRPr="00C8541D" w:rsidRDefault="00531191" w:rsidP="00BE0636">
      <w:pPr>
        <w:pStyle w:val="Textbezslovn"/>
      </w:pPr>
    </w:p>
    <w:p w14:paraId="1B47A534" w14:textId="56724AB8" w:rsidR="0035531B" w:rsidRPr="00C8541D" w:rsidRDefault="0035531B" w:rsidP="001F2B8C">
      <w:pPr>
        <w:pStyle w:val="Nadpis1-1"/>
      </w:pPr>
      <w:bookmarkStart w:id="9" w:name="_Toc121314600"/>
      <w:r w:rsidRPr="00C8541D">
        <w:t>OBSAH ZADÁVACÍ DOKUMENTACE</w:t>
      </w:r>
      <w:bookmarkEnd w:id="9"/>
      <w:r w:rsidRPr="00C8541D">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E2473" w:rsidRDefault="00FD39DE" w:rsidP="00FD39DE">
      <w:pPr>
        <w:pStyle w:val="Textbezslovn"/>
        <w:tabs>
          <w:tab w:val="left" w:pos="1701"/>
        </w:tabs>
        <w:ind w:left="1701" w:hanging="964"/>
        <w:rPr>
          <w:rStyle w:val="Tun9b"/>
        </w:rPr>
      </w:pPr>
      <w:r w:rsidRPr="00E402F8">
        <w:rPr>
          <w:rStyle w:val="Tun9b"/>
        </w:rPr>
        <w:t>DÍL 2</w:t>
      </w:r>
      <w:r w:rsidRPr="00E402F8">
        <w:rPr>
          <w:rStyle w:val="Tun9b"/>
        </w:rPr>
        <w:tab/>
      </w:r>
      <w:r w:rsidRPr="00EE2473">
        <w:rPr>
          <w:rStyle w:val="Tun9b"/>
        </w:rPr>
        <w:t>ZÁVAZNÝ VZOR SMLOUVY VČETNĚ PŘÍLOH</w:t>
      </w:r>
    </w:p>
    <w:p w14:paraId="193F7E94" w14:textId="37B27276" w:rsidR="00FD39DE" w:rsidRPr="00EE2473" w:rsidRDefault="00FD39DE" w:rsidP="00FD39DE">
      <w:pPr>
        <w:pStyle w:val="Textbezslovn"/>
        <w:tabs>
          <w:tab w:val="left" w:pos="1701"/>
        </w:tabs>
        <w:ind w:left="1701" w:hanging="964"/>
        <w:rPr>
          <w:rStyle w:val="Tun9b"/>
        </w:rPr>
      </w:pPr>
      <w:r w:rsidRPr="00EE2473">
        <w:rPr>
          <w:rStyle w:val="Tun9b"/>
        </w:rPr>
        <w:lastRenderedPageBreak/>
        <w:t>DÍL 3</w:t>
      </w:r>
      <w:r w:rsidRPr="00EE2473">
        <w:rPr>
          <w:rStyle w:val="Tun9b"/>
        </w:rPr>
        <w:tab/>
      </w:r>
      <w:r w:rsidR="00F2106F" w:rsidRPr="00F00A44">
        <w:rPr>
          <w:rStyle w:val="Tun9b"/>
        </w:rPr>
        <w:t>DOKUMENTACE</w:t>
      </w:r>
      <w:r w:rsidR="005C76ED" w:rsidRPr="00F00A44">
        <w:rPr>
          <w:rStyle w:val="Tun9b"/>
        </w:rPr>
        <w:t xml:space="preserve"> </w:t>
      </w:r>
      <w:r w:rsidR="00EE2473" w:rsidRPr="00F00A44">
        <w:rPr>
          <w:rStyle w:val="Tun9b"/>
        </w:rPr>
        <w:t>PRO ÚZEMNÍ ŘÍZENÍ</w:t>
      </w:r>
    </w:p>
    <w:p w14:paraId="33E7ABF7" w14:textId="77777777" w:rsidR="00FD39DE" w:rsidRPr="00EE2473" w:rsidRDefault="00FD39DE" w:rsidP="00FD39DE">
      <w:pPr>
        <w:pStyle w:val="Textbezslovn"/>
        <w:tabs>
          <w:tab w:val="left" w:pos="1701"/>
        </w:tabs>
        <w:ind w:left="1701" w:hanging="964"/>
        <w:rPr>
          <w:rStyle w:val="Tun9b"/>
        </w:rPr>
      </w:pPr>
      <w:r w:rsidRPr="00EE2473">
        <w:rPr>
          <w:rStyle w:val="Tun9b"/>
        </w:rPr>
        <w:t>DÍL 4</w:t>
      </w:r>
      <w:r w:rsidRPr="00EE2473">
        <w:rPr>
          <w:rStyle w:val="Tun9b"/>
        </w:rPr>
        <w:tab/>
      </w:r>
      <w:r w:rsidR="00C56035" w:rsidRPr="00EE2473">
        <w:rPr>
          <w:rStyle w:val="Tun9b"/>
        </w:rPr>
        <w:t xml:space="preserve">POŽADAVKY NA VÝKON </w:t>
      </w:r>
      <w:r w:rsidR="00674744" w:rsidRPr="00EE2473">
        <w:rPr>
          <w:rStyle w:val="Tun9b"/>
        </w:rPr>
        <w:t>A</w:t>
      </w:r>
      <w:r w:rsidR="00C56035" w:rsidRPr="00EE2473">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EE2473">
        <w:t xml:space="preserve">Část </w:t>
      </w:r>
      <w:r w:rsidR="007E2484" w:rsidRPr="00EE2473">
        <w:t>1</w:t>
      </w:r>
      <w:r w:rsidRPr="00EE2473">
        <w:tab/>
        <w:t>Rekapitulace ceny</w:t>
      </w:r>
      <w:r w:rsidRPr="00C61E2D">
        <w:t xml:space="preserve"> </w:t>
      </w:r>
    </w:p>
    <w:p w14:paraId="3DC5B1AA" w14:textId="10E1DBCA"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43B99B7D" w14:textId="77777777" w:rsidR="00017D30" w:rsidRDefault="00017D30" w:rsidP="00674744">
      <w:pPr>
        <w:pStyle w:val="Textbezslovn"/>
        <w:tabs>
          <w:tab w:val="left" w:pos="1701"/>
        </w:tabs>
        <w:spacing w:after="0"/>
        <w:ind w:left="1701" w:hanging="964"/>
      </w:pP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5EB06022" w14:textId="7114B848" w:rsidR="00EE2473" w:rsidRDefault="00FD39DE" w:rsidP="002D6409">
      <w:pPr>
        <w:pStyle w:val="Text1-1"/>
        <w:ind w:left="737"/>
      </w:pPr>
      <w:r w:rsidRPr="00E753CB">
        <w:t xml:space="preserve">Zadavatel sděluje, </w:t>
      </w:r>
      <w:r w:rsidR="002D6409">
        <w:t xml:space="preserve">že </w:t>
      </w:r>
      <w:r w:rsidR="005C76ED" w:rsidRPr="008513D8">
        <w:t>následující části zadávací dokumentace vypracovala osoba odlišná</w:t>
      </w:r>
      <w:r w:rsidR="005C76ED" w:rsidRPr="00FD39DE">
        <w:t xml:space="preserve"> od zadavatele, a to:</w:t>
      </w:r>
    </w:p>
    <w:p w14:paraId="4BB8F8B5" w14:textId="5A1AAC66" w:rsidR="00EE2473" w:rsidRPr="00F00A44" w:rsidRDefault="003669C1" w:rsidP="00EE2473">
      <w:pPr>
        <w:pStyle w:val="Textbezslovn"/>
        <w:rPr>
          <w:b/>
        </w:rPr>
      </w:pPr>
      <w:r w:rsidRPr="00031387">
        <w:rPr>
          <w:b/>
        </w:rPr>
        <w:t>„Úpravy základnových radiostanic BTS sítě GSM-R řady S800</w:t>
      </w:r>
      <w:r w:rsidR="001F262B">
        <w:rPr>
          <w:b/>
        </w:rPr>
        <w:t>0</w:t>
      </w:r>
      <w:r w:rsidRPr="00031387">
        <w:rPr>
          <w:b/>
        </w:rPr>
        <w:t xml:space="preserve"> v úseku </w:t>
      </w:r>
      <w:r>
        <w:rPr>
          <w:b/>
        </w:rPr>
        <w:t>Praha - Brno</w:t>
      </w:r>
      <w:r w:rsidRPr="00031387">
        <w:rPr>
          <w:b/>
        </w:rPr>
        <w:t>“</w:t>
      </w:r>
      <w:r w:rsidRPr="00031387">
        <w:rPr>
          <w:b/>
        </w:rPr>
        <w:tab/>
      </w:r>
      <w:r w:rsidR="00EE2473" w:rsidRPr="00F00A44">
        <w:rPr>
          <w:b/>
        </w:rPr>
        <w:tab/>
      </w:r>
      <w:r w:rsidR="00EE2473" w:rsidRPr="00F00A44">
        <w:rPr>
          <w:b/>
        </w:rPr>
        <w:tab/>
      </w:r>
    </w:p>
    <w:p w14:paraId="515E1520" w14:textId="741B0DC4" w:rsidR="00EE2473" w:rsidRPr="00F00A44" w:rsidRDefault="00EE2473" w:rsidP="00EE2473">
      <w:pPr>
        <w:pStyle w:val="Textbezslovn"/>
      </w:pPr>
      <w:r w:rsidRPr="00F00A44">
        <w:t xml:space="preserve">Dokumentace pro území řízení - SUDOP PRAHA a.s., Olšanská 1a, </w:t>
      </w:r>
      <w:r w:rsidR="002D6409" w:rsidRPr="00F00A44">
        <w:t xml:space="preserve">130 80  </w:t>
      </w:r>
      <w:r w:rsidRPr="00F00A44">
        <w:t>Praha 3</w:t>
      </w:r>
      <w:r w:rsidR="002D6409" w:rsidRPr="00F00A44">
        <w:t>, IČO: 25793349</w:t>
      </w:r>
      <w:r w:rsidR="00CE526E">
        <w:t>.</w:t>
      </w:r>
    </w:p>
    <w:p w14:paraId="28B9555E" w14:textId="77777777" w:rsidR="00C07694" w:rsidRDefault="003669C1" w:rsidP="002D6409">
      <w:pPr>
        <w:pStyle w:val="Textbezslovn"/>
        <w:rPr>
          <w:b/>
        </w:rPr>
      </w:pPr>
      <w:r w:rsidRPr="00031387">
        <w:rPr>
          <w:b/>
        </w:rPr>
        <w:t>„Úpravy základnových radiostanic BTS sítě GSM-R řady S800</w:t>
      </w:r>
      <w:r w:rsidR="001F262B">
        <w:rPr>
          <w:b/>
        </w:rPr>
        <w:t>0</w:t>
      </w:r>
      <w:r w:rsidRPr="00031387">
        <w:rPr>
          <w:b/>
        </w:rPr>
        <w:t xml:space="preserve"> v</w:t>
      </w:r>
      <w:r>
        <w:rPr>
          <w:b/>
        </w:rPr>
        <w:t xml:space="preserve">  úseku </w:t>
      </w:r>
      <w:r w:rsidR="00A46E25">
        <w:rPr>
          <w:b/>
        </w:rPr>
        <w:t xml:space="preserve">uzel </w:t>
      </w:r>
      <w:r>
        <w:rPr>
          <w:b/>
        </w:rPr>
        <w:t>Praha - Děčín</w:t>
      </w:r>
      <w:r w:rsidRPr="00031387">
        <w:rPr>
          <w:b/>
        </w:rPr>
        <w:t>“</w:t>
      </w:r>
      <w:r w:rsidRPr="00031387">
        <w:rPr>
          <w:b/>
        </w:rPr>
        <w:tab/>
      </w:r>
    </w:p>
    <w:p w14:paraId="01899884" w14:textId="53A2D45A" w:rsidR="002D6409" w:rsidRPr="00F00A44" w:rsidRDefault="002D6409" w:rsidP="002D6409">
      <w:pPr>
        <w:pStyle w:val="Textbezslovn"/>
      </w:pPr>
      <w:r w:rsidRPr="00F00A44">
        <w:t>Dokumentace pro území řízení - SUDOP PRAHA a.s., Olšanská 1a, 130 80  Praha 3, IČO: 25793349</w:t>
      </w:r>
      <w:r w:rsidR="00CE526E">
        <w:t>.</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0" w:name="_Toc121314601"/>
      <w:r w:rsidRPr="004518EA">
        <w:t>VYSVĚTLENÍ, ZMĚNY</w:t>
      </w:r>
      <w:r w:rsidR="00845C50" w:rsidRPr="004518EA">
        <w:t xml:space="preserve"> </w:t>
      </w:r>
      <w:r w:rsidR="00776A8A" w:rsidRPr="004518EA">
        <w:t>A</w:t>
      </w:r>
      <w:r w:rsidR="00845C50" w:rsidRPr="004518EA">
        <w:t> </w:t>
      </w:r>
      <w:r w:rsidRPr="004518EA">
        <w:t>DOPLNĚNÍ ZADÁVACÍ DOKUMENTACE</w:t>
      </w:r>
      <w:bookmarkEnd w:id="10"/>
      <w:r w:rsidRPr="004518EA">
        <w:t xml:space="preserve"> </w:t>
      </w:r>
    </w:p>
    <w:p w14:paraId="0E8E7C4E" w14:textId="435FDC36"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D6409">
          <w:rPr>
            <w:rStyle w:val="Hypertextovodkaz"/>
            <w:noProof w:val="0"/>
            <w:color w:val="auto"/>
          </w:rPr>
          <w:t>https://zakazky.spravazeleznic.cz/</w:t>
        </w:r>
      </w:hyperlink>
      <w:r w:rsidRPr="002D6409">
        <w:t xml:space="preserve">. Písemná žádost musí být zadavateli doručena </w:t>
      </w:r>
      <w:r w:rsidRPr="002D6409">
        <w:rPr>
          <w:b/>
        </w:rPr>
        <w:t xml:space="preserve">nejpozději </w:t>
      </w:r>
      <w:r w:rsidR="00F3316E" w:rsidRPr="002D6409">
        <w:rPr>
          <w:b/>
        </w:rPr>
        <w:t>6 pracovních dnů</w:t>
      </w:r>
      <w:r w:rsidR="00B07880" w:rsidRPr="002D6409">
        <w:rPr>
          <w:b/>
        </w:rPr>
        <w:t xml:space="preserve"> </w:t>
      </w:r>
      <w:r w:rsidRPr="002D6409">
        <w:t>před uplynutím lhůty pro podání nabídek</w:t>
      </w:r>
      <w:r w:rsidR="00693188" w:rsidRPr="002D6409">
        <w:t>, jinak zadavatel není povinen vysvětlení poskytnout</w:t>
      </w:r>
      <w:r w:rsidRPr="002D6409">
        <w:t>.</w:t>
      </w:r>
    </w:p>
    <w:p w14:paraId="0B436374" w14:textId="6897FE2A" w:rsidR="0035531B" w:rsidRPr="00273B66" w:rsidRDefault="00FD39DE" w:rsidP="001F79F7">
      <w:pPr>
        <w:pStyle w:val="Text1-1"/>
        <w:ind w:left="737"/>
      </w:pPr>
      <w:r w:rsidRPr="00273B66">
        <w:t xml:space="preserve">Zadavatel poskytne vysvětlení zadávací dokumentace </w:t>
      </w:r>
      <w:r w:rsidRPr="002D6409">
        <w:t xml:space="preserve">nejpozději </w:t>
      </w:r>
      <w:r w:rsidR="00B07880" w:rsidRPr="002D6409">
        <w:rPr>
          <w:b/>
        </w:rPr>
        <w:t xml:space="preserve">3 </w:t>
      </w:r>
      <w:r w:rsidRPr="002D6409">
        <w:rPr>
          <w:b/>
        </w:rPr>
        <w:t>pracovních dnů</w:t>
      </w:r>
      <w:r w:rsidRPr="002D6409">
        <w:t xml:space="preserve"> po doručení žádosti podle předchozího odstavce. Pokud zadavatel na žádost o vysvětlení</w:t>
      </w:r>
      <w:r w:rsidRPr="00273B66">
        <w:t>, která není doručena včas, vysvětlení poskytne, nemusí dodržet lhůtu uvedenou v předchozí větě</w:t>
      </w:r>
      <w:r w:rsidR="0035531B" w:rsidRPr="00273B66">
        <w:t>.</w:t>
      </w:r>
      <w:r w:rsidR="00693188" w:rsidRPr="00273B66">
        <w:t xml:space="preserve"> </w:t>
      </w:r>
      <w:r w:rsidR="00693188" w:rsidRPr="002D6409">
        <w:t xml:space="preserve">Vysvětlení zadávací dokumentace může zadavatel poskytnout i bez předchozí žádosti, a to nejméně </w:t>
      </w:r>
      <w:r w:rsidR="00006FB3" w:rsidRPr="002D6409">
        <w:t>3</w:t>
      </w:r>
      <w:r w:rsidR="00693188" w:rsidRPr="002D6409">
        <w:t xml:space="preserve"> pracovní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1" w:name="_Toc121314602"/>
      <w:r w:rsidRPr="00273B66">
        <w:t>POŽADAVKY ZADAVATELE NA KVALIFIKACI</w:t>
      </w:r>
      <w:bookmarkEnd w:id="11"/>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4BE238B4" w:rsidR="0035531B" w:rsidRPr="00273B66" w:rsidRDefault="00FD39DE" w:rsidP="00FD39DE">
      <w:pPr>
        <w:pStyle w:val="Odrka1-1"/>
      </w:pPr>
      <w:r w:rsidRPr="00273B66">
        <w:t>Zadavatel požaduje p</w:t>
      </w:r>
      <w:r w:rsidR="00116A07">
        <w:t xml:space="preserve">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645EC539" w:rsidR="0035531B"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7F3EDA9" w14:textId="77777777" w:rsidR="00531191" w:rsidRPr="00273B66" w:rsidRDefault="00531191" w:rsidP="00CC4380">
      <w:pPr>
        <w:pStyle w:val="Textbezslovn"/>
        <w:ind w:left="1077"/>
      </w:pP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25EC9A03"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 xml:space="preserve">rozsahu odpovídajícím předmětu veřejné zakázky, </w:t>
      </w:r>
      <w:r w:rsidR="006D3459" w:rsidRPr="005F069D">
        <w:t>pokud jiné právní předpisy takové oprávnění vyžadují</w:t>
      </w:r>
      <w:r w:rsidR="006D3459">
        <w:t xml:space="preserve">, </w:t>
      </w:r>
      <w:r w:rsidRPr="00273B66">
        <w:t>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 xml:space="preserve">živnostenském podnikání, ve znění pozdějších předpisů, prokazuje živnostenské </w:t>
      </w:r>
      <w:r w:rsidRPr="00273B66">
        <w:lastRenderedPageBreak/>
        <w:t>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2D6409" w:rsidRDefault="0035531B" w:rsidP="00D10A2D">
      <w:pPr>
        <w:pStyle w:val="Odrka1-2-"/>
      </w:pPr>
      <w:r w:rsidRPr="002D6409">
        <w:t>Provádění staveb, jejich změn</w:t>
      </w:r>
      <w:r w:rsidR="00845C50" w:rsidRPr="002D6409">
        <w:t xml:space="preserve"> a </w:t>
      </w:r>
      <w:r w:rsidRPr="002D6409">
        <w:t>odstraňování,</w:t>
      </w:r>
    </w:p>
    <w:p w14:paraId="70B71364" w14:textId="77777777" w:rsidR="0035531B" w:rsidRPr="002D6409" w:rsidRDefault="0035531B" w:rsidP="00CC4380">
      <w:pPr>
        <w:pStyle w:val="Odrka1-2-"/>
      </w:pPr>
      <w:r w:rsidRPr="002D6409">
        <w:t>Revize, prohlídky</w:t>
      </w:r>
      <w:r w:rsidR="00845C50" w:rsidRPr="002D6409">
        <w:t xml:space="preserve"> a </w:t>
      </w:r>
      <w:r w:rsidRPr="002D6409">
        <w:t>zkoušky určených technických zařízení</w:t>
      </w:r>
      <w:r w:rsidR="00092CC9" w:rsidRPr="002D6409">
        <w:t xml:space="preserve"> v </w:t>
      </w:r>
      <w:r w:rsidRPr="002D6409">
        <w:t>provozu,</w:t>
      </w:r>
    </w:p>
    <w:p w14:paraId="6F64E227" w14:textId="77777777" w:rsidR="0035531B" w:rsidRPr="002D6409" w:rsidRDefault="00006FB3" w:rsidP="00006FB3">
      <w:pPr>
        <w:pStyle w:val="Odrka1-2-"/>
        <w:spacing w:after="120"/>
      </w:pPr>
      <w:r w:rsidRPr="002D6409">
        <w:t>Projektová činnost ve výstavbě</w:t>
      </w:r>
      <w:r w:rsidR="0035531B" w:rsidRPr="002D6409">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2D6409"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 xml:space="preserve">výkonu </w:t>
      </w:r>
      <w:r w:rsidRPr="002D6409">
        <w:t>povolání autorizovaných inženýrů</w:t>
      </w:r>
      <w:r w:rsidR="00845C50" w:rsidRPr="002D6409">
        <w:t xml:space="preserve"> a </w:t>
      </w:r>
      <w:r w:rsidRPr="002D6409">
        <w:t>techniků činných ve výstavbě, ve znění pozdějších předpisů</w:t>
      </w:r>
      <w:r w:rsidR="007476A8" w:rsidRPr="002D6409">
        <w:t xml:space="preserve"> (dále jen „autorizační zákon“)</w:t>
      </w:r>
      <w:r w:rsidRPr="002D6409">
        <w:t>.</w:t>
      </w:r>
    </w:p>
    <w:p w14:paraId="7D6C07D5" w14:textId="77777777" w:rsidR="0035531B" w:rsidRPr="002D6409" w:rsidRDefault="0035531B" w:rsidP="00CC4380">
      <w:pPr>
        <w:pStyle w:val="Odrka1-2-"/>
      </w:pPr>
      <w:r w:rsidRPr="002D6409">
        <w:t>Zadavatel požaduje předložení úředního oprávnění pro ověřování výsledků zeměměřických činností</w:t>
      </w:r>
      <w:r w:rsidR="00092CC9" w:rsidRPr="002D6409">
        <w:t xml:space="preserve"> v </w:t>
      </w:r>
      <w:r w:rsidRPr="002D6409">
        <w:t xml:space="preserve">rozsahu dle § 13 odst. 1 písm. </w:t>
      </w:r>
      <w:r w:rsidRPr="002D6409">
        <w:rPr>
          <w:rStyle w:val="Tun9b"/>
        </w:rPr>
        <w:t>a)</w:t>
      </w:r>
      <w:r w:rsidR="00845C50" w:rsidRPr="002D6409">
        <w:rPr>
          <w:rStyle w:val="Tun9b"/>
        </w:rPr>
        <w:t xml:space="preserve"> </w:t>
      </w:r>
      <w:r w:rsidR="00845C50" w:rsidRPr="002D6409">
        <w:rPr>
          <w:rStyle w:val="Tun9b"/>
          <w:b w:val="0"/>
        </w:rPr>
        <w:t>a </w:t>
      </w:r>
      <w:r w:rsidRPr="002D6409">
        <w:rPr>
          <w:rStyle w:val="Tun9b"/>
        </w:rPr>
        <w:t>c)</w:t>
      </w:r>
      <w:r w:rsidRPr="002D6409">
        <w:t xml:space="preserve"> zákona č. 200/1994 Sb.,</w:t>
      </w:r>
      <w:r w:rsidR="00092CC9" w:rsidRPr="002D6409">
        <w:t xml:space="preserve"> o </w:t>
      </w:r>
      <w:r w:rsidRPr="002D6409">
        <w:t>zeměměřictví</w:t>
      </w:r>
      <w:r w:rsidR="00845C50" w:rsidRPr="002D6409">
        <w:t xml:space="preserve"> a</w:t>
      </w:r>
      <w:r w:rsidR="00092CC9" w:rsidRPr="002D6409">
        <w:t xml:space="preserve"> o </w:t>
      </w:r>
      <w:r w:rsidRPr="002D6409">
        <w:t>změně</w:t>
      </w:r>
      <w:r w:rsidR="00845C50" w:rsidRPr="002D6409">
        <w:t xml:space="preserve"> a </w:t>
      </w:r>
      <w:r w:rsidRPr="002D6409">
        <w:t>doplnění některých zákonů souvisejících</w:t>
      </w:r>
      <w:r w:rsidR="00845C50" w:rsidRPr="002D6409">
        <w:t xml:space="preserve"> s </w:t>
      </w:r>
      <w:r w:rsidRPr="002D6409">
        <w:t>jeho zavedením, ve znění pozdějších předpisů.</w:t>
      </w:r>
    </w:p>
    <w:p w14:paraId="34756C04" w14:textId="77777777" w:rsidR="0035531B" w:rsidRPr="00DB15AC" w:rsidRDefault="00FD4743" w:rsidP="00CC4380">
      <w:pPr>
        <w:pStyle w:val="Textbezslovn"/>
        <w:ind w:left="1077"/>
      </w:pPr>
      <w:r w:rsidRPr="002D6409">
        <w:t>Je-li dodavatel fyzickou osobou, musí odbornou způsobilost</w:t>
      </w:r>
      <w:r w:rsidRPr="00DB15AC">
        <w:t xml:space="preserve">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0891175B" w:rsidR="00187DED" w:rsidRPr="00F00A44" w:rsidRDefault="00187DED" w:rsidP="00187DED">
      <w:pPr>
        <w:pStyle w:val="Odrka1-1"/>
        <w:rPr>
          <w:b/>
        </w:rPr>
      </w:pPr>
      <w:r w:rsidRPr="00F00A44">
        <w:t xml:space="preserve">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dokumentace ve stupni projektové dokumentace pro </w:t>
      </w:r>
      <w:r w:rsidR="009D345E">
        <w:t xml:space="preserve">vydání </w:t>
      </w:r>
      <w:r w:rsidRPr="00F00A44">
        <w:t>stavební</w:t>
      </w:r>
      <w:r w:rsidR="009D345E">
        <w:t>ho</w:t>
      </w:r>
      <w:r w:rsidRPr="00F00A44">
        <w:t xml:space="preserve"> povolení (</w:t>
      </w:r>
      <w:r w:rsidR="009D345E">
        <w:t>dále jen „</w:t>
      </w:r>
      <w:r w:rsidRPr="00F00A44">
        <w:t>DSP</w:t>
      </w:r>
      <w:r w:rsidR="009D345E">
        <w:t>“</w:t>
      </w:r>
      <w:r w:rsidRPr="00F00A44">
        <w:t xml:space="preserve">) nebo ve stupni dokumentace pro </w:t>
      </w:r>
      <w:r w:rsidR="009D345E">
        <w:t xml:space="preserve">vydání </w:t>
      </w:r>
      <w:r w:rsidRPr="00F00A44">
        <w:t>společné</w:t>
      </w:r>
      <w:r w:rsidR="009D345E">
        <w:t>ho</w:t>
      </w:r>
      <w:r w:rsidRPr="00F00A44">
        <w:t xml:space="preserve"> povolení (</w:t>
      </w:r>
      <w:r w:rsidR="009D345E">
        <w:t>dále jen „</w:t>
      </w:r>
      <w:r w:rsidRPr="00F00A44">
        <w:t>DUSP</w:t>
      </w:r>
      <w:r w:rsidR="009D345E">
        <w:t>“</w:t>
      </w:r>
      <w:r w:rsidRPr="00F00A44">
        <w:t xml:space="preserve">) nebo ve </w:t>
      </w:r>
      <w:r w:rsidR="009D345E">
        <w:t xml:space="preserve">stupních </w:t>
      </w:r>
      <w:r w:rsidRPr="00F00A44">
        <w:t xml:space="preserve">projektové dokumentace pro </w:t>
      </w:r>
      <w:r w:rsidR="009D345E">
        <w:t xml:space="preserve">vydání </w:t>
      </w:r>
      <w:r w:rsidRPr="00F00A44">
        <w:t>stavební</w:t>
      </w:r>
      <w:r w:rsidR="009D345E">
        <w:t>ho</w:t>
      </w:r>
      <w:r w:rsidRPr="00F00A44">
        <w:t xml:space="preserve"> povolení a projektové dokumentace pro provádění stavby (</w:t>
      </w:r>
      <w:r w:rsidR="009D345E">
        <w:t>dále jen „</w:t>
      </w:r>
      <w:r w:rsidR="001E35F3" w:rsidRPr="00F00A44">
        <w:t>DSP+</w:t>
      </w:r>
      <w:r w:rsidRPr="00F00A44">
        <w:t>PDPS</w:t>
      </w:r>
      <w:r w:rsidR="009D345E">
        <w:t>“</w:t>
      </w:r>
      <w:r w:rsidRPr="00F00A44">
        <w:t xml:space="preserve">) </w:t>
      </w:r>
      <w:r w:rsidR="00A026C2" w:rsidRPr="00F00A44">
        <w:t xml:space="preserve">nebo </w:t>
      </w:r>
      <w:r w:rsidR="001E35F3" w:rsidRPr="00F00A44">
        <w:t xml:space="preserve">ve </w:t>
      </w:r>
      <w:r w:rsidR="009D345E">
        <w:t xml:space="preserve">stupních </w:t>
      </w:r>
      <w:r w:rsidR="001E35F3" w:rsidRPr="00F00A44">
        <w:t xml:space="preserve">dokumentace pro </w:t>
      </w:r>
      <w:r w:rsidR="009D345E">
        <w:t xml:space="preserve">vydání </w:t>
      </w:r>
      <w:r w:rsidR="001E35F3" w:rsidRPr="00F00A44">
        <w:t>společné</w:t>
      </w:r>
      <w:r w:rsidR="009D345E">
        <w:t>ho</w:t>
      </w:r>
      <w:r w:rsidR="001E35F3" w:rsidRPr="00F00A44">
        <w:t xml:space="preserve"> povolení a projektové dokumentace pro provádění stavby (</w:t>
      </w:r>
      <w:r w:rsidR="009D345E">
        <w:t>dále jen „</w:t>
      </w:r>
      <w:r w:rsidR="001E35F3" w:rsidRPr="00F00A44">
        <w:t>DUSP+PDPS</w:t>
      </w:r>
      <w:r w:rsidR="009D345E">
        <w:t>“</w:t>
      </w:r>
      <w:r w:rsidR="001E35F3" w:rsidRPr="00F00A44">
        <w:t xml:space="preserve">) </w:t>
      </w:r>
      <w:r w:rsidR="00CE526E">
        <w:t>dle zvláštních právních předpisů</w:t>
      </w:r>
      <w:r w:rsidR="00CE526E" w:rsidRPr="00833899">
        <w:rPr>
          <w:rStyle w:val="Znakapoznpodarou"/>
        </w:rPr>
        <w:footnoteReference w:id="1"/>
      </w:r>
      <w:r w:rsidR="00CE526E">
        <w:t xml:space="preserve"> </w:t>
      </w:r>
      <w:r w:rsidRPr="00F00A44">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F00A44">
        <w:rPr>
          <w:b/>
        </w:rPr>
        <w:t xml:space="preserve">projektování </w:t>
      </w:r>
      <w:r w:rsidR="000F4E1A" w:rsidRPr="00F00A44">
        <w:rPr>
          <w:b/>
        </w:rPr>
        <w:t xml:space="preserve">sdělovacího zařízení. </w:t>
      </w:r>
    </w:p>
    <w:p w14:paraId="2C1212B9" w14:textId="07ED006B"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dokumentace ve stupni DSP nebo DUSP nebo DSP</w:t>
      </w:r>
      <w:r w:rsidR="00A026C2">
        <w:t>+</w:t>
      </w:r>
      <w:r w:rsidRPr="002C1D1C">
        <w:t>PDPS</w:t>
      </w:r>
      <w:r w:rsidR="00707B4F">
        <w:t xml:space="preserve"> nebo </w:t>
      </w:r>
      <w:r w:rsidR="00707B4F">
        <w:lastRenderedPageBreak/>
        <w:t>DUSP</w:t>
      </w:r>
      <w:r w:rsidR="00A026C2">
        <w:t>+</w:t>
      </w:r>
      <w:r w:rsidR="00707B4F">
        <w:t>PDPS</w:t>
      </w:r>
      <w:r w:rsidRPr="002C1D1C">
        <w:t>, zadavatel považuje rovněž provedení aktualizace dokumentace ve stupni DSP nebo DUSP nebo DSP</w:t>
      </w:r>
      <w:r w:rsidR="00A026C2">
        <w:t>+</w:t>
      </w:r>
      <w:r w:rsidRPr="002C1D1C">
        <w:t>PDPS</w:t>
      </w:r>
      <w:r w:rsidR="00707B4F">
        <w:t xml:space="preserve"> nebo DUSP</w:t>
      </w:r>
      <w:r w:rsidR="00A026C2">
        <w:t>+</w:t>
      </w:r>
      <w:r w:rsidR="00707B4F">
        <w:t>PDPS</w:t>
      </w:r>
      <w:r w:rsidRPr="002C1D1C">
        <w:t>.</w:t>
      </w:r>
    </w:p>
    <w:p w14:paraId="4DE64CDE" w14:textId="79143B6A" w:rsidR="0095214A" w:rsidRDefault="0095214A" w:rsidP="001A5DEA">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CE526E">
        <w:t xml:space="preserve"> Označení DUSP je (pouze) pro účely stanovení požadavků zadavatele na doložení dokladů ve výběrovém řízení dle této Výzvy použito pro zjednodušení i pro označení projektové dokumentace pro vydání společného povolení u staveb dopravní infrastruktury podle liniového zákona (zák. č. 416/2009 Sb., ve znění pozdějších předpisů), pro kterou se jinak dle směrnice </w:t>
      </w:r>
      <w:r w:rsidR="00CE526E" w:rsidRPr="002B12F8">
        <w:t>SŽ SM011</w:t>
      </w:r>
      <w:r w:rsidR="00CE526E">
        <w:t xml:space="preserve"> používá označení DUSL.</w:t>
      </w:r>
    </w:p>
    <w:p w14:paraId="2D3224C8" w14:textId="4FDE7C28" w:rsidR="001A5DEA" w:rsidRDefault="000F4E1A" w:rsidP="001A5DEA">
      <w:pPr>
        <w:pStyle w:val="Textbezslovn"/>
        <w:ind w:left="1077"/>
      </w:pPr>
      <w:r w:rsidRPr="00F00A44">
        <w:t xml:space="preserve">Celkový součet hodnot významných ukončených služeb obdobného charakteru za poslední 5 let před zahájením výběrového řízení, které dodavatel poskytl, musí dosahovat v souhrnu nejméně </w:t>
      </w:r>
      <w:r w:rsidRPr="00F00A44">
        <w:rPr>
          <w:b/>
        </w:rPr>
        <w:t>1 mil. Kč bez DPH</w:t>
      </w:r>
      <w:r w:rsidRPr="00F00A44">
        <w:t xml:space="preserve">, přičemž alespoň jedna služba musí dosahovat hodnoty nejméně </w:t>
      </w:r>
      <w:r w:rsidR="003669C1">
        <w:rPr>
          <w:b/>
        </w:rPr>
        <w:t>5</w:t>
      </w:r>
      <w:r w:rsidRPr="00F00A44">
        <w:rPr>
          <w:b/>
        </w:rPr>
        <w:t>00 000,- Kč bez DPH</w:t>
      </w:r>
      <w:r w:rsidRPr="00F00A44">
        <w:t xml:space="preserve">. Hodnotou služby se pro účely posouzení splnění kritérií technické kvalifikace rozumí cena, za kterou dodavatel provedl předmětné služby; tato cena nebude upravována o míru inflace tak, aby odpovídala současným hodnotám služeb. </w:t>
      </w:r>
      <w:r w:rsidR="00BD13B2">
        <w:t xml:space="preserve">V případě dokumentací ve stupních DSP+PDPS nebo DUSP+PDPS lze jako cenu jedné významné služby doložit součet cen obou uvedených stupňů (tj. součet cen DSP+PDPS nebo DUSP+PDPS). </w:t>
      </w:r>
      <w:r w:rsidR="001A5DEA" w:rsidRPr="00F00A44">
        <w:t>Pro odstranění pochybností zadavatel uvádí, že požadavek kritéria technické kvalifikace na doložení významných služeb lze splnit předložením seznamu i pouze jediné</w:t>
      </w:r>
      <w:r w:rsidR="0012671B" w:rsidRPr="00F00A44">
        <w:t xml:space="preserve"> služby</w:t>
      </w:r>
      <w:r w:rsidR="001A5DEA" w:rsidRPr="00F00A44">
        <w:t xml:space="preserve"> splňující </w:t>
      </w:r>
      <w:r w:rsidR="003A636B" w:rsidRPr="00F00A44">
        <w:t xml:space="preserve">uvedené </w:t>
      </w:r>
      <w:r w:rsidR="001A5DEA" w:rsidRPr="00F00A44">
        <w:t>požadavky zadavatele.</w:t>
      </w:r>
    </w:p>
    <w:p w14:paraId="7495AD7F" w14:textId="77777777" w:rsidR="000F4E1A" w:rsidRDefault="000F4E1A" w:rsidP="00187DED">
      <w:pPr>
        <w:pStyle w:val="Textbezslovn"/>
        <w:ind w:left="1077"/>
      </w:pPr>
      <w:r w:rsidRPr="00E702FC">
        <w:t xml:space="preserve">Seznam významných služeb bude předložen ve formě dle vzorového formuláře obsaženého v Příloze č. 4 </w:t>
      </w:r>
      <w:proofErr w:type="gramStart"/>
      <w:r w:rsidRPr="00E702FC">
        <w:t>této</w:t>
      </w:r>
      <w:proofErr w:type="gramEnd"/>
      <w:r w:rsidRPr="00E702FC">
        <w:t xml:space="preserve">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6E7DE276" w14:textId="04E6D6BB" w:rsidR="006D3459" w:rsidRDefault="00187DED" w:rsidP="006D3459">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w:t>
      </w:r>
      <w:r w:rsidR="00DC4073">
        <w:t xml:space="preserve">činnosti odpovídající zadavatelem stanovené definici významné </w:t>
      </w:r>
      <w:r w:rsidRPr="0000237D">
        <w:t xml:space="preserve">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 xml:space="preserve">V případě, že byla referovaná služba, resp. </w:t>
      </w:r>
      <w:r w:rsidR="00DC4073">
        <w:t>zpracovaný příslušný stupeň dokumentace,</w:t>
      </w:r>
      <w:r w:rsidR="00DC4073" w:rsidRPr="0000237D">
        <w:t xml:space="preserve"> </w:t>
      </w:r>
      <w:r w:rsidRPr="0000237D">
        <w:t>součástí rozsáhlejšího plnění pro objednatele služby (např. kromě zpracování projektové dokumentace měl dodavatel vykonávat i autorský dozor při realizaci stavby apod.) postačí, pokud je dokončeno plnění</w:t>
      </w:r>
      <w:r w:rsidR="00DC4073">
        <w:t>,</w:t>
      </w:r>
      <w:r w:rsidRPr="0000237D">
        <w:t xml:space="preserve"> </w:t>
      </w:r>
      <w:r w:rsidR="00DC4073">
        <w:t xml:space="preserve">které odpovídá zadavatelem stanovené definici významné služby </w:t>
      </w:r>
      <w:r w:rsidRPr="0000237D">
        <w:t>(tj. projektové práce ve stupni DSP nebo DUSP nebo DSP</w:t>
      </w:r>
      <w:r w:rsidR="00CA7880">
        <w:t>+</w:t>
      </w:r>
      <w:r w:rsidRPr="0000237D">
        <w:t xml:space="preserve">PDPS </w:t>
      </w:r>
      <w:r w:rsidR="00CA7880">
        <w:t>nebo DUSP+</w:t>
      </w:r>
      <w:r w:rsidR="00707B4F">
        <w:t xml:space="preserve">PDPS </w:t>
      </w:r>
      <w:r w:rsidRPr="0000237D">
        <w:t>pro stavby železničních drah</w:t>
      </w:r>
      <w:r w:rsidR="00DC4073" w:rsidRPr="00DC4073">
        <w:t xml:space="preserve"> </w:t>
      </w:r>
      <w:r w:rsidR="00DC4073">
        <w:t>s výše požadovaným předmětem plnění</w:t>
      </w:r>
      <w:r w:rsidRPr="0000237D">
        <w:t>)</w:t>
      </w:r>
      <w:r w:rsidR="00C27FC4">
        <w:t xml:space="preserve"> s tím, že zakázka jako celek (tj. ohledně dalších činností, např. autorského dozoru při realizaci stavby) dokončena není</w:t>
      </w:r>
      <w:r w:rsidRPr="0000237D">
        <w:t>; zároveň však platí, že nestačí</w:t>
      </w:r>
      <w:r w:rsidR="00C27FC4">
        <w:t xml:space="preserve"> (tj. nepovažuje se za plnění dokončené v požadované době)</w:t>
      </w:r>
      <w:r w:rsidRPr="0000237D">
        <w:t>, pokud je v posledních 5 letech dokončena služba rozsáhlejšího plnění jako celek</w:t>
      </w:r>
      <w:r w:rsidR="00DC4073">
        <w:t xml:space="preserve"> (např. dokončen autorský dozor při realizaci stavby)</w:t>
      </w:r>
      <w:r w:rsidRPr="0000237D">
        <w:t xml:space="preserve">, avšak plnění </w:t>
      </w:r>
      <w:r w:rsidR="00DC4073">
        <w:t>odpovídající definici významné služby</w:t>
      </w:r>
      <w:r w:rsidR="00DC4073" w:rsidRPr="0000237D">
        <w:t xml:space="preserve"> </w:t>
      </w:r>
      <w:r w:rsidRPr="0000237D">
        <w:t xml:space="preserve">bylo dokončeno dříve než před 5 lety. </w:t>
      </w:r>
      <w:r w:rsidR="006D3459">
        <w:t xml:space="preserve">Obdobným způsobem je nutno naplnit i parametr ceny dané referované </w:t>
      </w:r>
      <w:r w:rsidR="006D3459">
        <w:lastRenderedPageBreak/>
        <w:t xml:space="preserve">projektové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3318AC98" w14:textId="77777777" w:rsidR="006D3459" w:rsidRDefault="006D3459" w:rsidP="006D3459">
      <w:pPr>
        <w:pStyle w:val="Textbezslovn"/>
        <w:ind w:left="1077"/>
      </w:pPr>
      <w:r>
        <w:t>Pro odstranění pochybností zadavatel k výše uvedenému upřesňuje, že:</w:t>
      </w:r>
    </w:p>
    <w:p w14:paraId="54A211BE" w14:textId="77777777" w:rsidR="006D3459" w:rsidRDefault="006D3459" w:rsidP="006D3459">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688F8DA6" w14:textId="77777777" w:rsidR="006D3459" w:rsidRDefault="006D3459" w:rsidP="006D3459">
      <w:pPr>
        <w:pStyle w:val="Odrka1-2-"/>
      </w:pPr>
      <w:r>
        <w:t xml:space="preserve">pro potřeby doložení referenčních zakázek (významných služeb) se zakázka na projektové práce spočívající ve zpracování </w:t>
      </w:r>
      <w:r>
        <w:rPr>
          <w:rFonts w:cs="Arial"/>
          <w:bCs/>
        </w:rPr>
        <w:t>dokumentace</w:t>
      </w:r>
      <w:r>
        <w:t xml:space="preserve"> ve stupni DSP nebo DUSP nebo DSP+PDPS nebo DUSP+PDPS považuje za dokončenou definitivním předáním DSP nebo DUSP nebo DSP+PDPS nebo DUSP+PDPS včetně dokladové části, příp. jejich aktualizace, objednateli po zapracování všech připomínek</w:t>
      </w:r>
      <w:r w:rsidRPr="00811843">
        <w:t xml:space="preserve"> </w:t>
      </w:r>
      <w:r>
        <w:t>a jejím převzetím objednatelem, a to bez případného podání žádosti o stavební povolení nebo společné povolení, je-li součástí plnění zakázky.</w:t>
      </w:r>
    </w:p>
    <w:p w14:paraId="36E7EBD5" w14:textId="77777777" w:rsidR="006D3459" w:rsidRDefault="006D3459" w:rsidP="00187DED">
      <w:pPr>
        <w:pStyle w:val="Textbezslovn"/>
        <w:ind w:left="1077"/>
      </w:pPr>
    </w:p>
    <w:p w14:paraId="6ED33E08" w14:textId="29BF9C9D"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00FFE0D2" w:rsidR="00187DED" w:rsidRDefault="00187DED" w:rsidP="00224213">
      <w:pPr>
        <w:pStyle w:val="Textbezslovn"/>
        <w:ind w:left="993"/>
      </w:pPr>
      <w:r w:rsidRPr="0000237D">
        <w:t>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339EE4C0" w:rsidR="00F95A2C" w:rsidRPr="0000237D" w:rsidRDefault="00F95A2C" w:rsidP="002E7B8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F00A44">
        <w:t xml:space="preserve"> nebo </w:t>
      </w:r>
      <w:r w:rsidR="00F6113F" w:rsidRPr="0000237D">
        <w:t xml:space="preserve">rekonstrukce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1891892C" w14:textId="3B350D58" w:rsidR="005E5172" w:rsidRPr="00C8541D" w:rsidRDefault="00707B4F" w:rsidP="00EC46CA">
      <w:pPr>
        <w:pStyle w:val="Textbezslovn"/>
        <w:ind w:left="993"/>
      </w:pPr>
      <w:r w:rsidRPr="00707B4F">
        <w:rPr>
          <w:lang w:eastAsia="cs-CZ"/>
        </w:rPr>
        <w:t xml:space="preserve">Zadavatel </w:t>
      </w:r>
      <w:r w:rsidR="006D3459">
        <w:rPr>
          <w:lang w:eastAsia="cs-CZ"/>
        </w:rPr>
        <w:t xml:space="preserve">dále </w:t>
      </w:r>
      <w:r w:rsidRPr="00707B4F">
        <w:rPr>
          <w:lang w:eastAsia="cs-CZ"/>
        </w:rPr>
        <w:t xml:space="preserve">požaduje, aby dodavatel předložil i </w:t>
      </w:r>
      <w:r w:rsidRPr="00707B4F">
        <w:rPr>
          <w:b/>
          <w:lang w:eastAsia="cs-CZ"/>
        </w:rPr>
        <w:t>osvědčení</w:t>
      </w:r>
      <w:r w:rsidRPr="00707B4F">
        <w:rPr>
          <w:lang w:eastAsia="cs-CZ"/>
        </w:rPr>
        <w:t xml:space="preserve"> objednatelů o řádném poskytnutí a dokončení </w:t>
      </w:r>
      <w:r w:rsidR="00FA24A3">
        <w:rPr>
          <w:lang w:eastAsia="cs-CZ"/>
        </w:rPr>
        <w:t xml:space="preserve">nejvýznamnějších </w:t>
      </w:r>
      <w:r w:rsidRPr="00707B4F">
        <w:rPr>
          <w:lang w:eastAsia="cs-CZ"/>
        </w:rPr>
        <w:t xml:space="preserve">stavebních prací. Zadavatel požaduje, aby dodavatel </w:t>
      </w:r>
      <w:r w:rsidRPr="00C8541D">
        <w:rPr>
          <w:lang w:eastAsia="cs-CZ"/>
        </w:rPr>
        <w:t xml:space="preserve">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C8541D">
        <w:t>dokončil</w:t>
      </w:r>
      <w:r w:rsidR="00CC1CDC" w:rsidRPr="00C8541D">
        <w:t>:</w:t>
      </w:r>
      <w:r w:rsidRPr="00C8541D">
        <w:t xml:space="preserve"> </w:t>
      </w:r>
    </w:p>
    <w:p w14:paraId="14CF79F0" w14:textId="49AD98A8" w:rsidR="006F0EBA" w:rsidRPr="00C8541D" w:rsidRDefault="005E5172" w:rsidP="006F0EBA">
      <w:pPr>
        <w:pStyle w:val="Textbezslovn"/>
        <w:spacing w:after="0"/>
        <w:ind w:left="993"/>
      </w:pPr>
      <w:r w:rsidRPr="00C8541D">
        <w:t xml:space="preserve">- minimálně dvě stavební práce v celkové hodnotě v součtu, včetně případných poddodávek, alespoň ve výši </w:t>
      </w:r>
      <w:r w:rsidRPr="00C8541D">
        <w:rPr>
          <w:b/>
        </w:rPr>
        <w:t>2</w:t>
      </w:r>
      <w:r w:rsidR="00BA73B9" w:rsidRPr="00C8541D">
        <w:rPr>
          <w:b/>
        </w:rPr>
        <w:t>2</w:t>
      </w:r>
      <w:r w:rsidRPr="00C8541D">
        <w:rPr>
          <w:b/>
        </w:rPr>
        <w:t xml:space="preserve"> mil. Kč bez DPH</w:t>
      </w:r>
      <w:r w:rsidRPr="00C8541D">
        <w:t xml:space="preserve">, jejichž předmětem byla </w:t>
      </w:r>
      <w:r w:rsidR="003F6AF2" w:rsidRPr="00C8541D">
        <w:t xml:space="preserve">mimo jiné </w:t>
      </w:r>
      <w:r w:rsidRPr="00C8541D">
        <w:lastRenderedPageBreak/>
        <w:t xml:space="preserve">novostavba nebo rekonstrukce sdělovacího zařízení, </w:t>
      </w:r>
      <w:r w:rsidR="006F0EBA" w:rsidRPr="00C8541D">
        <w:t xml:space="preserve">přičemž celková hodnota alespoň jedné provedené stavební práce musí, včetně případných poddodávek, činit alespoň </w:t>
      </w:r>
      <w:r w:rsidR="006F0EBA" w:rsidRPr="00C8541D">
        <w:rPr>
          <w:b/>
        </w:rPr>
        <w:t>1</w:t>
      </w:r>
      <w:r w:rsidR="00BA73B9" w:rsidRPr="00C8541D">
        <w:rPr>
          <w:b/>
        </w:rPr>
        <w:t>1</w:t>
      </w:r>
      <w:r w:rsidR="006F0EBA" w:rsidRPr="00C8541D">
        <w:rPr>
          <w:b/>
        </w:rPr>
        <w:t xml:space="preserve"> mil. Kč bez DPH</w:t>
      </w:r>
      <w:r w:rsidR="006F0EBA" w:rsidRPr="00C8541D">
        <w:t xml:space="preserve"> a zároveň hodnota </w:t>
      </w:r>
      <w:r w:rsidR="003F6AF2" w:rsidRPr="00C8541D">
        <w:t xml:space="preserve">novostavby nebo rekonstrukce </w:t>
      </w:r>
      <w:r w:rsidR="006F0EBA" w:rsidRPr="00C8541D">
        <w:t xml:space="preserve">sdělovacího zařízení u každé z nich </w:t>
      </w:r>
      <w:r w:rsidR="003F6AF2" w:rsidRPr="00C8541D">
        <w:t xml:space="preserve">musí činit </w:t>
      </w:r>
      <w:r w:rsidR="006F0EBA" w:rsidRPr="00C8541D">
        <w:t xml:space="preserve">alespoň </w:t>
      </w:r>
      <w:r w:rsidR="006F0EBA" w:rsidRPr="00C8541D">
        <w:rPr>
          <w:b/>
        </w:rPr>
        <w:t xml:space="preserve"> </w:t>
      </w:r>
      <w:r w:rsidR="003669C1" w:rsidRPr="00C8541D">
        <w:rPr>
          <w:b/>
        </w:rPr>
        <w:t>5</w:t>
      </w:r>
      <w:r w:rsidR="00BA73B9" w:rsidRPr="00C8541D">
        <w:rPr>
          <w:b/>
        </w:rPr>
        <w:t>,5</w:t>
      </w:r>
      <w:r w:rsidR="003669C1" w:rsidRPr="00C8541D">
        <w:rPr>
          <w:b/>
        </w:rPr>
        <w:t xml:space="preserve"> </w:t>
      </w:r>
      <w:r w:rsidR="006F0EBA" w:rsidRPr="00C8541D">
        <w:rPr>
          <w:b/>
        </w:rPr>
        <w:t>mil. Kč bez DPH.</w:t>
      </w:r>
    </w:p>
    <w:p w14:paraId="2942B3E9" w14:textId="43F551D7" w:rsidR="00623D4A" w:rsidRPr="00C8541D" w:rsidRDefault="005E5172" w:rsidP="006F0EBA">
      <w:pPr>
        <w:pStyle w:val="Textbezslovn"/>
        <w:spacing w:after="0"/>
        <w:ind w:left="993"/>
      </w:pPr>
      <w:r w:rsidRPr="00C8541D">
        <w:t>Hodnotou</w:t>
      </w:r>
      <w:r w:rsidRPr="00C8541D">
        <w:rPr>
          <w:rFonts w:ascii="Verdana" w:hAnsi="Verdana"/>
        </w:rPr>
        <w:t xml:space="preserve"> stavebních prací se </w:t>
      </w:r>
      <w:r w:rsidRPr="00C8541D">
        <w:rPr>
          <w:rFonts w:ascii="Verdana" w:hAnsi="Verdana" w:cs="Arial"/>
          <w:iCs/>
        </w:rPr>
        <w:t>pro účely posouzení splnění kritérií technické kvalifikace</w:t>
      </w:r>
      <w:r w:rsidRPr="00C8541D">
        <w:rPr>
          <w:rFonts w:ascii="Verdana" w:hAnsi="Verdana"/>
        </w:rPr>
        <w:t xml:space="preserve"> rozumí cena,</w:t>
      </w:r>
      <w:r w:rsidRPr="00C8541D">
        <w:t xml:space="preserve"> za kterou dodavatel provedl předmětné stavební práce; tato cena nebude upravována o míru inflace tak, aby odpovídala současným hodnotám stavebních prací.</w:t>
      </w:r>
    </w:p>
    <w:p w14:paraId="7EFCC842" w14:textId="1FFFA63E" w:rsidR="003D42AA"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6B8D82E9" w14:textId="77777777" w:rsidR="009D42BF" w:rsidRPr="00F00A44" w:rsidRDefault="009D42BF" w:rsidP="00CC1CDC">
      <w:pPr>
        <w:pStyle w:val="Textbezslovn"/>
        <w:ind w:left="993"/>
      </w:pPr>
      <w:r w:rsidRPr="00F00A44">
        <w:t xml:space="preserve">Za rekonstrukci se nepovažují opravné ani údržbové práce, jež mají pro účely posouzení splnění kritérií </w:t>
      </w:r>
      <w:r w:rsidRPr="00CC1CDC">
        <w:rPr>
          <w:rFonts w:cs="Arial"/>
          <w:iCs/>
        </w:rPr>
        <w:t>technické</w:t>
      </w:r>
      <w:r w:rsidRPr="00F00A44">
        <w:t xml:space="preserve"> kvalifikace v těchto zadávacích podmínkách následující význam: </w:t>
      </w:r>
    </w:p>
    <w:p w14:paraId="2EE4193C" w14:textId="69129469" w:rsidR="009D42BF" w:rsidRPr="00F00A44" w:rsidRDefault="009D42BF" w:rsidP="00D22595">
      <w:pPr>
        <w:pStyle w:val="Odrka1-2-"/>
      </w:pPr>
      <w:r w:rsidRPr="00F00A44">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7CC1BF2E" w14:textId="5DF1EAAC" w:rsidR="009D42BF" w:rsidRPr="00F00A44" w:rsidRDefault="009D42BF" w:rsidP="00D22595">
      <w:pPr>
        <w:pStyle w:val="Odrka1-2-"/>
      </w:pPr>
      <w:r w:rsidRPr="00F00A44">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Pr="00F00A44">
        <w:rPr>
          <w:highlight w:val="green"/>
        </w:rPr>
        <w:t xml:space="preserve"> </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50CF20C5" w14:textId="77777777" w:rsidR="005E5172" w:rsidRPr="00755DFA" w:rsidRDefault="00F95A2C" w:rsidP="005E5172">
      <w:pPr>
        <w:spacing w:after="120"/>
        <w:ind w:left="993"/>
        <w:jc w:val="both"/>
        <w:rPr>
          <w:rFonts w:ascii="Verdana" w:hAnsi="Verdana" w:cs="Calibri"/>
        </w:rPr>
      </w:pPr>
      <w:r w:rsidRPr="0000237D">
        <w:t xml:space="preserve">Seznam stavebních prací bude předložen ve formě dle vzorového formuláře </w:t>
      </w:r>
      <w:r w:rsidR="005E5172" w:rsidRPr="00755DFA">
        <w:t xml:space="preserve">Seznam stavebních prací bude předložen ve formě dle vzorového formuláře obsaženého v Příloze č. 4 </w:t>
      </w:r>
      <w:proofErr w:type="gramStart"/>
      <w:r w:rsidR="005E5172" w:rsidRPr="00755DFA">
        <w:t>této</w:t>
      </w:r>
      <w:proofErr w:type="gramEnd"/>
      <w:r w:rsidR="005E5172" w:rsidRPr="00755DFA">
        <w:t xml:space="preserve"> Výzvy. V předloženém seznamu musí být uvedeny všechny požadované údaje, zejména název stavební práce, předmět plnění s uvedením všech zadavatelem výše požadovaných údajů, cena, doba a místo provádění stavebních </w:t>
      </w:r>
      <w:r w:rsidR="005E5172" w:rsidRPr="00755DFA">
        <w:lastRenderedPageBreak/>
        <w:t>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5E5172" w:rsidRPr="00755DFA">
        <w:rPr>
          <w:rFonts w:ascii="Verdana" w:hAnsi="Verdana" w:cs="Calibri"/>
        </w:rPr>
        <w:t xml:space="preserve"> </w:t>
      </w:r>
    </w:p>
    <w:p w14:paraId="3C4D8442" w14:textId="1945AB2D"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xml:space="preserve">, resp. poslední </w:t>
      </w:r>
      <w:r w:rsidR="00852FCE">
        <w:t>stavební práce</w:t>
      </w:r>
      <w:r w:rsidR="000E15C8" w:rsidRPr="0000237D">
        <w:t>,</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BFE656A" w14:textId="27F0918E" w:rsidR="00CC1CDC" w:rsidRDefault="00CC1CDC" w:rsidP="00187DED">
      <w:pPr>
        <w:pStyle w:val="Textbezslovn"/>
        <w:ind w:left="993"/>
      </w:pPr>
      <w:r>
        <w:t>Oba výše uvedené body se týkají jak celkové hodnoty referenčních zakázek, tak i jejich dílčích hodnot (v cenových i případně necenových jednotkách, jsou-li takové požadovány).</w:t>
      </w:r>
    </w:p>
    <w:p w14:paraId="2EC752DE" w14:textId="64BFC53B" w:rsidR="00AF4A09" w:rsidRPr="0000237D" w:rsidRDefault="00AF4A09" w:rsidP="00187DE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w:t>
      </w:r>
      <w:r w:rsidRPr="0000237D">
        <w:lastRenderedPageBreak/>
        <w:t>použije obdobně i v případě, kdy dodavatel použil k prokázání kvalifikace referenční zakázky, které poskytl jako poddodavatel.</w:t>
      </w:r>
    </w:p>
    <w:p w14:paraId="2FC2DAA1" w14:textId="34DFE565"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4526DCE9" w:rsidR="00AF4A09" w:rsidRPr="0000237D" w:rsidRDefault="00AF4A09" w:rsidP="00AF4A09">
      <w:pPr>
        <w:pStyle w:val="Textbezslovn"/>
      </w:pPr>
      <w:r w:rsidRPr="0000237D">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w:t>
      </w:r>
      <w:r w:rsidR="00610E72">
        <w:t xml:space="preserve"> </w:t>
      </w:r>
      <w:r w:rsidRPr="0000237D">
        <w:t>nelze jakkoliv rozdělit mezi více fyzických osob, takže u téže funkce člena personálu nemůže být prokázáno splnění např. požadované</w:t>
      </w:r>
      <w:r w:rsidR="005536E4">
        <w:t xml:space="preserve"> praxe</w:t>
      </w:r>
      <w:r w:rsidRPr="0000237D">
        <w:t xml:space="preserve">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3712E745" w:rsidR="00AF4A09" w:rsidRDefault="00AF4A09" w:rsidP="00AF4A09">
      <w:pPr>
        <w:pStyle w:val="Textbezslovn"/>
      </w:pPr>
      <w:r w:rsidRPr="0000237D">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w:t>
      </w:r>
      <w:r w:rsidR="00610E72">
        <w:t> </w:t>
      </w:r>
      <w:r w:rsidRPr="0000237D">
        <w:t>doda</w:t>
      </w:r>
      <w:r w:rsidR="007D0559" w:rsidRPr="0000237D">
        <w:t>vateli</w:t>
      </w:r>
      <w:r w:rsidR="00610E72">
        <w:t>, není-li v čl. 9.3 této Výzvy stanoveno jinak</w:t>
      </w:r>
      <w:r w:rsidRPr="0000237D">
        <w:t>), který splňuje následující podmínky (což musí vyplývat z dodavatelem předkládaných dokumentů):</w:t>
      </w:r>
    </w:p>
    <w:p w14:paraId="5F79B3B7" w14:textId="62E7FD8A" w:rsidR="00026A33" w:rsidRPr="008C3D16" w:rsidRDefault="005E5172" w:rsidP="001F2B8C">
      <w:pPr>
        <w:pStyle w:val="Textbezslovn"/>
        <w:numPr>
          <w:ilvl w:val="0"/>
          <w:numId w:val="22"/>
        </w:numPr>
      </w:pPr>
      <w:r w:rsidRPr="00026A33">
        <w:rPr>
          <w:b/>
        </w:rPr>
        <w:t xml:space="preserve">projekt </w:t>
      </w:r>
      <w:proofErr w:type="spellStart"/>
      <w:r w:rsidRPr="00026A33">
        <w:rPr>
          <w:b/>
        </w:rPr>
        <w:t>manager</w:t>
      </w:r>
      <w:proofErr w:type="spellEnd"/>
      <w:r w:rsidRPr="00026A33">
        <w:rPr>
          <w:b/>
        </w:rPr>
        <w:t xml:space="preserve"> </w:t>
      </w:r>
    </w:p>
    <w:p w14:paraId="5AC63333" w14:textId="088E314C" w:rsidR="001F2B8C" w:rsidRPr="00C8541D" w:rsidRDefault="001F2B8C" w:rsidP="001F2B8C">
      <w:pPr>
        <w:pStyle w:val="Odrka1-2-"/>
      </w:pPr>
      <w:r w:rsidRPr="00C8541D">
        <w:t>nejméně 5 let praxe v řízení provádění železničních staveb obsahující sdělovací zařízení;</w:t>
      </w:r>
    </w:p>
    <w:p w14:paraId="245A43BE" w14:textId="0E0AA860" w:rsidR="001F2B8C" w:rsidRPr="00C8541D" w:rsidRDefault="001F2B8C" w:rsidP="001F2B8C">
      <w:pPr>
        <w:pStyle w:val="Odrka1-2-"/>
      </w:pPr>
      <w:r w:rsidRPr="00C8541D">
        <w:t xml:space="preserve">zkušenost s řízením realizace alespoň jedné stavby železničních drah v hodnotě nejméně </w:t>
      </w:r>
      <w:r w:rsidRPr="00C8541D">
        <w:rPr>
          <w:b/>
        </w:rPr>
        <w:t>2</w:t>
      </w:r>
      <w:r w:rsidR="00BA73B9" w:rsidRPr="00C8541D">
        <w:rPr>
          <w:b/>
        </w:rPr>
        <w:t>2</w:t>
      </w:r>
      <w:r w:rsidRPr="00C8541D">
        <w:rPr>
          <w:b/>
        </w:rPr>
        <w:t xml:space="preserve"> mil. Kč bez DPH</w:t>
      </w:r>
      <w:r w:rsidRPr="00C8541D">
        <w:t>, a to v posledních 10 letech před zahájením výběrového řízení;</w:t>
      </w:r>
    </w:p>
    <w:p w14:paraId="46249A4A" w14:textId="1ED0DDD2" w:rsidR="005E5172" w:rsidRPr="00C8541D" w:rsidRDefault="005E5172" w:rsidP="00531191">
      <w:pPr>
        <w:pStyle w:val="Textbezslovn"/>
        <w:numPr>
          <w:ilvl w:val="0"/>
          <w:numId w:val="22"/>
        </w:numPr>
        <w:rPr>
          <w:b/>
        </w:rPr>
      </w:pPr>
      <w:r w:rsidRPr="00C8541D">
        <w:rPr>
          <w:b/>
        </w:rPr>
        <w:t>odpovědný projektant</w:t>
      </w:r>
    </w:p>
    <w:p w14:paraId="053FD5B0" w14:textId="377F7CED" w:rsidR="005E5172" w:rsidRPr="00C8541D" w:rsidRDefault="005E5172" w:rsidP="005E5172">
      <w:pPr>
        <w:pStyle w:val="Odrka1-2-"/>
      </w:pPr>
      <w:r w:rsidRPr="00C8541D">
        <w:t xml:space="preserve">nejméně 5 let praxe </w:t>
      </w:r>
      <w:r w:rsidR="00610E72" w:rsidRPr="00C8541D">
        <w:t xml:space="preserve">v projektování </w:t>
      </w:r>
      <w:r w:rsidRPr="00C8541D">
        <w:t>v oboru sdělovacího zařízení;</w:t>
      </w:r>
    </w:p>
    <w:p w14:paraId="7CF57B61" w14:textId="6599DBA7" w:rsidR="005E5172" w:rsidRPr="00C8541D" w:rsidRDefault="005E5172" w:rsidP="005E5172">
      <w:pPr>
        <w:pStyle w:val="Odrka1-2-"/>
      </w:pPr>
      <w:r w:rsidRPr="00C8541D">
        <w:t xml:space="preserve">musí předložit doklad o autorizaci v rozsahu dle § 5 odst. 3 písm. e) </w:t>
      </w:r>
      <w:r w:rsidR="00610E72" w:rsidRPr="00C8541D">
        <w:t xml:space="preserve">autorizačního </w:t>
      </w:r>
      <w:r w:rsidRPr="00C8541D">
        <w:t>zákona, tedy v oboru technologická zařízení staveb;</w:t>
      </w:r>
    </w:p>
    <w:p w14:paraId="3A4694B7" w14:textId="64686A27" w:rsidR="001003D0" w:rsidRPr="00C8541D" w:rsidRDefault="001003D0" w:rsidP="001003D0">
      <w:pPr>
        <w:pStyle w:val="Textbezslovn"/>
        <w:numPr>
          <w:ilvl w:val="0"/>
          <w:numId w:val="22"/>
        </w:numPr>
        <w:rPr>
          <w:b/>
        </w:rPr>
      </w:pPr>
      <w:r w:rsidRPr="00C8541D">
        <w:rPr>
          <w:b/>
        </w:rPr>
        <w:t xml:space="preserve">stavbyvedoucí </w:t>
      </w:r>
    </w:p>
    <w:p w14:paraId="38E71ED4" w14:textId="77777777" w:rsidR="001003D0" w:rsidRPr="00C8541D" w:rsidRDefault="001003D0" w:rsidP="00250F64">
      <w:pPr>
        <w:pStyle w:val="Odrka1-2-"/>
      </w:pPr>
      <w:r w:rsidRPr="00C8541D">
        <w:t xml:space="preserve">nejméně </w:t>
      </w:r>
      <w:r w:rsidRPr="00C8541D">
        <w:rPr>
          <w:b/>
        </w:rPr>
        <w:t>5 let</w:t>
      </w:r>
      <w:r w:rsidRPr="00C8541D">
        <w:t xml:space="preserve"> praxe v oboru provádění nebo řízení provádění železničních staveb;</w:t>
      </w:r>
    </w:p>
    <w:p w14:paraId="15967978" w14:textId="38DA73D6" w:rsidR="001003D0" w:rsidRPr="00C8541D" w:rsidRDefault="001003D0" w:rsidP="001003D0">
      <w:pPr>
        <w:pStyle w:val="Odrka1-2-"/>
      </w:pPr>
      <w:r w:rsidRPr="00C8541D">
        <w:t>musí předložit doklad o autorizaci v rozsahu dle § 5 odst. 3 písm. e) autorizačního zákona, tedy v oboru technologická zařízení staveb;</w:t>
      </w:r>
    </w:p>
    <w:p w14:paraId="7DE5CCDB" w14:textId="318D7D21" w:rsidR="001003D0" w:rsidRPr="00C8541D" w:rsidRDefault="001003D0" w:rsidP="00F00A44">
      <w:pPr>
        <w:pStyle w:val="Odrka1-2-"/>
      </w:pPr>
      <w:r w:rsidRPr="00C8541D">
        <w:lastRenderedPageBreak/>
        <w:t xml:space="preserve">zkušenost s řízením realizace alespoň jedné stavby železničních drah v hodnotě nejméně </w:t>
      </w:r>
      <w:r w:rsidR="00BE58D9" w:rsidRPr="00C8541D">
        <w:rPr>
          <w:b/>
        </w:rPr>
        <w:t>2</w:t>
      </w:r>
      <w:r w:rsidR="00BA73B9" w:rsidRPr="00C8541D">
        <w:rPr>
          <w:b/>
        </w:rPr>
        <w:t>2</w:t>
      </w:r>
      <w:r w:rsidRPr="00C8541D">
        <w:rPr>
          <w:b/>
        </w:rPr>
        <w:t xml:space="preserve"> mil.</w:t>
      </w:r>
      <w:r w:rsidRPr="00C8541D">
        <w:t xml:space="preserve"> Kč bez DPH, a to v posledních 10 letech před zahájením </w:t>
      </w:r>
      <w:r w:rsidR="00610E72" w:rsidRPr="00C8541D">
        <w:t xml:space="preserve">výběrového </w:t>
      </w:r>
      <w:r w:rsidRPr="00C8541D">
        <w:t>řízení;</w:t>
      </w:r>
    </w:p>
    <w:p w14:paraId="2629AE02" w14:textId="77777777" w:rsidR="005E5172" w:rsidRPr="00E702FC" w:rsidRDefault="005E5172" w:rsidP="005E5172">
      <w:pPr>
        <w:pStyle w:val="Textbezslovn"/>
        <w:numPr>
          <w:ilvl w:val="0"/>
          <w:numId w:val="22"/>
        </w:numPr>
        <w:rPr>
          <w:b/>
        </w:rPr>
      </w:pPr>
      <w:r w:rsidRPr="00E702FC">
        <w:rPr>
          <w:b/>
        </w:rPr>
        <w:t>specialista na sdělovací zařízení</w:t>
      </w:r>
    </w:p>
    <w:p w14:paraId="6F868650" w14:textId="77777777" w:rsidR="005E5172" w:rsidRPr="00E702FC" w:rsidRDefault="005E5172" w:rsidP="005E5172">
      <w:pPr>
        <w:pStyle w:val="Odrka1-2-"/>
      </w:pPr>
      <w:r w:rsidRPr="00E702FC">
        <w:t>nejméně 5 let praxe v oboru instalace sdělovacího zařízení na železnici;</w:t>
      </w:r>
    </w:p>
    <w:p w14:paraId="78FD533D" w14:textId="77777777" w:rsidR="005E5172" w:rsidRPr="00E702FC" w:rsidRDefault="005E5172" w:rsidP="005E5172">
      <w:pPr>
        <w:pStyle w:val="Textbezslovn"/>
        <w:numPr>
          <w:ilvl w:val="0"/>
          <w:numId w:val="22"/>
        </w:numPr>
      </w:pPr>
      <w:r w:rsidRPr="00E702FC">
        <w:rPr>
          <w:b/>
        </w:rPr>
        <w:t>osoba odpovědná za bezpečnost a ochranu zdraví při práci</w:t>
      </w:r>
    </w:p>
    <w:p w14:paraId="2AE7E059" w14:textId="513D0B56" w:rsidR="005E5172" w:rsidRPr="00E702FC" w:rsidRDefault="005E5172" w:rsidP="005E5172">
      <w:pPr>
        <w:pStyle w:val="Odrka1-2-"/>
      </w:pPr>
      <w:r w:rsidRPr="00E702FC">
        <w:t>nejméně 5 let praxe v oboru bezpečn</w:t>
      </w:r>
      <w:r w:rsidR="00610E72">
        <w:t>osti a ochrany zdraví při práci.</w:t>
      </w:r>
    </w:p>
    <w:p w14:paraId="6F286811" w14:textId="77777777" w:rsidR="00EE2244" w:rsidRPr="00BE5AA9" w:rsidRDefault="00EE2244" w:rsidP="00EE2244">
      <w:pPr>
        <w:pStyle w:val="Odrka1-2-"/>
        <w:numPr>
          <w:ilvl w:val="0"/>
          <w:numId w:val="0"/>
        </w:numPr>
        <w:ind w:left="1531"/>
        <w:rPr>
          <w:highlight w:val="green"/>
        </w:rPr>
      </w:pPr>
    </w:p>
    <w:p w14:paraId="542A9905" w14:textId="77777777" w:rsidR="001003D0" w:rsidRPr="000045F9" w:rsidRDefault="001003D0" w:rsidP="001003D0">
      <w:pPr>
        <w:pStyle w:val="Textbezslovn"/>
      </w:pPr>
      <w:r w:rsidRPr="000045F9">
        <w:rPr>
          <w:b/>
        </w:rPr>
        <w:t>Zkušeností s řízením realizace</w:t>
      </w:r>
      <w:r w:rsidRPr="000045F9">
        <w:t xml:space="preserve"> stavby nebo </w:t>
      </w:r>
      <w:r w:rsidRPr="000045F9">
        <w:rPr>
          <w:b/>
        </w:rPr>
        <w:t>praxí v řízení</w:t>
      </w:r>
      <w:r w:rsidRPr="000045F9">
        <w:t xml:space="preserve"> provádění staveb se u příslušných členů odborného personálu, u kterých je tato zkušenost nebo praxe požadována, rozumí činnost spočívající v řízení provádění stavby v pozici zhotovitele ve funkci projekt manažera nebo stavbyvedoucího nebo v obdobné (případně jinak nazvané) funkci při realizaci staveb v zahraničním prostředí, jež je z hlediska věcné náplně práce a odpovědnosti s funkcí projekt manažera nebo stavbyvedoucího srovnatelná. </w:t>
      </w:r>
    </w:p>
    <w:p w14:paraId="6DB270F5" w14:textId="5F358A3F"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xml:space="preserve">,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w:t>
      </w:r>
      <w:r w:rsidR="001003D0">
        <w:t>stavební práce</w:t>
      </w:r>
      <w:r w:rsidR="00EF7AEE">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60B84D31" w:rsidR="0035531B" w:rsidRPr="0000237D" w:rsidRDefault="0035531B" w:rsidP="008B2021">
      <w:pPr>
        <w:pStyle w:val="Textbezslovn"/>
      </w:pPr>
      <w:r w:rsidRPr="0000237D">
        <w:rPr>
          <w:rStyle w:val="Tun9b"/>
        </w:rPr>
        <w:t xml:space="preserve">Zadavatel uzná pouze takovou zkušenost člena odborného </w:t>
      </w:r>
      <w:r w:rsidRPr="00C311A1">
        <w:rPr>
          <w:rStyle w:val="Tun9b"/>
        </w:rPr>
        <w:t xml:space="preserve">personálu, která </w:t>
      </w:r>
      <w:r w:rsidR="00317F7D" w:rsidRPr="00C311A1">
        <w:rPr>
          <w:rStyle w:val="Tun9b"/>
        </w:rPr>
        <w:t>v</w:t>
      </w:r>
      <w:r w:rsidR="00EF7AEE" w:rsidRPr="00C311A1">
        <w:rPr>
          <w:rStyle w:val="Tun9b"/>
        </w:rPr>
        <w:t> požadovaném ob</w:t>
      </w:r>
      <w:r w:rsidR="00EF7AEE" w:rsidRPr="00515B63">
        <w:rPr>
          <w:rStyle w:val="Tun9b"/>
        </w:rPr>
        <w:t>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 xml:space="preserve">Zadavatel si vyhrazuje právo ověřit pravdivost údajů o zkušenostech členů odborného personálu, zejména, zda se členové odborného personálu na realizaci konkrétní referenční stavbě či zakázce skutečně podíleli. Za tímto účelem požaduje zadavatel v </w:t>
      </w:r>
      <w:r w:rsidRPr="0000237D">
        <w:lastRenderedPageBreak/>
        <w:t>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36664136"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A24A3">
        <w:t>ou</w:t>
      </w:r>
      <w:r w:rsidRPr="0000237D">
        <w:t xml:space="preserve"> praxi, zkušenosti, odbornou způsobilost a požadavky na prevenci střetu zájmů</w:t>
      </w:r>
      <w:r w:rsidR="0035531B" w:rsidRPr="0000237D">
        <w:t xml:space="preserve">.    </w:t>
      </w:r>
    </w:p>
    <w:p w14:paraId="3A0AB8D9" w14:textId="418DA8D3" w:rsidR="004C6AD2" w:rsidRDefault="004C6AD2" w:rsidP="006B6FDB">
      <w:pPr>
        <w:pStyle w:val="Text1-1"/>
        <w:ind w:left="737"/>
        <w:rPr>
          <w:rStyle w:val="Tun9b"/>
        </w:rPr>
      </w:pPr>
      <w:r w:rsidRPr="0006499F">
        <w:rPr>
          <w:rStyle w:val="Tun9b"/>
        </w:rPr>
        <w:t>Požadavek na prokázání kvalifikace poddodavatele</w:t>
      </w:r>
    </w:p>
    <w:p w14:paraId="5C35CF6D" w14:textId="77777777" w:rsidR="004C6AD2" w:rsidRDefault="004C6AD2" w:rsidP="004C6AD2">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17637DF0" w14:textId="77777777" w:rsidR="004C6AD2" w:rsidRDefault="004C6AD2" w:rsidP="004C6AD2">
      <w:pPr>
        <w:pStyle w:val="Odrka1-1"/>
      </w:pPr>
      <w:r>
        <w:t>základní způsobilost podle čl. 8.2 této Výzvy a</w:t>
      </w:r>
    </w:p>
    <w:p w14:paraId="5EE324E5" w14:textId="77777777" w:rsidR="004C6AD2" w:rsidRDefault="004C6AD2" w:rsidP="004C6AD2">
      <w:pPr>
        <w:pStyle w:val="Odrka1-1"/>
      </w:pPr>
      <w:r>
        <w:t>profesní způsobilost podle čl. 8.3 první odrážka této Výzvy.</w:t>
      </w:r>
    </w:p>
    <w:p w14:paraId="4B0B54AF" w14:textId="77777777" w:rsidR="004C6AD2" w:rsidRDefault="004C6AD2" w:rsidP="004C6AD2">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0CBCA235" w14:textId="77777777" w:rsidR="004C6AD2" w:rsidRDefault="004C6AD2" w:rsidP="004C6AD2">
      <w:pPr>
        <w:pStyle w:val="Odrka1-1"/>
      </w:pPr>
      <w:r>
        <w:t>základní způsobilost podle čl. 8.2 první odrážka písm. (i) této Výzvy.</w:t>
      </w:r>
    </w:p>
    <w:p w14:paraId="3BA77C8F" w14:textId="77777777" w:rsidR="004C6AD2" w:rsidRDefault="004C6AD2" w:rsidP="004C6AD2">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2362415C" w14:textId="5A8110FC" w:rsidR="004C6AD2" w:rsidRDefault="004C6AD2" w:rsidP="004C6AD2">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8.9 této Výzvy obdobně. </w:t>
      </w:r>
    </w:p>
    <w:p w14:paraId="0B721DDF" w14:textId="77777777" w:rsidR="004C6AD2" w:rsidRDefault="004C6AD2" w:rsidP="004C6AD2">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33F0B760" w14:textId="77777777" w:rsidR="004C6AD2" w:rsidRDefault="004C6AD2" w:rsidP="004C6AD2">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72927519" w14:textId="34B79CAA" w:rsidR="004C6AD2" w:rsidRDefault="004C6AD2" w:rsidP="004C6AD2">
      <w:pPr>
        <w:pStyle w:val="Text1-1"/>
        <w:numPr>
          <w:ilvl w:val="0"/>
          <w:numId w:val="0"/>
        </w:numPr>
        <w:ind w:left="737"/>
        <w:rPr>
          <w:rStyle w:val="Tun9b"/>
        </w:rPr>
      </w:pPr>
      <w:r>
        <w:lastRenderedPageBreak/>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1C225473" w14:textId="128CAE63"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w:t>
      </w:r>
      <w:r w:rsidRPr="0000237D">
        <w:lastRenderedPageBreak/>
        <w:t>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B2DE9"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 xml:space="preserve">uznávání odborné kvalifikace osobou hostující, provede uznávací orgán bezodkladně zápis do </w:t>
      </w:r>
      <w:r w:rsidRPr="000B2DE9">
        <w:t>seznamu registrovaných osob. Uznávací orgán stanoví svými vnitřními předpisy formu žádosti</w:t>
      </w:r>
      <w:r w:rsidR="00845C50" w:rsidRPr="000B2DE9">
        <w:t xml:space="preserve"> a </w:t>
      </w:r>
      <w:r w:rsidRPr="000B2DE9">
        <w:t>náležitosti předkládané dokumentace. Platné osvědčení</w:t>
      </w:r>
      <w:r w:rsidR="00092CC9" w:rsidRPr="000B2DE9">
        <w:t xml:space="preserve"> o </w:t>
      </w:r>
      <w:r w:rsidRPr="000B2DE9">
        <w:t>registraci osoby hostující nebo usazené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13256D"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503D8B1D" w:rsidR="0035531B" w:rsidRDefault="0035531B" w:rsidP="0006499F">
      <w:pPr>
        <w:pStyle w:val="Textbezslovn"/>
        <w:ind w:left="1077"/>
        <w:rPr>
          <w:color w:val="FF0000"/>
        </w:rPr>
      </w:pPr>
    </w:p>
    <w:p w14:paraId="640EC561" w14:textId="77777777" w:rsidR="00531191" w:rsidRPr="00D2426D" w:rsidRDefault="00531191"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 xml:space="preserve">Za </w:t>
      </w:r>
      <w:r w:rsidR="00DC4ECD">
        <w:lastRenderedPageBreak/>
        <w:t>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47B4D8D" w:rsidR="0035531B" w:rsidRPr="0000237D" w:rsidRDefault="0035531B" w:rsidP="0006499F">
      <w:pPr>
        <w:pStyle w:val="Odrka1-1"/>
      </w:pPr>
      <w:r w:rsidRPr="0000237D">
        <w:t>doklady</w:t>
      </w:r>
      <w:r w:rsidR="00092CC9" w:rsidRPr="0000237D">
        <w:t xml:space="preserve"> o </w:t>
      </w:r>
      <w:r w:rsidRPr="0000237D">
        <w:t xml:space="preserve">splnění základní způsobilosti jinou </w:t>
      </w:r>
      <w:r w:rsidR="004C6AD2">
        <w:t>o</w:t>
      </w:r>
      <w:r w:rsidRPr="0000237D">
        <w:t>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EDE74C9"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00845C50" w:rsidRPr="00065126">
        <w:rPr>
          <w:rStyle w:val="Tun9b"/>
        </w:rPr>
        <w:t>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0157F31F" w14:textId="0E6BEAAF" w:rsidR="006A2D00" w:rsidRDefault="006A2D00" w:rsidP="0006499F">
      <w:pPr>
        <w:pStyle w:val="Textbezslovn"/>
      </w:pPr>
      <w:r>
        <w:t>Jiná osoba prokazuje základní způsobilost a profesní způsobilost požadované podle tohoto článku obdobnými doklady, jež je povinen předložit dodavatel.</w:t>
      </w:r>
    </w:p>
    <w:p w14:paraId="6457D50D" w14:textId="32083EA4"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2" w:name="_Toc121314603"/>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2"/>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16467F1" w14:textId="4D6F94C6" w:rsidR="009D42BF" w:rsidRDefault="00B71CC3" w:rsidP="009D42BF">
      <w:pPr>
        <w:pStyle w:val="Odrka1-1"/>
      </w:pPr>
      <w:r w:rsidRPr="0000237D">
        <w:lastRenderedPageBreak/>
        <w:t>Dokument obsahující informace o dodavateli, včetně prohlášení o akceptaci zadávacích podmínek. Tento dokument bude předložen ve formě formuláře obsaženého v Příloze č. 1 této Výzvy</w:t>
      </w:r>
      <w:r w:rsidR="0035531B" w:rsidRPr="0000237D">
        <w:t>.</w:t>
      </w:r>
      <w:r w:rsidR="000B2DE9">
        <w:t xml:space="preserve"> </w:t>
      </w:r>
      <w:r w:rsidR="006A2D00">
        <w:t>Zadavatel stanovuje zadávací podmínku, že n</w:t>
      </w:r>
      <w:r w:rsidR="00C402EA" w:rsidRPr="004B09BF">
        <w:t xml:space="preserve">abídka účastníka </w:t>
      </w:r>
      <w:r w:rsidR="0085468D">
        <w:t>výběrového</w:t>
      </w:r>
      <w:r w:rsidR="00C402EA">
        <w:t xml:space="preserve"> </w:t>
      </w:r>
      <w:r w:rsidR="00C402EA" w:rsidRPr="004B09BF">
        <w:t xml:space="preserve">řízení musí být mj. i v souladu se zákonem </w:t>
      </w:r>
      <w:r w:rsidR="00C402EA">
        <w:t>č</w:t>
      </w:r>
      <w:r w:rsidR="00C402EA" w:rsidRPr="000D22AD">
        <w:t>. 159/2006 Sb., o střetu zájmů, ve znění pozdějších předpisů</w:t>
      </w:r>
      <w:r w:rsidR="00C402EA" w:rsidRPr="004B09BF">
        <w:t xml:space="preserve"> </w:t>
      </w:r>
      <w:r w:rsidR="00C402EA">
        <w:t xml:space="preserve">(dále jen „zákon </w:t>
      </w:r>
      <w:r w:rsidR="00C402EA" w:rsidRPr="004B09BF">
        <w:t>o střetu zájmů</w:t>
      </w:r>
      <w:r w:rsidR="00C402EA">
        <w:t>“)</w:t>
      </w:r>
      <w:r w:rsidR="006A2D00">
        <w:t xml:space="preserve"> a zadavatel </w:t>
      </w:r>
      <w:r w:rsidR="006A2D00" w:rsidRPr="00895982">
        <w:t xml:space="preserve">požaduje, aby dodavatel a </w:t>
      </w:r>
      <w:r w:rsidR="006A2D00">
        <w:t xml:space="preserve">každý </w:t>
      </w:r>
      <w:r w:rsidR="006A2D00" w:rsidRPr="00895982">
        <w:t xml:space="preserve">jeho poddodavatel, prostřednictvím kterého prokazuje kvalifikaci, nebyli ve střetu zájmů dle § 4b </w:t>
      </w:r>
      <w:r w:rsidR="006A2D00">
        <w:t>z</w:t>
      </w:r>
      <w:r w:rsidR="006A2D00" w:rsidRPr="00895982">
        <w:t>ákona o střetu zájmů</w:t>
      </w:r>
      <w:r w:rsidR="00C402EA">
        <w:t xml:space="preserve">. Součástí formuláře </w:t>
      </w:r>
      <w:r w:rsidR="00C402EA" w:rsidRPr="00B71CC3">
        <w:t xml:space="preserve">obsaženého v Příloze č. 1 </w:t>
      </w:r>
      <w:r w:rsidR="006A2D00">
        <w:t xml:space="preserve">této Výzvy </w:t>
      </w:r>
      <w:r w:rsidR="00C402EA">
        <w:t xml:space="preserve">proto bude </w:t>
      </w:r>
      <w:r w:rsidR="00C402EA" w:rsidRPr="000D22AD">
        <w:t xml:space="preserve">prohlášení ke střetu zájmů ve smyslu ustanovení § 4b zákona </w:t>
      </w:r>
      <w:r w:rsidR="00C402EA">
        <w:t>o</w:t>
      </w:r>
      <w:r w:rsidR="00C402EA" w:rsidRPr="000D22AD">
        <w:t xml:space="preserve"> střetu zájmů</w:t>
      </w:r>
      <w:r w:rsidR="00C402EA">
        <w:t>.</w:t>
      </w:r>
    </w:p>
    <w:p w14:paraId="0EE84197" w14:textId="70D1D711" w:rsidR="0035531B" w:rsidRDefault="00B71CC3" w:rsidP="00031387">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00237D">
        <w:t>této</w:t>
      </w:r>
      <w:proofErr w:type="gramEnd"/>
      <w:r w:rsidRPr="0000237D">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3D3497F2" w14:textId="7376CFAB" w:rsidR="009F181D" w:rsidRDefault="009F181D" w:rsidP="00031387">
      <w:pPr>
        <w:pStyle w:val="Odrka1-1"/>
      </w:pPr>
      <w:r>
        <w:t xml:space="preserve">Harmonogram postupu prací </w:t>
      </w:r>
      <w:r w:rsidRPr="00C3729A">
        <w:t>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dodavatel vezme v úvahu převažující klimatické podmínky, nároky na zpracování dokumentace, požadované metody a </w:t>
      </w:r>
      <w:r>
        <w:t xml:space="preserve">postupy výstavby, a </w:t>
      </w:r>
      <w:r w:rsidRPr="00556951">
        <w:t>pokud jsou stanoveny, tak i stanovené výlukové časy.</w:t>
      </w:r>
      <w:r>
        <w:t xml:space="preserve"> Stavební postupy stanovené projektantem dokumentace pro územní řízení mají pro uchazeče při zpracování harmonogramu pouze podpůrný charakter. </w:t>
      </w:r>
      <w:r w:rsidRPr="009C75D1">
        <w:rPr>
          <w:color w:val="FF0000"/>
        </w:rPr>
        <w:t xml:space="preserve"> </w:t>
      </w:r>
      <w:r w:rsidRPr="00556951">
        <w:t xml:space="preserve">Zhotovitel je povinen předložit Harmonogram postupu </w:t>
      </w:r>
      <w:r w:rsidRPr="00C3729A">
        <w:t>prací respektující předpokládaný termín zahájení a ukončení předmětu plnění veřejné zakázky stanovený v zadávacích podmínkách</w:t>
      </w:r>
      <w:r>
        <w:t xml:space="preserve"> a další požadavky na termíny provádění prací, organizaci výstavby a výluky stanovené ve smlouvě, zejména ve Zvláštních technických podmínkách.</w:t>
      </w:r>
    </w:p>
    <w:p w14:paraId="3AE6A5B3" w14:textId="34D43861" w:rsidR="0035531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4C83BF7F" w14:textId="6469FEA0" w:rsidR="009F181D" w:rsidRDefault="009F181D" w:rsidP="009F181D">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 xml:space="preserve">zpracované ve formě formuláře dle Přílohy č. </w:t>
      </w:r>
      <w:r w:rsidR="00032A9E">
        <w:t>10</w:t>
      </w:r>
      <w:r>
        <w:t xml:space="preserve"> </w:t>
      </w:r>
      <w:r w:rsidR="00032A9E">
        <w:t>této Výzvy</w:t>
      </w:r>
      <w:r>
        <w:t>.</w:t>
      </w:r>
    </w:p>
    <w:p w14:paraId="515A1C10" w14:textId="77777777" w:rsidR="00531191" w:rsidRPr="00B848EB" w:rsidRDefault="00531191" w:rsidP="00531191">
      <w:pPr>
        <w:pStyle w:val="Odrka1-1"/>
        <w:numPr>
          <w:ilvl w:val="0"/>
          <w:numId w:val="0"/>
        </w:numPr>
        <w:ind w:left="1077" w:hanging="340"/>
      </w:pP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B848EB">
        <w:t>této</w:t>
      </w:r>
      <w:proofErr w:type="gramEnd"/>
      <w:r w:rsidRPr="00B848EB">
        <w:t xml:space="preserve"> Výzvy. Zadavatel požaduje, aby společnost dodavatelů </w:t>
      </w:r>
      <w:r w:rsidRPr="00B848EB">
        <w:lastRenderedPageBreak/>
        <w:t xml:space="preserve">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B848EB">
        <w:t>této</w:t>
      </w:r>
      <w:proofErr w:type="gramEnd"/>
      <w:r w:rsidRPr="00B848EB">
        <w:t xml:space="preserve">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B848EB">
        <w:t>této</w:t>
      </w:r>
      <w:proofErr w:type="gramEnd"/>
      <w:r w:rsidRPr="00B848EB">
        <w:t xml:space="preserve">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386CAD" w:rsidRDefault="00616090" w:rsidP="00616090">
      <w:pPr>
        <w:pStyle w:val="Odrka1-1"/>
      </w:pPr>
      <w:r w:rsidRPr="00B848EB">
        <w:t xml:space="preserve">Dodavatel je povinen podat pouze jediný návrh smlouvy na plnění této veřejné </w:t>
      </w:r>
      <w:r w:rsidRPr="00386CAD">
        <w:t>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0488088E" w:rsidR="00616090" w:rsidRPr="00386CAD" w:rsidRDefault="00616090" w:rsidP="00131E9D">
      <w:pPr>
        <w:pStyle w:val="Odrka1-2-"/>
      </w:pPr>
      <w:r w:rsidRPr="00386CAD">
        <w:t xml:space="preserve">do těla závazného vzoru smlouvy </w:t>
      </w:r>
      <w:r w:rsidR="00131E9D" w:rsidRPr="00386CAD">
        <w:t xml:space="preserve">(čl. 3.3) </w:t>
      </w:r>
      <w:r w:rsidRPr="00386CAD">
        <w:t xml:space="preserve">celkovou nabídkovou cenu díla </w:t>
      </w:r>
      <w:r w:rsidR="00C66E2A" w:rsidRPr="00386CAD">
        <w:t xml:space="preserve">(tj. Cena Díla souboru staveb) a nabídkovou cenu jednotlivých staveb </w:t>
      </w:r>
      <w:r w:rsidR="00131E9D" w:rsidRPr="00386CAD">
        <w:t xml:space="preserve">(tj. Cena Díla stavby 1, Cena Díla stavby 2) </w:t>
      </w:r>
      <w:r w:rsidRPr="00386CAD">
        <w:t>bez DPH zpracovanou dle požadavků stanovených v článku 13 této Výzvy;</w:t>
      </w:r>
      <w:r w:rsidR="00F56CFF" w:rsidRPr="00386CAD">
        <w:t xml:space="preserve"> </w:t>
      </w:r>
    </w:p>
    <w:p w14:paraId="13E8420B" w14:textId="77777777" w:rsidR="00B6106B" w:rsidRPr="00386CAD" w:rsidRDefault="00681C1E" w:rsidP="00F56CFF">
      <w:pPr>
        <w:pStyle w:val="Odrka1-2-"/>
        <w:rPr>
          <w:lang w:eastAsia="cs-CZ"/>
        </w:rPr>
      </w:pPr>
      <w:r w:rsidRPr="00386CAD">
        <w:rPr>
          <w:lang w:eastAsia="cs-CZ"/>
        </w:rPr>
        <w:t xml:space="preserve">do </w:t>
      </w:r>
      <w:r w:rsidRPr="00386CAD">
        <w:t>Přílohy</w:t>
      </w:r>
      <w:r w:rsidRPr="00386CAD">
        <w:rPr>
          <w:lang w:eastAsia="cs-CZ"/>
        </w:rPr>
        <w:t xml:space="preserve"> </w:t>
      </w:r>
      <w:proofErr w:type="gramStart"/>
      <w:r w:rsidRPr="00386CAD">
        <w:rPr>
          <w:lang w:eastAsia="cs-CZ"/>
        </w:rPr>
        <w:t>č. 4 závazného</w:t>
      </w:r>
      <w:proofErr w:type="gramEnd"/>
      <w:r w:rsidRPr="00386CAD">
        <w:rPr>
          <w:lang w:eastAsia="cs-CZ"/>
        </w:rPr>
        <w:t xml:space="preserve"> vzoru smlouvy s názvem Rekapitulace Ceny Díla</w:t>
      </w:r>
      <w:r w:rsidR="00B6106B" w:rsidRPr="00386CAD">
        <w:rPr>
          <w:lang w:eastAsia="cs-CZ"/>
        </w:rPr>
        <w:t>:</w:t>
      </w:r>
    </w:p>
    <w:p w14:paraId="231C6BE8" w14:textId="4D16B8F9" w:rsidR="00F56CFF" w:rsidRPr="00C60D09" w:rsidRDefault="00681C1E" w:rsidP="00B6106B">
      <w:pPr>
        <w:pStyle w:val="Odrka1-3"/>
        <w:rPr>
          <w:lang w:eastAsia="cs-CZ"/>
        </w:rPr>
      </w:pPr>
      <w:r w:rsidRPr="00386CAD">
        <w:lastRenderedPageBreak/>
        <w:t>všechny</w:t>
      </w:r>
      <w:r w:rsidRPr="00386CAD">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w:t>
      </w:r>
      <w:proofErr w:type="gramStart"/>
      <w:r w:rsidRPr="00386CAD">
        <w:rPr>
          <w:lang w:eastAsia="cs-CZ"/>
        </w:rPr>
        <w:t>č. 4 závazného</w:t>
      </w:r>
      <w:proofErr w:type="gramEnd"/>
      <w:r w:rsidRPr="00386CAD">
        <w:rPr>
          <w:lang w:eastAsia="cs-CZ"/>
        </w:rPr>
        <w:t xml:space="preserve"> vzoru smlouvy musí naprosto korespondovat s</w:t>
      </w:r>
      <w:r w:rsidRPr="00C60D09">
        <w:rPr>
          <w:lang w:eastAsia="cs-CZ"/>
        </w:rPr>
        <w:t xml:space="preserve"> hodnotou Ceny Díla </w:t>
      </w:r>
      <w:r w:rsidR="00131E9D" w:rsidRPr="00C60D09">
        <w:rPr>
          <w:lang w:eastAsia="cs-CZ"/>
        </w:rPr>
        <w:t xml:space="preserve">souboru staveb i jednotlivých staveb </w:t>
      </w:r>
      <w:r w:rsidRPr="00C60D09">
        <w:rPr>
          <w:lang w:eastAsia="cs-CZ"/>
        </w:rPr>
        <w:t xml:space="preserve">ve smyslu této Výzvy vkládané do těla </w:t>
      </w:r>
      <w:r w:rsidR="00131E9D" w:rsidRPr="00C60D09">
        <w:rPr>
          <w:lang w:eastAsia="cs-CZ"/>
        </w:rPr>
        <w:t xml:space="preserve">(čl. 3.3) </w:t>
      </w:r>
      <w:r w:rsidRPr="00C60D09">
        <w:rPr>
          <w:lang w:eastAsia="cs-CZ"/>
        </w:rPr>
        <w:t>závazného vzoru smlouvy.</w:t>
      </w:r>
      <w:r w:rsidR="00F56CFF" w:rsidRPr="00C60D09">
        <w:rPr>
          <w:lang w:eastAsia="cs-CZ"/>
        </w:rPr>
        <w:t xml:space="preserve"> </w:t>
      </w:r>
    </w:p>
    <w:p w14:paraId="14646CCA" w14:textId="77777777" w:rsidR="00616090" w:rsidRPr="00C60D09" w:rsidRDefault="00616090" w:rsidP="00616090">
      <w:pPr>
        <w:pStyle w:val="Odrka1-2-"/>
      </w:pPr>
      <w:r w:rsidRPr="00C60D09">
        <w:t>do Přílohy č. 6 závazného vzoru smlouvy s názvem Oprávněné osoby:</w:t>
      </w:r>
    </w:p>
    <w:p w14:paraId="6BAE3C20" w14:textId="77777777" w:rsidR="00616090" w:rsidRPr="00B848EB" w:rsidRDefault="00616090" w:rsidP="00616090">
      <w:pPr>
        <w:pStyle w:val="Odrka1-3"/>
      </w:pPr>
      <w:r w:rsidRPr="00C60D09">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w:t>
      </w:r>
      <w:r w:rsidRPr="00B848EB">
        <w:t xml:space="preserve">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3" w:name="_Toc121314604"/>
      <w:r w:rsidRPr="00B848EB">
        <w:t>PROHLÍDKA MÍSTA PLNĚNÍ (STAVENIŠTĚ)</w:t>
      </w:r>
      <w:bookmarkEnd w:id="13"/>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4" w:name="_Toc121314605"/>
      <w:r w:rsidRPr="00B848EB">
        <w:t>JAZYK NABÍDEK</w:t>
      </w:r>
      <w:r w:rsidR="00D25D67" w:rsidRPr="00B848EB">
        <w:t xml:space="preserve"> A KOMUNIKAČNÍ JAZYK</w:t>
      </w:r>
      <w:bookmarkEnd w:id="14"/>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022316B0"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C75D1">
        <w:t>ý</w:t>
      </w:r>
      <w:r w:rsidRPr="00B848EB">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5" w:name="_Toc121314606"/>
      <w:r w:rsidRPr="00B848EB">
        <w:lastRenderedPageBreak/>
        <w:t>OBSAH</w:t>
      </w:r>
      <w:r w:rsidR="00845C50" w:rsidRPr="00B848EB">
        <w:t xml:space="preserve"> </w:t>
      </w:r>
      <w:r w:rsidR="00776A8A" w:rsidRPr="00B848EB">
        <w:t>A</w:t>
      </w:r>
      <w:r w:rsidR="00845C50" w:rsidRPr="00B848EB">
        <w:t> </w:t>
      </w:r>
      <w:r w:rsidRPr="00B848EB">
        <w:t>PODÁVÁNÍ NABÍDEK</w:t>
      </w:r>
      <w:bookmarkEnd w:id="15"/>
    </w:p>
    <w:p w14:paraId="62F38D44" w14:textId="37F87CBA" w:rsidR="00912D0E" w:rsidRPr="00B848EB" w:rsidRDefault="00283302" w:rsidP="00912D0E">
      <w:pPr>
        <w:pStyle w:val="Text1-1"/>
        <w:ind w:left="737"/>
      </w:pPr>
      <w:r w:rsidRPr="00B848EB">
        <w:t xml:space="preserve">Dodavatel může podat pouze jednu nabídku (samostatně nebo společně s dalšími dodavateli) </w:t>
      </w:r>
      <w:r w:rsidR="005B6A5D" w:rsidRPr="00570157">
        <w:t>pokrývající celý předmět veřejné zakázky</w:t>
      </w:r>
      <w:r w:rsidR="005B6A5D" w:rsidRPr="00283302">
        <w:t xml:space="preserve"> a </w:t>
      </w:r>
      <w:r w:rsidR="005B6A5D">
        <w:t xml:space="preserve">v případě jejího podání </w:t>
      </w:r>
      <w:r w:rsidRPr="00B848EB">
        <w:t>nesmí být současně</w:t>
      </w:r>
      <w:r w:rsidR="005B6A5D">
        <w:t xml:space="preserve"> osobou</w:t>
      </w:r>
      <w:r w:rsidRPr="00B848EB">
        <w:t xml:space="preserve">, </w:t>
      </w:r>
      <w:r w:rsidR="005B6A5D">
        <w:t>jejímž</w:t>
      </w:r>
      <w:r w:rsidRPr="00B848EB">
        <w:t xml:space="preserve">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 xml:space="preserve">Rozhodující je čas doručení nabídky, včasné doručení nabídky je rizikem účastníka </w:t>
      </w:r>
      <w:r w:rsidR="00ED5110">
        <w:t xml:space="preserve">výběrového </w:t>
      </w:r>
      <w:r w:rsidR="00912D0E">
        <w:t>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F00A44" w:rsidRDefault="003F78E7" w:rsidP="00912D0E">
      <w:pPr>
        <w:pStyle w:val="Text1-1"/>
        <w:ind w:left="737"/>
      </w:pPr>
      <w:r w:rsidRPr="00F00A44">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F00A44">
          <w:rPr>
            <w:rStyle w:val="Hypertextovodkaz"/>
            <w:color w:val="auto"/>
          </w:rPr>
          <w:t>https://zakazky.spravazeleznic.cz/manual.html</w:t>
        </w:r>
      </w:hyperlink>
      <w:r w:rsidRPr="00F00A44">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F00A44">
        <w:t>Nabídka může obsahovat více dokumentů (souborů), jednotlivé d</w:t>
      </w:r>
      <w:r w:rsidRPr="00F00A44">
        <w:t xml:space="preserve">okumenty musí být do systému E-ZAK vkládány jako jeden soubor </w:t>
      </w:r>
      <w:r w:rsidR="007E1529" w:rsidRPr="00F00A44">
        <w:t xml:space="preserve">(ve formátech analogicky k § 18 odst. 2 a 3 </w:t>
      </w:r>
      <w:proofErr w:type="spellStart"/>
      <w:r w:rsidR="007E1529" w:rsidRPr="00F00A44">
        <w:t>vyhl</w:t>
      </w:r>
      <w:proofErr w:type="spellEnd"/>
      <w:r w:rsidR="007E1529" w:rsidRPr="00F00A44">
        <w:t xml:space="preserve">. č. 168/2016 Sb., ve znění pozdějších předpisů) </w:t>
      </w:r>
      <w:r w:rsidRPr="00F00A44">
        <w:t xml:space="preserve">nebo více souborů </w:t>
      </w:r>
      <w:r w:rsidR="007E1529" w:rsidRPr="00F00A44">
        <w:t xml:space="preserve">zkomprimovaných </w:t>
      </w:r>
      <w:r w:rsidRPr="00F00A44">
        <w:t xml:space="preserve">ve formátu zip, </w:t>
      </w:r>
      <w:proofErr w:type="spellStart"/>
      <w:r w:rsidRPr="00F00A44">
        <w:t>rar</w:t>
      </w:r>
      <w:proofErr w:type="spellEnd"/>
      <w:r w:rsidRPr="00F00A44">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F00A44">
        <w:t>50</w:t>
      </w:r>
      <w:r w:rsidRPr="00F00A44">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F00A44">
        <w:t xml:space="preserve">Oceněné Požadavky na výkon a funkci budou dodavatelem v nabídce předloženy ve formátu </w:t>
      </w:r>
      <w:proofErr w:type="spellStart"/>
      <w:r w:rsidR="001D5F3A" w:rsidRPr="00F00A44">
        <w:t>xls</w:t>
      </w:r>
      <w:proofErr w:type="spellEnd"/>
      <w:r w:rsidR="001D5F3A" w:rsidRPr="00F00A44">
        <w:t>/</w:t>
      </w:r>
      <w:proofErr w:type="spellStart"/>
      <w:r w:rsidR="001D5F3A" w:rsidRPr="00F00A44">
        <w:t>xlsx</w:t>
      </w:r>
      <w:proofErr w:type="spellEnd"/>
      <w:r w:rsidR="001D5F3A" w:rsidRPr="00F00A44">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4BBF185E" w:rsidR="00695DAA" w:rsidRPr="00B848EB" w:rsidRDefault="00695DAA" w:rsidP="00695DAA">
      <w:pPr>
        <w:pStyle w:val="Odrka1-1"/>
      </w:pPr>
      <w:r w:rsidRPr="00B848EB">
        <w:t xml:space="preserve">Všeobecné informace o dodavateli a jeho identifikační údaje, včetně prohlášení o </w:t>
      </w:r>
      <w:r w:rsidR="009F181D">
        <w:t xml:space="preserve">k zakázaným dohodám a prohlášení ke střetu zájmů a </w:t>
      </w:r>
      <w:r w:rsidRPr="00B848EB">
        <w:t>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 xml:space="preserve">Informace o společnosti dodavatelů ve formě formuláře obsaženého v Příloze </w:t>
      </w:r>
      <w:proofErr w:type="gramStart"/>
      <w:r w:rsidRPr="00B848EB">
        <w:t>č. 3  této Výzvy</w:t>
      </w:r>
      <w:proofErr w:type="gramEnd"/>
      <w:r w:rsidRPr="00B848EB">
        <w:t xml:space="preserve">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lastRenderedPageBreak/>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w:t>
      </w:r>
      <w:proofErr w:type="gramStart"/>
      <w:r w:rsidRPr="00B848EB">
        <w:t>č. 4 této</w:t>
      </w:r>
      <w:proofErr w:type="gramEnd"/>
      <w:r w:rsidRPr="00B848EB">
        <w:t xml:space="preserve">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 xml:space="preserve">Údaje o poddodavatelích ve formě formuláře obsaženého v Příloze č. 2 </w:t>
      </w:r>
      <w:proofErr w:type="gramStart"/>
      <w:r w:rsidRPr="00B848EB">
        <w:t>této</w:t>
      </w:r>
      <w:proofErr w:type="gramEnd"/>
      <w:r w:rsidRPr="00B848EB">
        <w:t xml:space="preserve">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3C5166A8" w:rsidR="00695DAA" w:rsidRPr="009F181D" w:rsidRDefault="00695DAA" w:rsidP="00695DAA">
      <w:pPr>
        <w:pStyle w:val="Odrka1-1"/>
        <w:rPr>
          <w:b/>
        </w:rPr>
      </w:pPr>
      <w:r w:rsidRPr="00085B94">
        <w:t>Harmonogram postupu prací zpracovaný podle požadavků zadavatele stanovených v článku 9.1 této Výzvy.</w:t>
      </w:r>
    </w:p>
    <w:p w14:paraId="19DBFE18" w14:textId="09312858" w:rsidR="009F181D" w:rsidRPr="009F181D" w:rsidRDefault="009F181D" w:rsidP="009F181D">
      <w:pPr>
        <w:pStyle w:val="Odrka1-1"/>
      </w:pPr>
      <w:r w:rsidRPr="00010882">
        <w:rPr>
          <w:lang w:eastAsia="cs-CZ"/>
        </w:rPr>
        <w:t>Čestné prohlášení o splnění podmínek v souvislosti se situací na Ukrajině</w:t>
      </w:r>
      <w:r>
        <w:rPr>
          <w:lang w:eastAsia="cs-CZ"/>
        </w:rPr>
        <w:t xml:space="preserve"> </w:t>
      </w:r>
      <w:r>
        <w:t xml:space="preserve">zpracované ve formě formuláře obsaženého v příloze č. </w:t>
      </w:r>
      <w:r w:rsidR="00032A9E">
        <w:t>10</w:t>
      </w:r>
      <w:r>
        <w:t xml:space="preserve"> </w:t>
      </w:r>
      <w:r w:rsidR="00032A9E">
        <w:t>této Výzvy</w:t>
      </w:r>
      <w:r>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6" w:name="_Toc121314607"/>
      <w:r w:rsidRPr="00B848EB">
        <w:lastRenderedPageBreak/>
        <w:t>POŽADAVKY NA ZPRACOVÁNÍ NABÍDKOVÉ CENY</w:t>
      </w:r>
      <w:bookmarkEnd w:id="16"/>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29F5FD75" w:rsidR="0035531B" w:rsidRPr="00932913"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w:t>
      </w:r>
      <w:r w:rsidR="00180A4A" w:rsidRPr="00932913">
        <w:t xml:space="preserve">se uvedou bez DPH. Jednotlivé oceněné položky v Požadavcích na výkon </w:t>
      </w:r>
      <w:r w:rsidR="008476A8" w:rsidRPr="00932913">
        <w:t xml:space="preserve">a </w:t>
      </w:r>
      <w:r w:rsidR="00180A4A" w:rsidRPr="00932913">
        <w:t>funkci se uvádějí v Kč se zaokrouhlením na 2 desetinná místa.</w:t>
      </w:r>
      <w:r w:rsidRPr="00932913">
        <w:t xml:space="preserve"> </w:t>
      </w:r>
    </w:p>
    <w:p w14:paraId="3DA05010" w14:textId="77777777" w:rsidR="00F12945" w:rsidRDefault="00F12945" w:rsidP="00F12945">
      <w:pPr>
        <w:pStyle w:val="Text1-1"/>
        <w:tabs>
          <w:tab w:val="clear" w:pos="1588"/>
          <w:tab w:val="num" w:pos="737"/>
        </w:tabs>
        <w:ind w:left="737"/>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p>
    <w:p w14:paraId="35495B09" w14:textId="77777777" w:rsidR="0035531B" w:rsidRPr="00B848EB" w:rsidRDefault="0035531B" w:rsidP="004C086E">
      <w:pPr>
        <w:pStyle w:val="Nadpis1-1"/>
      </w:pPr>
      <w:bookmarkStart w:id="17" w:name="_Toc121314608"/>
      <w:r w:rsidRPr="00B848EB">
        <w:t>VARIANTY NABÍDKY</w:t>
      </w:r>
      <w:bookmarkEnd w:id="17"/>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18" w:name="_Toc121314609"/>
      <w:r w:rsidRPr="00B848EB">
        <w:t>OTEVÍRÁNÍ NABÍDEK</w:t>
      </w:r>
      <w:bookmarkEnd w:id="18"/>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19" w:name="_Toc121314610"/>
      <w:r w:rsidRPr="00B848EB">
        <w:t>POSOUZENÍ SPLNĚNÍ PODMÍNEK ÚČASTI</w:t>
      </w:r>
      <w:bookmarkEnd w:id="19"/>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lastRenderedPageBreak/>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E3FC35F" w:rsidR="00C154A5" w:rsidRPr="00B848EB" w:rsidRDefault="00C154A5" w:rsidP="00546762">
      <w:pPr>
        <w:pStyle w:val="Text1-1"/>
        <w:ind w:left="737"/>
      </w:pPr>
      <w:r w:rsidRPr="00B848EB">
        <w:t xml:space="preserve">Zadavatel může vyloučit účastníka pro nezpůsobilost také, pokud na základě věrohodných informací získá důvodné podezření, že účastník uzavřel s jinými osobami zakázanou dohodu </w:t>
      </w:r>
      <w:r w:rsidR="00727C30">
        <w:t xml:space="preserve">podle zákona o ochraně hospodářské soutěže </w:t>
      </w:r>
      <w:r w:rsidRPr="00B848EB">
        <w:t>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0" w:name="_Toc121314611"/>
      <w:r w:rsidRPr="002306DF">
        <w:t>HODNOCENÍ NABÍDEK</w:t>
      </w:r>
      <w:bookmarkEnd w:id="20"/>
    </w:p>
    <w:p w14:paraId="707915C4" w14:textId="77777777" w:rsidR="0035531B" w:rsidRPr="00C60D09" w:rsidRDefault="007B3D4D" w:rsidP="00546762">
      <w:pPr>
        <w:pStyle w:val="Text1-1"/>
        <w:ind w:left="737"/>
      </w:pPr>
      <w:r w:rsidRPr="002306DF">
        <w:t>Nabídky budou hodnoceny podle jejich ekonomické výhodnosti. Ekonomickou výhodnost bude zadavatel hodnotit podle nejnižší nabídkové ceny</w:t>
      </w:r>
      <w:r w:rsidRPr="00C60D09">
        <w:t>. V případě, že ve lhůtě pro podání nabídek bude podána pouze jediná nabídka, hodnocení se neprovede</w:t>
      </w:r>
      <w:r w:rsidR="0035531B" w:rsidRPr="00C60D09">
        <w:t>.</w:t>
      </w:r>
    </w:p>
    <w:p w14:paraId="7044FA8F" w14:textId="77777777" w:rsidR="0035531B" w:rsidRPr="002306DF" w:rsidRDefault="007B3D4D" w:rsidP="00546762">
      <w:pPr>
        <w:pStyle w:val="Text1-1"/>
        <w:ind w:left="737"/>
      </w:pPr>
      <w:r w:rsidRPr="00C60D09">
        <w:t xml:space="preserve">V rámci hodnotícího kritéria bude hodnocena výše </w:t>
      </w:r>
      <w:r w:rsidR="00C75497" w:rsidRPr="00C60D09">
        <w:t xml:space="preserve">celkové </w:t>
      </w:r>
      <w:r w:rsidRPr="00C60D09">
        <w:t xml:space="preserve">nabídkové ceny </w:t>
      </w:r>
      <w:r w:rsidR="00C75497" w:rsidRPr="00C60D09">
        <w:t xml:space="preserve">souboru staveb </w:t>
      </w:r>
      <w:r w:rsidRPr="00C60D09">
        <w:t xml:space="preserve">v Kč bez DPH ve smyslu odst. 13.3 této Výzvy uvedená v návrhu Smlouvy o dílo. Jako nejvýhodnější bude hodnocena nabídka s nejnižší nabídkovou cenou v Kč bez DPH </w:t>
      </w:r>
      <w:r w:rsidRPr="00C60D09">
        <w:lastRenderedPageBreak/>
        <w:t>uvedenou v návrhu Smlouvy o dílo ze všech hodnocených nabídek. Ostatní nabídky</w:t>
      </w:r>
      <w:r w:rsidRPr="002306DF">
        <w:t xml:space="preserve">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1" w:name="_Toc121314612"/>
      <w:r w:rsidRPr="002306DF">
        <w:t xml:space="preserve">ZRUŠENÍ </w:t>
      </w:r>
      <w:r w:rsidR="001472A9" w:rsidRPr="002306DF">
        <w:t xml:space="preserve">VÝBĚROVÉHO </w:t>
      </w:r>
      <w:r w:rsidRPr="002306DF">
        <w:t>ŘÍZENÍ</w:t>
      </w:r>
      <w:bookmarkEnd w:id="21"/>
    </w:p>
    <w:p w14:paraId="29754301" w14:textId="77777777" w:rsidR="0035531B" w:rsidRPr="00C8541D" w:rsidRDefault="007B3D4D" w:rsidP="00546762">
      <w:pPr>
        <w:pStyle w:val="Text1-1"/>
        <w:ind w:left="737"/>
      </w:pPr>
      <w:r w:rsidRPr="00932913">
        <w:t xml:space="preserve">Zadavatel si </w:t>
      </w:r>
      <w:r w:rsidRPr="00C8541D">
        <w:t>vyhrazuje právo zrušit výběrové řízení této veřejné zakázky kdykoliv před uzavřením smlouvy na plnění této veřejné zakázky, a to bez uvedení důvodu</w:t>
      </w:r>
      <w:r w:rsidR="0035531B" w:rsidRPr="00C8541D">
        <w:t>.</w:t>
      </w:r>
    </w:p>
    <w:p w14:paraId="492AF25B" w14:textId="2C32CE02" w:rsidR="00C64CD6" w:rsidRPr="00C8541D" w:rsidRDefault="007B3D4D" w:rsidP="00C64CD6">
      <w:pPr>
        <w:pStyle w:val="Text1-1"/>
        <w:ind w:left="737"/>
      </w:pPr>
      <w:r w:rsidRPr="00C8541D">
        <w:t xml:space="preserve">Zadavatel si mimo jiné vyhrazuje právo zrušit výběrové řízení v případě, že k hodnocení připadnou pouze nabídky s nabídkovou cenou převyšující </w:t>
      </w:r>
      <w:bookmarkStart w:id="22" w:name="_GoBack"/>
      <w:bookmarkEnd w:id="22"/>
      <w:r w:rsidR="00C64CD6" w:rsidRPr="00C8541D">
        <w:t>předpokládanou hodnotu zakázky uvedenou v čl. 5.3 těchto Pokynů</w:t>
      </w:r>
    </w:p>
    <w:p w14:paraId="75430A07" w14:textId="4A22D3D0" w:rsidR="00DC4ECD" w:rsidRPr="00C8541D" w:rsidRDefault="00DC4ECD" w:rsidP="00546762">
      <w:pPr>
        <w:pStyle w:val="Text1-1"/>
        <w:ind w:left="737"/>
      </w:pPr>
      <w:r w:rsidRPr="00C8541D">
        <w:rPr>
          <w:rFonts w:eastAsia="Times New Roman" w:cs="Calibri"/>
          <w:lang w:eastAsia="cs-CZ"/>
        </w:rPr>
        <w:t xml:space="preserve">Pokud </w:t>
      </w:r>
      <w:r w:rsidRPr="00C8541D">
        <w:t>bude</w:t>
      </w:r>
      <w:r w:rsidRPr="00C8541D">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C8541D" w:rsidRDefault="0035531B" w:rsidP="007038DC">
      <w:pPr>
        <w:pStyle w:val="Nadpis1-1"/>
      </w:pPr>
      <w:bookmarkStart w:id="23" w:name="_Toc121314613"/>
      <w:r w:rsidRPr="00C8541D">
        <w:t>UZAVŘENÍ SMLOUVY</w:t>
      </w:r>
      <w:bookmarkEnd w:id="23"/>
    </w:p>
    <w:p w14:paraId="22FE7A28" w14:textId="77777777" w:rsidR="0035531B" w:rsidRPr="00C8541D" w:rsidRDefault="007B3D4D" w:rsidP="00546762">
      <w:pPr>
        <w:pStyle w:val="Text1-1"/>
        <w:ind w:left="737"/>
      </w:pPr>
      <w:r w:rsidRPr="00C8541D">
        <w:t>Smlouva bude uzavřena písemně v souladu s nabídkou vybraného dodavatele a zadávacími podmínkami v podobě uvedené v Dílu 2 této zadávací dokumentace s názvem Závazný vzor smlouvy včetně příloh</w:t>
      </w:r>
      <w:r w:rsidR="0035531B" w:rsidRPr="00C8541D">
        <w:t xml:space="preserve">. </w:t>
      </w:r>
    </w:p>
    <w:p w14:paraId="17A120C8" w14:textId="531465AF" w:rsidR="0035531B" w:rsidRPr="002306DF" w:rsidRDefault="007B3D4D" w:rsidP="00546762">
      <w:pPr>
        <w:pStyle w:val="Text1-1"/>
        <w:ind w:left="737"/>
      </w:pPr>
      <w:r w:rsidRPr="00C8541D">
        <w:t xml:space="preserve">Zadavatel vybere k uzavření smlouvy účastníka výběrového </w:t>
      </w:r>
      <w:r w:rsidRPr="002306DF">
        <w:t xml:space="preserve">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w:t>
      </w:r>
      <w:r w:rsidR="00AD2947">
        <w:t xml:space="preserve">nebo pojistné </w:t>
      </w:r>
      <w:r w:rsidR="00611407" w:rsidRPr="002306DF">
        <w:t>záruky)</w:t>
      </w:r>
      <w:r w:rsidRPr="002306DF">
        <w:t xml:space="preserve">, resp. v článku 19.4 </w:t>
      </w:r>
      <w:r w:rsidR="001F6645">
        <w:t xml:space="preserve">až 19.8 </w:t>
      </w:r>
      <w:r w:rsidR="00F3322B" w:rsidRPr="002306DF">
        <w:t>Výzvy</w:t>
      </w:r>
      <w:r w:rsidR="001F6645">
        <w:t>, dopadají-li na vybraného dodavatele</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3C994630" w:rsidR="0035531B" w:rsidRPr="002306DF" w:rsidRDefault="00C759F1" w:rsidP="00611407">
      <w:pPr>
        <w:pStyle w:val="Odrka1-1"/>
      </w:pPr>
      <w:r w:rsidRPr="002306DF">
        <w:t xml:space="preserve">originálu bankovní </w:t>
      </w:r>
      <w:r w:rsidR="00AD2947">
        <w:t xml:space="preserve">nebo pojistné </w:t>
      </w:r>
      <w:r w:rsidRPr="002306DF">
        <w:t xml:space="preserve">záruky za provedení díla ve výši stanovené v čl. 4.1 Smlouvy o dílo a splňující požadavky stanovené v článku 14 Obchodních podmínek; bankovní </w:t>
      </w:r>
      <w:r w:rsidR="00030862">
        <w:t xml:space="preserve">nebo pojistnou </w:t>
      </w:r>
      <w:r w:rsidRPr="002306DF">
        <w:t xml:space="preserve">záruku vybraný dodavatel předloží až po doručení oznámení </w:t>
      </w:r>
      <w:r w:rsidRPr="002306DF">
        <w:lastRenderedPageBreak/>
        <w:t xml:space="preserve">o výběru dodavatele; originál bankovní </w:t>
      </w:r>
      <w:r w:rsidR="00030862">
        <w:t xml:space="preserve">nebo pojistné </w:t>
      </w:r>
      <w:r w:rsidRPr="002306DF">
        <w:t xml:space="preserve">záruky musí být předložen elektronicky s elektronickým podpisem; </w:t>
      </w:r>
    </w:p>
    <w:p w14:paraId="58DE033B" w14:textId="02358EF9" w:rsidR="009D42BF" w:rsidRDefault="00C759F1" w:rsidP="00620636">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19FB27A0" w14:textId="5256FAD8" w:rsidR="0035531B" w:rsidRPr="00F00A44" w:rsidRDefault="0035531B" w:rsidP="007038DC">
      <w:pPr>
        <w:pStyle w:val="Odrka1-1"/>
      </w:pPr>
      <w:r w:rsidRPr="00F00A44">
        <w:t>kopi</w:t>
      </w:r>
      <w:r w:rsidR="001B5ED5" w:rsidRPr="00F00A44">
        <w:t>e</w:t>
      </w:r>
      <w:r w:rsidRPr="00F00A44">
        <w:t xml:space="preserve"> </w:t>
      </w:r>
      <w:r w:rsidR="001F6645">
        <w:t xml:space="preserve">dokladu </w:t>
      </w:r>
      <w:r w:rsidR="001F6645" w:rsidRPr="00B118B5">
        <w:t>o úspěšném složení zkoušky z odborné způsobilosti k výkonu činností v</w:t>
      </w:r>
      <w:r w:rsidR="001F6645">
        <w:t> </w:t>
      </w:r>
      <w:r w:rsidR="001F6645" w:rsidRPr="00B118B5">
        <w:t>elektrotechnice</w:t>
      </w:r>
      <w:r w:rsidR="001F6645">
        <w:t xml:space="preserve"> pro osobu znalou pro řízení činnosti dle § 19 odst. 2 zák. 250/2021 Sb., </w:t>
      </w:r>
      <w:r w:rsidR="001F6645" w:rsidRPr="008979C9">
        <w:t>o bezpečnosti práce v souvislosti s provozem vyhrazených technických zařízení a o změně souvisejících zákonů</w:t>
      </w:r>
      <w:r w:rsidR="001F6645">
        <w:t xml:space="preserve">, nebo </w:t>
      </w:r>
      <w:r w:rsidRPr="00F00A44">
        <w:t>dokladu</w:t>
      </w:r>
      <w:r w:rsidR="00092CC9" w:rsidRPr="00F00A44">
        <w:t xml:space="preserve"> o </w:t>
      </w:r>
      <w:r w:rsidRPr="00F00A44">
        <w:t>elektrotechnické kvalifikaci při činnostech na určených technických zařízeních dle vyhlášky č. 50/1978 Sb.,</w:t>
      </w:r>
      <w:r w:rsidR="00092CC9" w:rsidRPr="00F00A44">
        <w:t xml:space="preserve"> o </w:t>
      </w:r>
      <w:r w:rsidRPr="00F00A44">
        <w:t>odborné způsobilosti</w:t>
      </w:r>
      <w:r w:rsidR="00092CC9" w:rsidRPr="00F00A44">
        <w:t xml:space="preserve"> v </w:t>
      </w:r>
      <w:r w:rsidRPr="00F00A44">
        <w:t>elektrotechnice, ve znění pozdějších předpisů, § 10 požadovaná kvalifikace - Pracovníci pro samostatné projektování</w:t>
      </w:r>
      <w:r w:rsidR="00845C50" w:rsidRPr="00F00A44">
        <w:t xml:space="preserve"> a </w:t>
      </w:r>
      <w:r w:rsidRPr="00F00A44">
        <w:t xml:space="preserve">pracovníci pro řízení projektování; </w:t>
      </w:r>
    </w:p>
    <w:p w14:paraId="532BEBEE" w14:textId="77777777" w:rsidR="0035531B" w:rsidRPr="00F00A44" w:rsidRDefault="0035531B" w:rsidP="007038DC">
      <w:pPr>
        <w:pStyle w:val="Odrka1-1"/>
      </w:pPr>
      <w:r w:rsidRPr="00F00A44">
        <w:t>kopi</w:t>
      </w:r>
      <w:r w:rsidR="001B5ED5" w:rsidRPr="00F00A44">
        <w:t>e</w:t>
      </w:r>
      <w:r w:rsidRPr="00F00A44">
        <w:t xml:space="preserve"> dokladu</w:t>
      </w:r>
      <w:r w:rsidR="00092CC9" w:rsidRPr="00F00A44">
        <w:t xml:space="preserve"> o </w:t>
      </w:r>
      <w:r w:rsidRPr="00F00A44">
        <w:t>elektrotechnické kvalifikaci při činnostech na určených technických zařízeních dle vyhlášky č. 100/1995 Sb., kterou se stanoví podmínky pro provoz, konstrukci</w:t>
      </w:r>
      <w:r w:rsidR="00845C50" w:rsidRPr="00F00A44">
        <w:t xml:space="preserve"> a </w:t>
      </w:r>
      <w:r w:rsidRPr="00F00A44">
        <w:t>výrobu určených technických zařízení</w:t>
      </w:r>
      <w:r w:rsidR="00845C50" w:rsidRPr="00F00A44">
        <w:t xml:space="preserve"> a </w:t>
      </w:r>
      <w:r w:rsidRPr="00F00A44">
        <w:t xml:space="preserve">jejich konkretizace, ve znění pozdějších předpisů. Kvalifikace je určena Přílohou č. 4 </w:t>
      </w:r>
      <w:proofErr w:type="gramStart"/>
      <w:r w:rsidRPr="00F00A44">
        <w:t>této</w:t>
      </w:r>
      <w:proofErr w:type="gramEnd"/>
      <w:r w:rsidRPr="00F00A44">
        <w:t xml:space="preserve"> vyhlášky, dle čl. 8c -</w:t>
      </w:r>
      <w:r w:rsidR="00092CC9" w:rsidRPr="00F00A44">
        <w:t xml:space="preserve"> v </w:t>
      </w:r>
      <w:r w:rsidRPr="00F00A44">
        <w:t>rozsahu projektování UTZ/E;</w:t>
      </w:r>
    </w:p>
    <w:p w14:paraId="3B5E754A" w14:textId="77777777" w:rsidR="00C60D09" w:rsidRPr="00F00A44" w:rsidRDefault="0035531B" w:rsidP="00531191">
      <w:pPr>
        <w:pStyle w:val="Odrka1-1"/>
        <w:numPr>
          <w:ilvl w:val="0"/>
          <w:numId w:val="23"/>
        </w:numPr>
        <w:spacing w:after="0"/>
      </w:pPr>
      <w:r w:rsidRPr="00F00A44">
        <w:t>kopi</w:t>
      </w:r>
      <w:r w:rsidR="001B5ED5" w:rsidRPr="00F00A44">
        <w:t>e</w:t>
      </w:r>
      <w:r w:rsidRPr="00F00A44">
        <w:t xml:space="preserve"> pověření Ministerstva dopravy ČR</w:t>
      </w:r>
      <w:r w:rsidR="00BC6D2B" w:rsidRPr="00F00A44">
        <w:t xml:space="preserve"> k </w:t>
      </w:r>
      <w:r w:rsidRPr="00F00A44">
        <w:t>provádění technických prohlídek</w:t>
      </w:r>
      <w:r w:rsidR="00845C50" w:rsidRPr="00F00A44">
        <w:t xml:space="preserve"> a </w:t>
      </w:r>
      <w:r w:rsidRPr="00F00A44">
        <w:t>zkoušek určených technických zařízení (UTZ) dle § 47 odst. 4 zákona č. 266/1994 Sb.,</w:t>
      </w:r>
      <w:r w:rsidR="00092CC9" w:rsidRPr="00F00A44">
        <w:t xml:space="preserve"> o </w:t>
      </w:r>
      <w:r w:rsidRPr="00F00A44">
        <w:t>drahách, ve znění pozdějších předpisů,</w:t>
      </w:r>
      <w:r w:rsidR="00845C50" w:rsidRPr="00F00A44">
        <w:t xml:space="preserve"> a </w:t>
      </w:r>
      <w:r w:rsidRPr="00F00A44">
        <w:t>to elektrických UTZ železničních drah</w:t>
      </w:r>
      <w:r w:rsidR="00092CC9" w:rsidRPr="00F00A44">
        <w:t xml:space="preserve"> v </w:t>
      </w:r>
      <w:r w:rsidRPr="00F00A44">
        <w:t xml:space="preserve">rozsahu: </w:t>
      </w:r>
      <w:r w:rsidR="00C60D09" w:rsidRPr="00F00A44">
        <w:t>silnoproudá zařízení drážní zabezpečovací, sdělovací, požární, signalizační a výpočetní techniky.</w:t>
      </w:r>
    </w:p>
    <w:p w14:paraId="299F27A1" w14:textId="77777777" w:rsidR="008B5EEF" w:rsidRPr="00D2426D" w:rsidRDefault="008B5EEF" w:rsidP="00531191">
      <w:pPr>
        <w:pStyle w:val="Odrka1-1"/>
        <w:numPr>
          <w:ilvl w:val="0"/>
          <w:numId w:val="0"/>
        </w:numPr>
        <w:spacing w:after="0"/>
        <w:ind w:left="1077" w:hanging="340"/>
        <w:rPr>
          <w:rFonts w:ascii="Verdana" w:hAnsi="Verdana" w:cs="Arial"/>
          <w:color w:val="FF0000"/>
        </w:rPr>
      </w:pPr>
    </w:p>
    <w:p w14:paraId="59C0016F" w14:textId="3317D464" w:rsidR="0035531B" w:rsidRDefault="0035531B" w:rsidP="00531191">
      <w:pPr>
        <w:pStyle w:val="Textbezslovn"/>
        <w:spacing w:after="0"/>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43BC09E" w14:textId="77777777" w:rsidR="00531191" w:rsidRPr="007A7C2C" w:rsidRDefault="00531191" w:rsidP="00531191">
      <w:pPr>
        <w:pStyle w:val="Textbezslovn"/>
        <w:spacing w:after="0"/>
      </w:pP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0BC71CFA" w:rsidR="0035531B"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7123A58A" w14:textId="77777777" w:rsidR="009F181D" w:rsidRDefault="009F181D" w:rsidP="009F181D">
      <w:pPr>
        <w:pStyle w:val="Text1-1"/>
        <w:tabs>
          <w:tab w:val="clear" w:pos="1588"/>
          <w:tab w:val="num" w:pos="737"/>
        </w:tabs>
        <w:ind w:left="737"/>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F929FC8" w14:textId="77777777" w:rsidR="009F181D" w:rsidRDefault="009F181D" w:rsidP="009F181D">
      <w:pPr>
        <w:pStyle w:val="Textbezslovn"/>
      </w:pPr>
      <w:r>
        <w:lastRenderedPageBreak/>
        <w:t xml:space="preserve">a) ke sdělení identifikačních údajů všech osob, které jsou jeho skutečným majitelem, a </w:t>
      </w:r>
    </w:p>
    <w:p w14:paraId="3708B737" w14:textId="77777777" w:rsidR="009F181D" w:rsidRDefault="009F181D" w:rsidP="009F181D">
      <w:pPr>
        <w:pStyle w:val="Textbezslovn"/>
      </w:pPr>
      <w:r>
        <w:t xml:space="preserve">b) k předložení dokladů, z nichž vyplývá vztah všech osob podle předchozího písmene a) k dodavateli; těmito doklady jsou zejména: </w:t>
      </w:r>
    </w:p>
    <w:p w14:paraId="646980AF" w14:textId="77777777" w:rsidR="009F181D" w:rsidRDefault="009F181D" w:rsidP="009F181D">
      <w:pPr>
        <w:pStyle w:val="Odrka1-2-"/>
      </w:pPr>
      <w:r>
        <w:t xml:space="preserve">výpis ze zahraniční evidence obdobné veřejnému rejstříku, </w:t>
      </w:r>
    </w:p>
    <w:p w14:paraId="3E7AB342" w14:textId="77777777" w:rsidR="009F181D" w:rsidRDefault="009F181D" w:rsidP="009F181D">
      <w:pPr>
        <w:pStyle w:val="Odrka1-2-"/>
      </w:pPr>
      <w:r>
        <w:t xml:space="preserve">seznam akcionářů, </w:t>
      </w:r>
    </w:p>
    <w:p w14:paraId="043BC438" w14:textId="77777777" w:rsidR="009F181D" w:rsidRDefault="009F181D" w:rsidP="009F181D">
      <w:pPr>
        <w:pStyle w:val="Odrka1-2-"/>
      </w:pPr>
      <w:r>
        <w:t xml:space="preserve">rozhodnutí statutárního orgánu o vyplacení podílu na zisku, </w:t>
      </w:r>
    </w:p>
    <w:p w14:paraId="03E358A3" w14:textId="77777777" w:rsidR="009F181D" w:rsidRDefault="009F181D" w:rsidP="009F181D">
      <w:pPr>
        <w:pStyle w:val="Odrka1-2-"/>
      </w:pPr>
      <w:r>
        <w:t>společenská smlouva, zakladatelská listina nebo stanovy.</w:t>
      </w:r>
    </w:p>
    <w:p w14:paraId="43CC12D9" w14:textId="77777777" w:rsidR="009F181D" w:rsidRDefault="009F181D" w:rsidP="009F181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06FBDA10" w14:textId="77777777" w:rsidR="009F181D" w:rsidRDefault="009F181D" w:rsidP="009F181D">
      <w:pPr>
        <w:pStyle w:val="Text1-1"/>
        <w:tabs>
          <w:tab w:val="clear" w:pos="1588"/>
          <w:tab w:val="num" w:pos="737"/>
        </w:tabs>
        <w:ind w:left="737"/>
      </w:pPr>
      <w:bookmarkStart w:id="24"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4"/>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6E95961" w14:textId="77777777" w:rsidR="009F181D" w:rsidRDefault="009F181D" w:rsidP="009F181D">
      <w:pPr>
        <w:pStyle w:val="Text1-1"/>
        <w:tabs>
          <w:tab w:val="clear" w:pos="1588"/>
          <w:tab w:val="num" w:pos="737"/>
        </w:tabs>
        <w:ind w:left="737"/>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3C89851E" w14:textId="77777777" w:rsidR="0035531B" w:rsidRPr="007A7C2C" w:rsidRDefault="0035531B" w:rsidP="00B77C6D">
      <w:pPr>
        <w:pStyle w:val="Nadpis1-1"/>
      </w:pPr>
      <w:bookmarkStart w:id="25" w:name="_Toc121314614"/>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5C1489E7" w:rsidR="00530F25" w:rsidRDefault="00530F25" w:rsidP="001F6645">
      <w:pPr>
        <w:pStyle w:val="Nadpis1-1"/>
        <w:jc w:val="both"/>
      </w:pPr>
      <w:bookmarkStart w:id="26" w:name="_Toc121314615"/>
      <w:r>
        <w:lastRenderedPageBreak/>
        <w:t xml:space="preserve">SOCIÁLNĚ </w:t>
      </w:r>
      <w:bookmarkStart w:id="27" w:name="_Toc59538672"/>
      <w:bookmarkStart w:id="28" w:name="_Toc61250223"/>
      <w:bookmarkStart w:id="29" w:name="_Toc61517291"/>
      <w:r w:rsidRPr="00530F25">
        <w:t>A ENVIRO</w:t>
      </w:r>
      <w:r w:rsidR="00E962BE">
        <w:t>N</w:t>
      </w:r>
      <w:r w:rsidRPr="00530F25">
        <w:t>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22269C23" w:rsidR="00530F25" w:rsidRDefault="00530F25" w:rsidP="004C0FF1">
      <w:pPr>
        <w:pStyle w:val="Text1-1"/>
        <w:ind w:left="737"/>
      </w:pPr>
      <w:r>
        <w:t>Zadavatel aplikuje v</w:t>
      </w:r>
      <w:r w:rsidR="009D42BF">
        <w:t>e</w:t>
      </w:r>
      <w:r>
        <w:t xml:space="preserve"> </w:t>
      </w:r>
      <w:r w:rsidR="009D42BF">
        <w:t>výběrovém</w:t>
      </w:r>
      <w:r>
        <w:t xml:space="preserve">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47784DD5" w:rsidR="00530F25" w:rsidRDefault="00E962BE" w:rsidP="002E7B8E">
      <w:pPr>
        <w:pStyle w:val="Text1-1"/>
        <w:numPr>
          <w:ilvl w:val="1"/>
          <w:numId w:val="19"/>
        </w:numPr>
        <w:ind w:hanging="28"/>
      </w:pPr>
      <w:r>
        <w:t xml:space="preserve">porady a </w:t>
      </w:r>
      <w:r w:rsidR="00E614ED">
        <w:t xml:space="preserve">jednání </w:t>
      </w:r>
      <w:r w:rsidR="00530F25">
        <w:t>veden</w:t>
      </w:r>
      <w:r w:rsidR="00E614ED">
        <w:t>á</w:t>
      </w:r>
      <w:r w:rsidR="00530F25">
        <w:t xml:space="preserve"> primárně distančním způsobem,</w:t>
      </w:r>
    </w:p>
    <w:p w14:paraId="6D4EBA2B" w14:textId="4BF04E11" w:rsidR="00E962BE" w:rsidRDefault="00E962BE" w:rsidP="002E7B8E">
      <w:pPr>
        <w:pStyle w:val="Text1-1"/>
        <w:numPr>
          <w:ilvl w:val="1"/>
          <w:numId w:val="19"/>
        </w:numPr>
        <w:ind w:hanging="28"/>
      </w:pPr>
      <w:r>
        <w:t>studentské exkurze.</w:t>
      </w:r>
    </w:p>
    <w:p w14:paraId="7DB81B80" w14:textId="0965BAA2" w:rsidR="00530F25" w:rsidRDefault="00530F25" w:rsidP="004C0FF1">
      <w:pPr>
        <w:pStyle w:val="Text1-1"/>
        <w:ind w:left="737"/>
      </w:pPr>
      <w:r>
        <w:t>Výše uvedené prvky odpovědného zadávání a povinnosti dodavatele s nimi spojené zadavatel stanovil v</w:t>
      </w:r>
      <w:r w:rsidR="00E614ED">
        <w:t xml:space="preserve"> ustanoveních </w:t>
      </w:r>
      <w:r w:rsidR="00E614ED" w:rsidRPr="00386CAD">
        <w:t>článku</w:t>
      </w:r>
      <w:r w:rsidR="005D14BC" w:rsidRPr="00386CAD">
        <w:t xml:space="preserve"> </w:t>
      </w:r>
      <w:r w:rsidR="00E614ED" w:rsidRPr="00386CAD">
        <w:t>4</w:t>
      </w:r>
      <w:r w:rsidR="005D14BC" w:rsidRPr="00386CAD">
        <w:t>.</w:t>
      </w:r>
      <w:r w:rsidR="00386CAD" w:rsidRPr="00386CAD">
        <w:t>7</w:t>
      </w:r>
      <w:r w:rsidR="00E614ED" w:rsidRPr="00386CAD">
        <w:t xml:space="preserve"> závazného</w:t>
      </w:r>
      <w:r w:rsidR="00E614ED">
        <w:t xml:space="preserve"> vzoru smlouvy, který je dílem 2 zadávací dokumentace. </w:t>
      </w:r>
    </w:p>
    <w:p w14:paraId="1AE03634" w14:textId="77777777" w:rsidR="0050638E" w:rsidRDefault="0050638E" w:rsidP="0050638E">
      <w:pPr>
        <w:pStyle w:val="Nadpis1-1"/>
        <w:jc w:val="both"/>
      </w:pPr>
      <w:bookmarkStart w:id="30" w:name="_Toc102380477"/>
      <w:bookmarkStart w:id="31" w:name="_Toc103683200"/>
      <w:bookmarkStart w:id="32" w:name="_Toc103932243"/>
      <w:bookmarkStart w:id="33" w:name="_Toc106967229"/>
      <w:bookmarkStart w:id="34" w:name="_Toc113020773"/>
      <w:bookmarkStart w:id="35" w:name="_Toc121314616"/>
      <w:r>
        <w:t xml:space="preserve">Další zadávací podmínky v návaznosti na sankce </w:t>
      </w:r>
      <w:r w:rsidRPr="00515FDB">
        <w:t>v</w:t>
      </w:r>
      <w:r>
        <w:t> souvislosti se situací na Ukrajině</w:t>
      </w:r>
      <w:bookmarkEnd w:id="30"/>
      <w:bookmarkEnd w:id="31"/>
      <w:bookmarkEnd w:id="32"/>
      <w:bookmarkEnd w:id="33"/>
      <w:bookmarkEnd w:id="34"/>
      <w:bookmarkEnd w:id="35"/>
    </w:p>
    <w:p w14:paraId="79C697C1" w14:textId="77777777" w:rsidR="0050638E" w:rsidRPr="00666E83" w:rsidRDefault="0050638E" w:rsidP="0050638E">
      <w:pPr>
        <w:pStyle w:val="Text1-1"/>
        <w:tabs>
          <w:tab w:val="clear" w:pos="1588"/>
          <w:tab w:val="num" w:pos="737"/>
        </w:tabs>
        <w:ind w:left="737"/>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2"/>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2B8C24B" w14:textId="2107312D" w:rsidR="0050638E" w:rsidRDefault="0050638E" w:rsidP="0050638E">
      <w:pPr>
        <w:pStyle w:val="Text1-1"/>
        <w:tabs>
          <w:tab w:val="clear" w:pos="1588"/>
          <w:tab w:val="num" w:pos="737"/>
        </w:tabs>
        <w:ind w:left="737"/>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ED5110">
        <w:rPr>
          <w:rFonts w:eastAsia="Times New Roman" w:cs="Times New Roman"/>
          <w:lang w:eastAsia="cs-CZ"/>
        </w:rPr>
        <w:t>e</w:t>
      </w:r>
      <w:r>
        <w:rPr>
          <w:rFonts w:eastAsia="Times New Roman" w:cs="Times New Roman"/>
          <w:lang w:eastAsia="cs-CZ"/>
        </w:rPr>
        <w:t> </w:t>
      </w:r>
      <w:r w:rsidR="00ED5110">
        <w:rPr>
          <w:rFonts w:eastAsia="Times New Roman" w:cs="Times New Roman"/>
          <w:lang w:eastAsia="cs-CZ"/>
        </w:rPr>
        <w:t xml:space="preserve">výběrovém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502A8C4" w14:textId="241970B1" w:rsidR="0050638E" w:rsidRDefault="0050638E" w:rsidP="0050638E">
      <w:pPr>
        <w:pStyle w:val="Text1-1"/>
        <w:tabs>
          <w:tab w:val="clear" w:pos="1588"/>
          <w:tab w:val="num" w:pos="737"/>
        </w:tabs>
        <w:ind w:left="737"/>
      </w:pPr>
      <w:r>
        <w:t xml:space="preserve">Splnění zadávacích podmínek stanovených zadavatelem dle tohoto článku prokáže účastník předložením čestného prohlášení, jehož vzorové znění je přílohou č. </w:t>
      </w:r>
      <w:r w:rsidR="00032A9E">
        <w:t>10</w:t>
      </w:r>
      <w:r>
        <w:t xml:space="preserve"> </w:t>
      </w:r>
      <w:r w:rsidR="00032A9E">
        <w:t>této Výzvy</w:t>
      </w:r>
      <w:r>
        <w:t>,</w:t>
      </w:r>
      <w:r w:rsidRPr="007E738C">
        <w:t xml:space="preserve"> v</w:t>
      </w:r>
      <w:r>
        <w:t>e</w:t>
      </w:r>
      <w:r w:rsidRPr="007E738C">
        <w:t xml:space="preserve"> </w:t>
      </w:r>
      <w:r>
        <w:t>své nabídce.</w:t>
      </w:r>
    </w:p>
    <w:p w14:paraId="221121CD" w14:textId="77777777" w:rsidR="0050638E" w:rsidRDefault="0050638E" w:rsidP="0050638E">
      <w:pPr>
        <w:pStyle w:val="Text1-1"/>
        <w:tabs>
          <w:tab w:val="clear" w:pos="1588"/>
          <w:tab w:val="num" w:pos="737"/>
        </w:tabs>
        <w:ind w:left="737"/>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B59C84" w14:textId="78D5802F" w:rsidR="0050638E" w:rsidRDefault="0050638E" w:rsidP="0050638E">
      <w:pPr>
        <w:pStyle w:val="Text1-1"/>
        <w:tabs>
          <w:tab w:val="clear" w:pos="1588"/>
          <w:tab w:val="num" w:pos="737"/>
        </w:tabs>
        <w:ind w:left="737"/>
      </w:pPr>
      <w:r w:rsidRPr="00FA4410">
        <w:t>V případě postupu účastníka v rozporu s</w:t>
      </w:r>
      <w:r>
        <w:t xml:space="preserve"> tímto článkem </w:t>
      </w:r>
      <w:r w:rsidRPr="00FA4410">
        <w:t xml:space="preserve">bude účastník vyloučen z </w:t>
      </w:r>
      <w:r w:rsidR="00ED5110">
        <w:t>výběrového</w:t>
      </w:r>
      <w:r w:rsidRPr="00FA4410">
        <w:t xml:space="preserve"> řízení</w:t>
      </w:r>
      <w:r>
        <w:t>.</w:t>
      </w:r>
    </w:p>
    <w:p w14:paraId="31A37147" w14:textId="77777777" w:rsidR="00E82BF0" w:rsidRDefault="00E82BF0" w:rsidP="00E82BF0">
      <w:pPr>
        <w:pStyle w:val="Text1-1"/>
        <w:numPr>
          <w:ilvl w:val="0"/>
          <w:numId w:val="0"/>
        </w:numPr>
        <w:ind w:left="737"/>
      </w:pPr>
    </w:p>
    <w:p w14:paraId="081F1CDE" w14:textId="77777777" w:rsidR="0035531B" w:rsidRPr="007A7C2C" w:rsidRDefault="0035531B" w:rsidP="00564DDD">
      <w:pPr>
        <w:pStyle w:val="Nadpis1-1"/>
      </w:pPr>
      <w:bookmarkStart w:id="36" w:name="_Toc121314617"/>
      <w:r w:rsidRPr="007A7C2C">
        <w:lastRenderedPageBreak/>
        <w:t xml:space="preserve">PŘÍLOHY </w:t>
      </w:r>
      <w:r w:rsidR="001472A9" w:rsidRPr="007A7C2C">
        <w:t>TÉTO VÝZVY</w:t>
      </w:r>
      <w:bookmarkEnd w:id="36"/>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24D3B376" w:rsidR="0035531B"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68986C7D" w14:textId="74CE6EF4" w:rsidR="001F6645" w:rsidRPr="007A7C2C" w:rsidRDefault="001F6645"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71E4E3AF" w14:textId="77777777" w:rsidR="0035531B" w:rsidRPr="00D2426D" w:rsidRDefault="0035531B" w:rsidP="00564DDD">
      <w:pPr>
        <w:pStyle w:val="Textbezslovn"/>
        <w:spacing w:after="0"/>
        <w:rPr>
          <w:color w:val="FF0000"/>
        </w:rPr>
      </w:pPr>
    </w:p>
    <w:p w14:paraId="74FFAD41" w14:textId="203D3200" w:rsidR="0035531B" w:rsidRDefault="0035531B" w:rsidP="00564DDD">
      <w:pPr>
        <w:pStyle w:val="Textbezslovn"/>
        <w:spacing w:after="0"/>
        <w:rPr>
          <w:color w:val="FF0000"/>
        </w:rPr>
      </w:pPr>
    </w:p>
    <w:p w14:paraId="66B40064" w14:textId="77777777" w:rsidR="00E82BF0" w:rsidRPr="00D2426D" w:rsidRDefault="00E82BF0" w:rsidP="00564DDD">
      <w:pPr>
        <w:pStyle w:val="Textbezslovn"/>
        <w:spacing w:after="0"/>
        <w:rPr>
          <w:color w:val="FF0000"/>
        </w:rPr>
      </w:pPr>
    </w:p>
    <w:p w14:paraId="00A4D356" w14:textId="326FBF6C" w:rsidR="0035531B" w:rsidRPr="007A7C2C" w:rsidRDefault="0035531B" w:rsidP="00564DDD">
      <w:pPr>
        <w:pStyle w:val="Textbezslovn"/>
        <w:spacing w:after="0"/>
      </w:pPr>
      <w:r w:rsidRPr="007A7C2C">
        <w:t>V</w:t>
      </w:r>
      <w:r w:rsidR="00B36181" w:rsidRPr="007A7C2C">
        <w:t> </w:t>
      </w:r>
      <w:r w:rsidRPr="007A7C2C">
        <w:t xml:space="preserve">Praze dne </w:t>
      </w:r>
    </w:p>
    <w:p w14:paraId="4E4C4DD4" w14:textId="6E443232" w:rsidR="0035531B" w:rsidRDefault="0035531B" w:rsidP="00564DDD">
      <w:pPr>
        <w:pStyle w:val="Textbezslovn"/>
        <w:spacing w:after="0"/>
      </w:pPr>
    </w:p>
    <w:p w14:paraId="49468F57" w14:textId="77777777" w:rsidR="00E82BF0" w:rsidRDefault="00E82BF0" w:rsidP="00564DDD">
      <w:pPr>
        <w:pStyle w:val="Textbezslovn"/>
        <w:spacing w:after="0"/>
      </w:pPr>
    </w:p>
    <w:p w14:paraId="77A7E5A8" w14:textId="5465F663" w:rsidR="005D14BC" w:rsidRDefault="005D14BC" w:rsidP="00564DDD">
      <w:pPr>
        <w:pStyle w:val="Textbezslovn"/>
        <w:spacing w:after="0"/>
      </w:pPr>
    </w:p>
    <w:p w14:paraId="66AA1E96" w14:textId="29CDC92D" w:rsidR="00E537BA" w:rsidRDefault="00E537BA" w:rsidP="00564DDD">
      <w:pPr>
        <w:pStyle w:val="Textbezslovn"/>
        <w:spacing w:after="0"/>
      </w:pPr>
    </w:p>
    <w:p w14:paraId="56AB861C" w14:textId="77777777" w:rsidR="00E537BA" w:rsidRPr="007A7C2C" w:rsidRDefault="00E537BA"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BF6A82" w:rsidRDefault="005D14BC" w:rsidP="00564DDD">
      <w:pPr>
        <w:pStyle w:val="Textbezslovn"/>
        <w:spacing w:after="0"/>
      </w:pPr>
      <w:r w:rsidRPr="00BF6A82">
        <w:t>……………………………………………</w:t>
      </w:r>
    </w:p>
    <w:p w14:paraId="33595801" w14:textId="77777777" w:rsidR="0035531B" w:rsidRPr="00BF6A82" w:rsidRDefault="0035531B" w:rsidP="00564DDD">
      <w:pPr>
        <w:pStyle w:val="Textbezslovn"/>
        <w:spacing w:after="0"/>
      </w:pPr>
      <w:r w:rsidRPr="00BF6A82">
        <w:t>Ing. Mojmír Nejezchleb</w:t>
      </w:r>
    </w:p>
    <w:p w14:paraId="0591E387" w14:textId="77777777" w:rsidR="0035531B" w:rsidRPr="00BF6A82" w:rsidRDefault="0035531B" w:rsidP="00564DDD">
      <w:pPr>
        <w:pStyle w:val="Textbezslovn"/>
        <w:spacing w:after="0"/>
      </w:pPr>
      <w:r w:rsidRPr="00BF6A82">
        <w:t>náměstek generálního ředitele pro modernizaci dráhy</w:t>
      </w:r>
    </w:p>
    <w:p w14:paraId="48D25842" w14:textId="77777777" w:rsidR="00564DDD" w:rsidRPr="007A7C2C" w:rsidRDefault="0035531B" w:rsidP="00B36181">
      <w:pPr>
        <w:pStyle w:val="Textbezslovn"/>
        <w:spacing w:after="0"/>
      </w:pPr>
      <w:r w:rsidRPr="00BF6A82">
        <w:t>Správa železni</w:t>
      </w:r>
      <w:r w:rsidR="00B277ED" w:rsidRPr="00BF6A82">
        <w:t>c</w:t>
      </w:r>
      <w:r w:rsidRPr="00BF6A82">
        <w:t>,</w:t>
      </w:r>
      <w:r w:rsidR="00B277ED" w:rsidRPr="00BF6A82">
        <w:t xml:space="preserve"> </w:t>
      </w:r>
      <w:r w:rsidRPr="00BF6A82">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14B82A3B"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BF6A82" w:rsidRPr="00BF6A82">
        <w:rPr>
          <w:b/>
        </w:rPr>
        <w:t>„Úpravy základnových radiostanic BTS sítě GSM-R řady S800</w:t>
      </w:r>
      <w:r w:rsidR="001F262B">
        <w:rPr>
          <w:b/>
        </w:rPr>
        <w:t>0</w:t>
      </w:r>
      <w:r w:rsidR="00BF6A82">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42781C4" w14:textId="77777777" w:rsidR="009D42BF" w:rsidRDefault="009D42BF" w:rsidP="009D42BF">
      <w:pPr>
        <w:pStyle w:val="Textbezslovn"/>
        <w:ind w:left="0"/>
      </w:pPr>
    </w:p>
    <w:p w14:paraId="676A2944" w14:textId="2C554BE8" w:rsidR="009D42BF" w:rsidRDefault="009D42BF" w:rsidP="009D42BF">
      <w:pPr>
        <w:pStyle w:val="Textbezslovn"/>
        <w:ind w:left="0"/>
      </w:pPr>
      <w:r>
        <w:t xml:space="preserve">Dodavatel potvrzuje, že on ani žádný z jeho poddodavatelů, prostřednictvím kterých v tomto </w:t>
      </w:r>
      <w:r w:rsidR="00E962BE">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7D43F4C" w14:textId="13A727E0" w:rsidR="00564DDD" w:rsidRPr="007A7C2C" w:rsidRDefault="001F6645" w:rsidP="006A6A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r w:rsidR="00564DDD"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128E2B14"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r w:rsidR="00F966EE">
              <w:rPr>
                <w:b/>
              </w:rPr>
              <w:t xml:space="preserve"> (doba bez autorského dozoru)</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1C48259F" w:rsidR="003A636B" w:rsidRPr="007A7C2C" w:rsidRDefault="008456C9" w:rsidP="00F966E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Pr="00FB3334">
              <w:rPr>
                <w:b/>
              </w:rPr>
              <w:t>služ</w:t>
            </w:r>
            <w:r>
              <w:rPr>
                <w:b/>
              </w:rPr>
              <w:t>e</w:t>
            </w:r>
            <w:r w:rsidRPr="00FB3334">
              <w:rPr>
                <w:b/>
              </w:rPr>
              <w:t xml:space="preserve">b </w:t>
            </w:r>
            <w:r w:rsidR="00D02D5D" w:rsidRPr="007A7C2C">
              <w:rPr>
                <w:b/>
              </w:rPr>
              <w:t xml:space="preserve">požadovaných </w:t>
            </w:r>
            <w:r>
              <w:rPr>
                <w:b/>
              </w:rPr>
              <w:t>dle</w:t>
            </w:r>
            <w:r w:rsidR="00D02D5D" w:rsidRPr="007A7C2C">
              <w:rPr>
                <w:b/>
              </w:rPr>
              <w:t> čl. 8.4 Výzvy</w:t>
            </w:r>
            <w:r w:rsidR="00452747">
              <w:rPr>
                <w:b/>
              </w:rPr>
              <w:t>,</w:t>
            </w:r>
            <w:r w:rsidR="00D02D5D">
              <w:rPr>
                <w:b/>
              </w:rPr>
              <w:t xml:space="preserve"> </w:t>
            </w:r>
            <w:r w:rsidRPr="00FB3334">
              <w:rPr>
                <w:b/>
              </w:rPr>
              <w:t>kter</w:t>
            </w:r>
            <w:r>
              <w:rPr>
                <w:b/>
              </w:rPr>
              <w:t>é</w:t>
            </w:r>
            <w:r w:rsidRPr="00FB3334">
              <w:rPr>
                <w:b/>
              </w:rPr>
              <w:t xml:space="preserve"> </w:t>
            </w:r>
            <w:r>
              <w:rPr>
                <w:b/>
              </w:rPr>
              <w:t xml:space="preserve">dodavatel poskytl** </w:t>
            </w:r>
            <w:r w:rsidR="00D02D5D" w:rsidRPr="007A7C2C">
              <w:rPr>
                <w:b/>
              </w:rPr>
              <w:t>za posledních 5 let</w:t>
            </w:r>
            <w:r w:rsidRPr="005D2D52">
              <w:rPr>
                <w:b/>
              </w:rPr>
              <w:t xml:space="preserve"> v Kč*** bez DPH</w:t>
            </w:r>
            <w:r w:rsidR="00F966EE">
              <w:rPr>
                <w:b/>
              </w:rPr>
              <w:t xml:space="preserve"> (cena bez autorského dozoru)</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1A6A3DE5" w:rsidR="00DD63D8" w:rsidRPr="007A7C2C" w:rsidRDefault="00BF6A82" w:rsidP="008456C9">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w:t>
            </w:r>
            <w:r w:rsidR="008456C9">
              <w:rPr>
                <w:b/>
              </w:rPr>
              <w:t>a</w:t>
            </w:r>
            <w:r w:rsidR="008456C9" w:rsidRPr="00D26821">
              <w:rPr>
                <w:rFonts w:ascii="Verdana" w:eastAsia="Verdana" w:hAnsi="Verdana" w:cs="Times New Roman"/>
                <w:b/>
              </w:rPr>
              <w:t xml:space="preserve"> stavebních prac</w:t>
            </w:r>
            <w:r w:rsidR="008456C9">
              <w:rPr>
                <w:rFonts w:ascii="Verdana" w:eastAsia="Verdana" w:hAnsi="Verdana" w:cs="Times New Roman"/>
                <w:b/>
              </w:rPr>
              <w:t>í</w:t>
            </w:r>
            <w:r w:rsidRPr="00FF1BC8">
              <w:rPr>
                <w:b/>
              </w:rPr>
              <w:t xml:space="preserve"> požadovaných </w:t>
            </w:r>
            <w:r w:rsidR="008456C9">
              <w:rPr>
                <w:b/>
              </w:rPr>
              <w:t>dle</w:t>
            </w:r>
            <w:r w:rsidRPr="00FF1BC8">
              <w:rPr>
                <w:b/>
              </w:rPr>
              <w:t> čl. 8.</w:t>
            </w:r>
            <w:r w:rsidR="008456C9">
              <w:rPr>
                <w:b/>
              </w:rPr>
              <w:t xml:space="preserve">4 </w:t>
            </w:r>
            <w:r>
              <w:rPr>
                <w:b/>
              </w:rPr>
              <w:t xml:space="preserve"> </w:t>
            </w:r>
            <w:r w:rsidR="00452747">
              <w:rPr>
                <w:b/>
              </w:rPr>
              <w:t xml:space="preserve"> </w:t>
            </w:r>
            <w:r w:rsidR="008456C9">
              <w:rPr>
                <w:b/>
              </w:rPr>
              <w:t>Výzvy</w:t>
            </w:r>
            <w:r w:rsidRPr="00AD792A">
              <w:rPr>
                <w:b/>
              </w:rPr>
              <w:t>, kter</w:t>
            </w:r>
            <w:r>
              <w:rPr>
                <w:b/>
              </w:rPr>
              <w:t>é</w:t>
            </w:r>
            <w:r w:rsidRPr="00AD792A">
              <w:rPr>
                <w:b/>
              </w:rPr>
              <w:t xml:space="preserve"> </w:t>
            </w:r>
            <w:r w:rsidRPr="005D2D52">
              <w:rPr>
                <w:b/>
              </w:rPr>
              <w:t>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6598F06D"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 xml:space="preserve">cizí měny na CZK použije průměrný </w:t>
      </w:r>
      <w:r w:rsidR="001F6645">
        <w:t xml:space="preserve">měsíční </w:t>
      </w:r>
      <w:r w:rsidRPr="007A7C2C">
        <w:t>kurz devizového trhu příslušné měny</w:t>
      </w:r>
      <w:r w:rsidR="00BC6D2B" w:rsidRPr="007A7C2C">
        <w:t xml:space="preserve"> k </w:t>
      </w:r>
      <w:r w:rsidRPr="007A7C2C">
        <w:t>CZK stanovený</w:t>
      </w:r>
      <w:r w:rsidR="00845C50" w:rsidRPr="007A7C2C">
        <w:t xml:space="preserve"> a </w:t>
      </w:r>
      <w:r w:rsidRPr="007A7C2C">
        <w:t>zveřejněný ČNB</w:t>
      </w:r>
      <w:r w:rsidR="001F6645">
        <w:t xml:space="preserve"> za měsíc, ve kterém bylo plnění referenční zakázky dokončeno</w:t>
      </w:r>
      <w:r w:rsidRPr="007A7C2C">
        <w:t>.</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364" w:type="dxa"/>
        <w:tblLayout w:type="fixed"/>
        <w:tblLook w:val="04E0" w:firstRow="1" w:lastRow="1" w:firstColumn="1" w:lastColumn="0" w:noHBand="0" w:noVBand="1"/>
      </w:tblPr>
      <w:tblGrid>
        <w:gridCol w:w="2127"/>
        <w:gridCol w:w="1701"/>
        <w:gridCol w:w="2268"/>
        <w:gridCol w:w="2268"/>
      </w:tblGrid>
      <w:tr w:rsidR="00986F4C" w:rsidRPr="007A7C2C" w14:paraId="09172BB9" w14:textId="77777777" w:rsidTr="00986F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Pr>
          <w:p w14:paraId="7A1F36DE" w14:textId="2E121129" w:rsidR="00986F4C" w:rsidRPr="007A7C2C" w:rsidRDefault="00986F4C" w:rsidP="00EE3C5F">
            <w:pPr>
              <w:rPr>
                <w:b/>
                <w:sz w:val="16"/>
                <w:szCs w:val="16"/>
              </w:rPr>
            </w:pPr>
            <w:r w:rsidRPr="007A7C2C">
              <w:rPr>
                <w:b/>
                <w:sz w:val="16"/>
                <w:szCs w:val="16"/>
              </w:rPr>
              <w:t xml:space="preserve">Funkce/jméno </w:t>
            </w:r>
            <w:r w:rsidR="00F966EE">
              <w:rPr>
                <w:b/>
                <w:sz w:val="16"/>
                <w:szCs w:val="16"/>
              </w:rPr>
              <w:t>a příjmení</w:t>
            </w:r>
          </w:p>
        </w:tc>
        <w:tc>
          <w:tcPr>
            <w:tcW w:w="1701" w:type="dxa"/>
          </w:tcPr>
          <w:p w14:paraId="0E431017" w14:textId="77777777" w:rsidR="00986F4C" w:rsidRPr="007A7C2C" w:rsidRDefault="00986F4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2268" w:type="dxa"/>
          </w:tcPr>
          <w:p w14:paraId="3DCCF35C" w14:textId="195D41C9" w:rsidR="00986F4C" w:rsidRPr="007A7C2C" w:rsidRDefault="00986F4C"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Pr>
                <w:b/>
                <w:sz w:val="16"/>
                <w:szCs w:val="16"/>
              </w:rPr>
              <w:t xml:space="preserve"> nebo projektováním*</w:t>
            </w:r>
            <w:r w:rsidRPr="007A7C2C">
              <w:rPr>
                <w:b/>
                <w:sz w:val="16"/>
                <w:szCs w:val="16"/>
              </w:rPr>
              <w:t xml:space="preserve"> (název stavby a cena bez DPH, další podrobnosti uvést v životopisu)</w:t>
            </w:r>
          </w:p>
        </w:tc>
        <w:tc>
          <w:tcPr>
            <w:tcW w:w="2268" w:type="dxa"/>
          </w:tcPr>
          <w:p w14:paraId="7AA0E251" w14:textId="77777777" w:rsidR="00986F4C" w:rsidRPr="007A7C2C" w:rsidRDefault="00986F4C"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986F4C" w:rsidRPr="007A7C2C" w14:paraId="5970780D" w14:textId="77777777" w:rsidTr="00986F4C">
        <w:tc>
          <w:tcPr>
            <w:cnfStyle w:val="001000000000" w:firstRow="0" w:lastRow="0" w:firstColumn="1" w:lastColumn="0" w:oddVBand="0" w:evenVBand="0" w:oddHBand="0" w:evenHBand="0" w:firstRowFirstColumn="0" w:firstRowLastColumn="0" w:lastRowFirstColumn="0" w:lastRowLastColumn="0"/>
            <w:tcW w:w="2127" w:type="dxa"/>
          </w:tcPr>
          <w:p w14:paraId="58F51A11"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Pr>
          <w:p w14:paraId="6F3B5748"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Pr>
          <w:p w14:paraId="529054F3"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Pr>
          <w:p w14:paraId="0617C86C"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2829F774" w14:textId="77777777" w:rsidTr="00986F4C">
        <w:tc>
          <w:tcPr>
            <w:cnfStyle w:val="001000000000" w:firstRow="0" w:lastRow="0" w:firstColumn="1" w:lastColumn="0" w:oddVBand="0" w:evenVBand="0" w:oddHBand="0" w:evenHBand="0" w:firstRowFirstColumn="0" w:firstRowLastColumn="0" w:lastRowFirstColumn="0" w:lastRowLastColumn="0"/>
            <w:tcW w:w="2127" w:type="dxa"/>
          </w:tcPr>
          <w:p w14:paraId="4ABA79FE"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Pr>
          <w:p w14:paraId="28861EAB"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Pr>
          <w:p w14:paraId="3C534C7B"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Pr>
          <w:p w14:paraId="62A9D3A9"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22EA9AE8" w14:textId="77777777" w:rsidTr="00986F4C">
        <w:tc>
          <w:tcPr>
            <w:cnfStyle w:val="001000000000" w:firstRow="0" w:lastRow="0" w:firstColumn="1" w:lastColumn="0" w:oddVBand="0" w:evenVBand="0" w:oddHBand="0" w:evenHBand="0" w:firstRowFirstColumn="0" w:firstRowLastColumn="0" w:lastRowFirstColumn="0" w:lastRowLastColumn="0"/>
            <w:tcW w:w="2127" w:type="dxa"/>
            <w:tcBorders>
              <w:bottom w:val="single" w:sz="2" w:space="0" w:color="auto"/>
            </w:tcBorders>
          </w:tcPr>
          <w:p w14:paraId="6D06D6AF"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Borders>
              <w:bottom w:val="single" w:sz="2" w:space="0" w:color="auto"/>
            </w:tcBorders>
          </w:tcPr>
          <w:p w14:paraId="185C8026"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2FACFEFB"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1ABEC079"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5DBB9B5C" w14:textId="77777777" w:rsidTr="00986F4C">
        <w:tc>
          <w:tcPr>
            <w:cnfStyle w:val="001000000000" w:firstRow="0" w:lastRow="0" w:firstColumn="1" w:lastColumn="0" w:oddVBand="0" w:evenVBand="0" w:oddHBand="0" w:evenHBand="0" w:firstRowFirstColumn="0" w:firstRowLastColumn="0" w:lastRowFirstColumn="0" w:lastRowLastColumn="0"/>
            <w:tcW w:w="2127" w:type="dxa"/>
            <w:tcBorders>
              <w:bottom w:val="single" w:sz="2" w:space="0" w:color="auto"/>
            </w:tcBorders>
          </w:tcPr>
          <w:p w14:paraId="1D456B8F"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Borders>
              <w:bottom w:val="single" w:sz="2" w:space="0" w:color="auto"/>
            </w:tcBorders>
          </w:tcPr>
          <w:p w14:paraId="18C0BD93"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35356142"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5BE0E4EF"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33A3F028" w14:textId="77777777" w:rsidTr="00986F4C">
        <w:tc>
          <w:tcPr>
            <w:cnfStyle w:val="001000000000" w:firstRow="0" w:lastRow="0" w:firstColumn="1" w:lastColumn="0" w:oddVBand="0" w:evenVBand="0" w:oddHBand="0" w:evenHBand="0" w:firstRowFirstColumn="0" w:firstRowLastColumn="0" w:lastRowFirstColumn="0" w:lastRowLastColumn="0"/>
            <w:tcW w:w="2127" w:type="dxa"/>
            <w:tcBorders>
              <w:bottom w:val="single" w:sz="2" w:space="0" w:color="auto"/>
            </w:tcBorders>
          </w:tcPr>
          <w:p w14:paraId="0143FFE7" w14:textId="77777777" w:rsidR="00986F4C" w:rsidRPr="007A7C2C" w:rsidRDefault="00986F4C" w:rsidP="00EE3C5F">
            <w:pPr>
              <w:rPr>
                <w:sz w:val="16"/>
                <w:szCs w:val="16"/>
                <w:highlight w:val="yellow"/>
              </w:rPr>
            </w:pPr>
            <w:r w:rsidRPr="007A7C2C">
              <w:rPr>
                <w:sz w:val="16"/>
                <w:szCs w:val="16"/>
                <w:highlight w:val="yellow"/>
              </w:rPr>
              <w:t>[DOPLNÍ DODAVATEL]</w:t>
            </w:r>
          </w:p>
        </w:tc>
        <w:tc>
          <w:tcPr>
            <w:tcW w:w="1701" w:type="dxa"/>
            <w:tcBorders>
              <w:bottom w:val="single" w:sz="2" w:space="0" w:color="auto"/>
            </w:tcBorders>
          </w:tcPr>
          <w:p w14:paraId="73158294"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1B3F5F51"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68" w:type="dxa"/>
            <w:tcBorders>
              <w:bottom w:val="single" w:sz="2" w:space="0" w:color="auto"/>
            </w:tcBorders>
          </w:tcPr>
          <w:p w14:paraId="693865BD" w14:textId="77777777" w:rsidR="00986F4C" w:rsidRPr="007A7C2C" w:rsidRDefault="00986F4C"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86F4C" w:rsidRPr="007A7C2C" w14:paraId="257A9035" w14:textId="77777777" w:rsidTr="00986F4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7" w:type="dxa"/>
            <w:tcBorders>
              <w:top w:val="single" w:sz="2" w:space="0" w:color="auto"/>
            </w:tcBorders>
            <w:shd w:val="clear" w:color="auto" w:fill="auto"/>
          </w:tcPr>
          <w:p w14:paraId="334108F9" w14:textId="77777777" w:rsidR="00986F4C" w:rsidRPr="007A7C2C" w:rsidRDefault="00986F4C" w:rsidP="00EE3C5F">
            <w:pPr>
              <w:rPr>
                <w:b w:val="0"/>
                <w:sz w:val="16"/>
                <w:szCs w:val="16"/>
                <w:highlight w:val="yellow"/>
              </w:rPr>
            </w:pPr>
            <w:r w:rsidRPr="007A7C2C">
              <w:rPr>
                <w:b w:val="0"/>
                <w:sz w:val="16"/>
                <w:szCs w:val="16"/>
                <w:highlight w:val="yellow"/>
              </w:rPr>
              <w:t>[DOPLNÍ DODAVATEL]</w:t>
            </w:r>
          </w:p>
        </w:tc>
        <w:tc>
          <w:tcPr>
            <w:tcW w:w="1701" w:type="dxa"/>
            <w:tcBorders>
              <w:top w:val="single" w:sz="2" w:space="0" w:color="auto"/>
            </w:tcBorders>
            <w:shd w:val="clear" w:color="auto" w:fill="auto"/>
          </w:tcPr>
          <w:p w14:paraId="23269197" w14:textId="77777777" w:rsidR="00986F4C" w:rsidRPr="007A7C2C" w:rsidRDefault="00986F4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68" w:type="dxa"/>
            <w:tcBorders>
              <w:top w:val="single" w:sz="2" w:space="0" w:color="auto"/>
            </w:tcBorders>
            <w:shd w:val="clear" w:color="auto" w:fill="auto"/>
          </w:tcPr>
          <w:p w14:paraId="19AC1F15" w14:textId="77777777" w:rsidR="00986F4C" w:rsidRPr="007A7C2C" w:rsidRDefault="00986F4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68" w:type="dxa"/>
            <w:tcBorders>
              <w:top w:val="single" w:sz="2" w:space="0" w:color="auto"/>
            </w:tcBorders>
            <w:shd w:val="clear" w:color="auto" w:fill="auto"/>
          </w:tcPr>
          <w:p w14:paraId="7B311835" w14:textId="77777777" w:rsidR="00986F4C" w:rsidRPr="007A7C2C" w:rsidRDefault="00986F4C"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546804F0"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w:t>
      </w:r>
      <w:r w:rsidR="00727C30">
        <w:t xml:space="preserve">se </w:t>
      </w:r>
      <w:r w:rsidRPr="007A7C2C">
        <w:t xml:space="preserve">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35119BC9" w:rsidR="0035531B" w:rsidRPr="007A7C2C" w:rsidRDefault="0035531B" w:rsidP="002E7B8E">
      <w:pPr>
        <w:pStyle w:val="Odstavec1-1a"/>
        <w:numPr>
          <w:ilvl w:val="0"/>
          <w:numId w:val="13"/>
        </w:numPr>
      </w:pPr>
      <w:r w:rsidRPr="007A7C2C">
        <w:t xml:space="preserve">Nejvyšší </w:t>
      </w:r>
      <w:r w:rsidRPr="00BE5ECC">
        <w:t>dosažené vzdělání:</w:t>
      </w:r>
      <w:r w:rsidR="00986F4C">
        <w:t xml:space="preserve"> </w:t>
      </w:r>
      <w:r w:rsidR="00986F4C" w:rsidRPr="007A7C2C">
        <w:t>[</w:t>
      </w:r>
      <w:r w:rsidR="00986F4C" w:rsidRPr="007A7C2C">
        <w:rPr>
          <w:highlight w:val="yellow"/>
        </w:rPr>
        <w:t>DOPLNÍ DODAVATEL</w:t>
      </w:r>
      <w:r w:rsidR="00986F4C" w:rsidRPr="007A7C2C">
        <w:t>]</w:t>
      </w: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3"/>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4"/>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lastRenderedPageBreak/>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5"/>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226E7D79" w:rsidR="005F7739" w:rsidRPr="007A7C2C" w:rsidRDefault="005F7739" w:rsidP="005F7739">
      <w:pPr>
        <w:pStyle w:val="Odrka1-1"/>
      </w:pPr>
      <w:r w:rsidRPr="007A7C2C">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9610BC">
        <w:t xml:space="preserve">prohlašuje, že </w:t>
      </w:r>
      <w:r w:rsidRPr="007A7C2C">
        <w:t xml:space="preserve">tuto podmínku </w:t>
      </w:r>
      <w:r w:rsidR="009610BC">
        <w:t xml:space="preserve">splňuje </w:t>
      </w:r>
      <w:r w:rsidRPr="007A7C2C">
        <w:t xml:space="preserve">tato právnická osoba a zároveň každý člen </w:t>
      </w:r>
      <w:r w:rsidR="009610BC">
        <w:t xml:space="preserve">jejího </w:t>
      </w:r>
      <w:r w:rsidRPr="007A7C2C">
        <w:t xml:space="preserve">statutárního orgánu. Je-li členem statutárního orgánu dodavatele právnická osoba, </w:t>
      </w:r>
      <w:r w:rsidR="009610BC">
        <w:t xml:space="preserve">prohlašuje, že </w:t>
      </w:r>
      <w:r w:rsidRPr="007A7C2C">
        <w:t xml:space="preserve">tuto podmínku </w:t>
      </w:r>
      <w:r w:rsidR="009610BC">
        <w:t xml:space="preserve">splňuje vedle dodavatele i </w:t>
      </w:r>
      <w:r w:rsidRPr="007A7C2C">
        <w:t xml:space="preserve">tato právnická osoba, každý člen statutárního orgánu této právnické osoby a osoba zastupující tuto právnickou osobu ve statutárním orgánu dodavatele. </w:t>
      </w:r>
      <w:r w:rsidR="009610BC" w:rsidRPr="009610BC">
        <w:t xml:space="preserve"> </w:t>
      </w:r>
      <w:r w:rsidR="009610BC">
        <w:t>Je-li dodavatelem</w:t>
      </w:r>
      <w:r w:rsidRPr="007A7C2C">
        <w:t xml:space="preserve"> pobočka závodu zahraniční právnické osoby, </w:t>
      </w:r>
      <w:r w:rsidR="009610BC">
        <w:t xml:space="preserve">prohlašuje, že </w:t>
      </w:r>
      <w:r w:rsidRPr="007A7C2C">
        <w:t xml:space="preserve">podmínku </w:t>
      </w:r>
      <w:r w:rsidR="009610BC">
        <w:t>splňuje</w:t>
      </w:r>
      <w:r w:rsidRPr="007A7C2C">
        <w:t xml:space="preserve"> tato právnická osoba a vedoucí pobočky závodu; </w:t>
      </w:r>
      <w:r w:rsidR="009610BC">
        <w:t xml:space="preserve">je-li dodavatelem pobočka </w:t>
      </w:r>
      <w:r w:rsidRPr="007A7C2C">
        <w:t>závodu české právnické osoby</w:t>
      </w:r>
      <w:r w:rsidR="009610BC">
        <w:t>,</w:t>
      </w:r>
      <w:r w:rsidRPr="007A7C2C">
        <w:t xml:space="preserve"> </w:t>
      </w:r>
      <w:r w:rsidR="009610BC">
        <w:t xml:space="preserve">prohlašuje, že </w:t>
      </w:r>
      <w:r w:rsidRPr="007A7C2C">
        <w:t xml:space="preserve">podmínku </w:t>
      </w:r>
      <w:r w:rsidR="009610BC">
        <w:t xml:space="preserve">splňuje vedle dodavatele i </w:t>
      </w:r>
      <w:r w:rsidRPr="007A7C2C">
        <w:t>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6"/>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3B29F75D" w:rsidR="0035531B" w:rsidRDefault="0035531B" w:rsidP="00307641">
      <w:pPr>
        <w:pStyle w:val="Textbezslovn"/>
      </w:pPr>
    </w:p>
    <w:p w14:paraId="54038B98" w14:textId="5A56CA51" w:rsidR="00BA45F3" w:rsidRDefault="00BA45F3" w:rsidP="00307641">
      <w:pPr>
        <w:pStyle w:val="Textbezslovn"/>
      </w:pPr>
    </w:p>
    <w:p w14:paraId="4E9C5EE4" w14:textId="5BE3735B" w:rsidR="00BA45F3" w:rsidRDefault="00BA45F3" w:rsidP="00307641">
      <w:pPr>
        <w:pStyle w:val="Textbezslovn"/>
      </w:pPr>
    </w:p>
    <w:p w14:paraId="3FCD53C8" w14:textId="7BB13822" w:rsidR="00BA45F3" w:rsidRDefault="00BA45F3" w:rsidP="00307641">
      <w:pPr>
        <w:pStyle w:val="Textbezslovn"/>
      </w:pPr>
    </w:p>
    <w:p w14:paraId="58C36E61" w14:textId="6C5B0FC0" w:rsidR="00BA45F3" w:rsidRDefault="00BA45F3" w:rsidP="00307641">
      <w:pPr>
        <w:pStyle w:val="Textbezslovn"/>
      </w:pPr>
    </w:p>
    <w:p w14:paraId="7C7822FF" w14:textId="4557750A" w:rsidR="00BA45F3" w:rsidRDefault="00BA45F3" w:rsidP="00307641">
      <w:pPr>
        <w:pStyle w:val="Textbezslovn"/>
      </w:pPr>
    </w:p>
    <w:p w14:paraId="4731E2DD" w14:textId="6A4A4F00" w:rsidR="00BA45F3" w:rsidRDefault="00BA45F3" w:rsidP="00307641">
      <w:pPr>
        <w:pStyle w:val="Textbezslovn"/>
      </w:pPr>
    </w:p>
    <w:p w14:paraId="3FC5B227" w14:textId="72E55DC7" w:rsidR="00BA45F3" w:rsidRDefault="00BA45F3" w:rsidP="00307641">
      <w:pPr>
        <w:pStyle w:val="Textbezslovn"/>
      </w:pPr>
    </w:p>
    <w:p w14:paraId="644B8BFC" w14:textId="21575348" w:rsidR="00BA45F3" w:rsidRDefault="00BA45F3" w:rsidP="00307641">
      <w:pPr>
        <w:pStyle w:val="Textbezslovn"/>
      </w:pPr>
    </w:p>
    <w:p w14:paraId="2E22A6A8" w14:textId="452188B1" w:rsidR="00BA45F3" w:rsidRDefault="00BA45F3" w:rsidP="00307641">
      <w:pPr>
        <w:pStyle w:val="Textbezslovn"/>
      </w:pPr>
    </w:p>
    <w:p w14:paraId="3285DB06" w14:textId="4D2FB60F" w:rsidR="00BA45F3" w:rsidRDefault="00BA45F3" w:rsidP="00307641">
      <w:pPr>
        <w:pStyle w:val="Textbezslovn"/>
      </w:pPr>
    </w:p>
    <w:p w14:paraId="3A6836A6" w14:textId="4980B89B" w:rsidR="00BA45F3" w:rsidRDefault="00BA45F3" w:rsidP="00307641">
      <w:pPr>
        <w:pStyle w:val="Textbezslovn"/>
      </w:pPr>
    </w:p>
    <w:p w14:paraId="6A36DBD0" w14:textId="60093B29" w:rsidR="00BA45F3" w:rsidRDefault="00BA45F3" w:rsidP="00307641">
      <w:pPr>
        <w:pStyle w:val="Textbezslovn"/>
      </w:pPr>
    </w:p>
    <w:p w14:paraId="5D2F8782" w14:textId="66DD4D16" w:rsidR="00BA45F3" w:rsidRDefault="00BA45F3" w:rsidP="00307641">
      <w:pPr>
        <w:pStyle w:val="Textbezslovn"/>
      </w:pPr>
    </w:p>
    <w:p w14:paraId="52E33AEE" w14:textId="683260F5" w:rsidR="00BA45F3" w:rsidRDefault="00BA45F3" w:rsidP="00307641">
      <w:pPr>
        <w:pStyle w:val="Textbezslovn"/>
      </w:pPr>
    </w:p>
    <w:p w14:paraId="6FBE8080" w14:textId="70FA0A95" w:rsidR="00BA45F3" w:rsidRDefault="00BA45F3" w:rsidP="00307641">
      <w:pPr>
        <w:pStyle w:val="Textbezslovn"/>
      </w:pPr>
    </w:p>
    <w:p w14:paraId="4374D883" w14:textId="2B8BF4A3" w:rsidR="00BA45F3" w:rsidRDefault="00BA45F3" w:rsidP="00307641">
      <w:pPr>
        <w:pStyle w:val="Textbezslovn"/>
      </w:pPr>
    </w:p>
    <w:p w14:paraId="3334D89F" w14:textId="2768ED90" w:rsidR="00BA45F3" w:rsidRDefault="00BA45F3" w:rsidP="00307641">
      <w:pPr>
        <w:pStyle w:val="Textbezslovn"/>
      </w:pPr>
    </w:p>
    <w:p w14:paraId="7F6E7610" w14:textId="0F408F8B" w:rsidR="00BA45F3" w:rsidRDefault="00BA45F3" w:rsidP="00307641">
      <w:pPr>
        <w:pStyle w:val="Textbezslovn"/>
      </w:pPr>
    </w:p>
    <w:p w14:paraId="3ACF87EF" w14:textId="46704660" w:rsidR="00BA45F3" w:rsidRDefault="00BA45F3" w:rsidP="00307641">
      <w:pPr>
        <w:pStyle w:val="Textbezslovn"/>
      </w:pPr>
    </w:p>
    <w:p w14:paraId="5C48A5EB" w14:textId="0A20399C" w:rsidR="00BA45F3" w:rsidRDefault="00BA45F3" w:rsidP="00307641">
      <w:pPr>
        <w:pStyle w:val="Textbezslovn"/>
      </w:pPr>
    </w:p>
    <w:p w14:paraId="03629E2B" w14:textId="500FFCA6" w:rsidR="00BA45F3" w:rsidRDefault="00BA45F3" w:rsidP="00BA45F3">
      <w:pPr>
        <w:pStyle w:val="Nadpisbezsl1-1"/>
      </w:pPr>
      <w:r>
        <w:lastRenderedPageBreak/>
        <w:t xml:space="preserve">Příloha č. </w:t>
      </w:r>
      <w:r w:rsidR="00032A9E">
        <w:t>10</w:t>
      </w:r>
    </w:p>
    <w:p w14:paraId="795A974F" w14:textId="77777777" w:rsidR="00BA45F3" w:rsidRPr="00964860" w:rsidRDefault="00BA45F3" w:rsidP="00BA45F3">
      <w:pPr>
        <w:pStyle w:val="Nadpisbezsl1-2"/>
      </w:pPr>
      <w:r w:rsidRPr="00010882">
        <w:rPr>
          <w:lang w:eastAsia="cs-CZ"/>
        </w:rPr>
        <w:t>Čestné prohlášení o splnění podmínek v souvislosti se situací na Ukrajině</w:t>
      </w:r>
    </w:p>
    <w:p w14:paraId="236B9AAD" w14:textId="77777777" w:rsidR="00BA45F3" w:rsidRDefault="00BA45F3" w:rsidP="00BA45F3">
      <w:pPr>
        <w:pStyle w:val="Textbezslovn"/>
        <w:ind w:left="0"/>
      </w:pPr>
    </w:p>
    <w:p w14:paraId="7219A4C1" w14:textId="77777777" w:rsidR="00BA45F3" w:rsidRPr="00964860" w:rsidRDefault="00BA45F3" w:rsidP="00BA45F3">
      <w:pPr>
        <w:pStyle w:val="Textbezslovn"/>
        <w:ind w:left="0"/>
        <w:rPr>
          <w:b/>
        </w:rPr>
      </w:pPr>
      <w:r w:rsidRPr="00964860">
        <w:rPr>
          <w:b/>
        </w:rPr>
        <w:t>Čestné prohlášení</w:t>
      </w:r>
    </w:p>
    <w:p w14:paraId="5CD26C02" w14:textId="77777777" w:rsidR="00BA45F3" w:rsidRPr="00833899" w:rsidRDefault="00BA45F3" w:rsidP="00BA45F3">
      <w:pPr>
        <w:pStyle w:val="Textbezslovn"/>
        <w:ind w:left="0"/>
      </w:pPr>
      <w:r>
        <w:t>Obchodní firma / jméno a příjmení</w:t>
      </w:r>
      <w:r w:rsidRPr="00833899">
        <w:rPr>
          <w:rStyle w:val="Znakapoznpodarou"/>
        </w:rPr>
        <w:footnoteReference w:id="7"/>
      </w:r>
      <w:r w:rsidRPr="00833899">
        <w:t xml:space="preserve">  [</w:t>
      </w:r>
      <w:r w:rsidRPr="00327119">
        <w:rPr>
          <w:b/>
          <w:highlight w:val="yellow"/>
        </w:rPr>
        <w:t>DOPLNÍ DODAVATEL</w:t>
      </w:r>
      <w:r w:rsidRPr="00833899">
        <w:t>]</w:t>
      </w:r>
    </w:p>
    <w:p w14:paraId="0F867826" w14:textId="77777777" w:rsidR="00BA45F3" w:rsidRPr="00833899" w:rsidRDefault="00BA45F3" w:rsidP="00BA45F3">
      <w:pPr>
        <w:pStyle w:val="Textbezslovn"/>
        <w:ind w:left="0"/>
      </w:pPr>
      <w:r w:rsidRPr="00833899">
        <w:t>se sídlem [</w:t>
      </w:r>
      <w:r w:rsidRPr="00833899">
        <w:rPr>
          <w:highlight w:val="yellow"/>
        </w:rPr>
        <w:t>DOPLNÍ DODAVATEL</w:t>
      </w:r>
      <w:r w:rsidRPr="00833899">
        <w:t>]</w:t>
      </w:r>
    </w:p>
    <w:p w14:paraId="34BC011A" w14:textId="77777777" w:rsidR="00BA45F3" w:rsidRPr="00833899" w:rsidRDefault="00BA45F3" w:rsidP="00BA45F3">
      <w:pPr>
        <w:pStyle w:val="Textbezslovn"/>
        <w:ind w:left="0"/>
      </w:pPr>
      <w:r w:rsidRPr="00833899">
        <w:t>IČO: [</w:t>
      </w:r>
      <w:r w:rsidRPr="00833899">
        <w:rPr>
          <w:highlight w:val="yellow"/>
        </w:rPr>
        <w:t>DOPLNÍ DODAVATEL</w:t>
      </w:r>
      <w:r w:rsidRPr="00833899">
        <w:t>]</w:t>
      </w:r>
    </w:p>
    <w:p w14:paraId="2B831E3C" w14:textId="77777777" w:rsidR="00BA45F3" w:rsidRPr="00833899" w:rsidRDefault="00BA45F3" w:rsidP="00BA45F3">
      <w:pPr>
        <w:pStyle w:val="Textbezslovn"/>
        <w:ind w:left="0"/>
      </w:pPr>
      <w:r w:rsidRPr="00833899">
        <w:t>společnost zapsaná v obchodním rejstříku vedeném [</w:t>
      </w:r>
      <w:r w:rsidRPr="00833899">
        <w:rPr>
          <w:highlight w:val="yellow"/>
        </w:rPr>
        <w:t>DOPLNÍ DODAVATEL</w:t>
      </w:r>
      <w:r w:rsidRPr="00833899">
        <w:t>],</w:t>
      </w:r>
    </w:p>
    <w:p w14:paraId="602BAAD4" w14:textId="77777777" w:rsidR="00BA45F3" w:rsidRPr="00833899" w:rsidRDefault="00BA45F3" w:rsidP="00BA45F3">
      <w:pPr>
        <w:pStyle w:val="Textbezslovn"/>
        <w:ind w:left="0"/>
      </w:pPr>
      <w:r w:rsidRPr="00833899">
        <w:t>spisová značka [</w:t>
      </w:r>
      <w:r w:rsidRPr="00833899">
        <w:rPr>
          <w:highlight w:val="yellow"/>
        </w:rPr>
        <w:t>DOPLNÍ DODAVATEL</w:t>
      </w:r>
      <w:r w:rsidRPr="00833899">
        <w:t>]</w:t>
      </w:r>
    </w:p>
    <w:p w14:paraId="0645685A" w14:textId="77777777" w:rsidR="00BA45F3" w:rsidRPr="00833899" w:rsidRDefault="00BA45F3" w:rsidP="00BA45F3">
      <w:pPr>
        <w:pStyle w:val="Textbezslovn"/>
        <w:ind w:left="0"/>
      </w:pPr>
      <w:r w:rsidRPr="00833899">
        <w:t>zastoupená [</w:t>
      </w:r>
      <w:r w:rsidRPr="00833899">
        <w:rPr>
          <w:highlight w:val="yellow"/>
        </w:rPr>
        <w:t>DOPLNÍ DODAVATEL</w:t>
      </w:r>
      <w:r w:rsidRPr="00833899">
        <w:t>]</w:t>
      </w:r>
    </w:p>
    <w:p w14:paraId="2FC0F64D" w14:textId="77777777" w:rsidR="00BA45F3" w:rsidRDefault="00BA45F3" w:rsidP="00BA45F3">
      <w:pPr>
        <w:spacing w:after="0" w:line="240" w:lineRule="auto"/>
        <w:jc w:val="both"/>
        <w:rPr>
          <w:rFonts w:eastAsia="Times New Roman" w:cs="Times New Roman"/>
          <w:lang w:eastAsia="cs-CZ"/>
        </w:rPr>
      </w:pPr>
    </w:p>
    <w:p w14:paraId="18B5A4E4" w14:textId="116EAEF0" w:rsidR="00BA45F3" w:rsidRDefault="00BA45F3" w:rsidP="00BA45F3">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veřejné zakázky s názvem </w:t>
      </w:r>
      <w:r w:rsidR="00986F4C" w:rsidRPr="00986F4C">
        <w:rPr>
          <w:rFonts w:eastAsia="Times New Roman" w:cs="Times New Roman"/>
          <w:b/>
          <w:lang w:eastAsia="cs-CZ"/>
        </w:rPr>
        <w:t>„Úpravy základnových radiostanic BTS sítě GSM-R řady S8000</w:t>
      </w:r>
      <w:r w:rsidR="00986F4C">
        <w:rPr>
          <w:rFonts w:eastAsia="Times New Roman" w:cs="Times New Roman"/>
          <w:lang w:eastAsia="cs-CZ"/>
        </w:rPr>
        <w:t>“</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w:t>
      </w:r>
      <w:r w:rsidR="00383A21">
        <w:rPr>
          <w:rFonts w:eastAsia="Times New Roman" w:cs="Times New Roman"/>
          <w:b/>
          <w:i/>
          <w:lang w:eastAsia="cs-CZ"/>
        </w:rPr>
        <w:t>Výběrové</w:t>
      </w:r>
      <w:r w:rsidRPr="00E77D54">
        <w:rPr>
          <w:rFonts w:eastAsia="Times New Roman" w:cs="Times New Roman"/>
          <w:b/>
          <w:i/>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56839665" w14:textId="29003EFE" w:rsidR="00BA45F3" w:rsidRPr="009349C7" w:rsidRDefault="00BA45F3" w:rsidP="009349C7">
      <w:pPr>
        <w:pStyle w:val="Odstavecseseznamem"/>
        <w:numPr>
          <w:ilvl w:val="0"/>
          <w:numId w:val="27"/>
        </w:numPr>
        <w:spacing w:line="240" w:lineRule="auto"/>
        <w:jc w:val="both"/>
        <w:rPr>
          <w:rFonts w:eastAsia="Calibri" w:cs="Times New Roman"/>
        </w:rPr>
      </w:pPr>
      <w:r w:rsidRPr="009349C7">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9349C7">
        <w:rPr>
          <w:b/>
        </w:rPr>
        <w:t>nejsou</w:t>
      </w:r>
      <w:r>
        <w:t xml:space="preserve"> osobami dle článku</w:t>
      </w:r>
      <w:r w:rsidRPr="00EB54C9">
        <w:t xml:space="preserve"> 2</w:t>
      </w:r>
      <w:r>
        <w:rPr>
          <w:rStyle w:val="Znakapoznpodarou"/>
        </w:rPr>
        <w:footnoteReference w:id="8"/>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sidRPr="009349C7">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9349C7">
        <w:rPr>
          <w:b/>
        </w:rPr>
        <w:t>tzv. sankční seznamy</w:t>
      </w:r>
      <w:r>
        <w:t>)</w:t>
      </w:r>
      <w:r>
        <w:rPr>
          <w:rStyle w:val="Znakapoznpodarou"/>
        </w:rPr>
        <w:footnoteReference w:id="9"/>
      </w:r>
      <w:r w:rsidRPr="009349C7">
        <w:rPr>
          <w:rFonts w:eastAsia="Calibri" w:cs="Times New Roman"/>
        </w:rPr>
        <w:t>.</w:t>
      </w:r>
    </w:p>
    <w:p w14:paraId="112D7D15" w14:textId="53EF97A8" w:rsidR="00BA45F3" w:rsidRPr="007F769F" w:rsidRDefault="00BA45F3" w:rsidP="00BA45F3">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383A21">
        <w:rPr>
          <w:rFonts w:eastAsia="Times New Roman" w:cs="Times New Roman"/>
          <w:lang w:eastAsia="cs-CZ"/>
        </w:rPr>
        <w:t>e</w:t>
      </w:r>
      <w:r w:rsidRPr="00247FAF">
        <w:rPr>
          <w:rFonts w:eastAsia="Times New Roman" w:cs="Times New Roman"/>
          <w:lang w:eastAsia="cs-CZ"/>
        </w:rPr>
        <w:t> </w:t>
      </w:r>
      <w:r w:rsidR="00383A21">
        <w:rPr>
          <w:rFonts w:eastAsia="Times New Roman" w:cs="Times New Roman"/>
          <w:lang w:eastAsia="cs-CZ"/>
        </w:rPr>
        <w:t>Výběrovém</w:t>
      </w:r>
      <w:r w:rsidRPr="00247FAF">
        <w:rPr>
          <w:rFonts w:eastAsia="Times New Roman" w:cs="Times New Roman"/>
          <w:lang w:eastAsia="cs-CZ"/>
        </w:rPr>
        <w:t xml:space="preserve">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383A21">
        <w:rPr>
          <w:rFonts w:eastAsia="Calibri" w:cs="Times New Roman"/>
        </w:rPr>
        <w:t>Výběrového</w:t>
      </w:r>
      <w:r w:rsidRPr="007F769F">
        <w:rPr>
          <w:rFonts w:eastAsia="Calibri" w:cs="Times New Roman"/>
        </w:rPr>
        <w:t xml:space="preserve">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92440AF" w14:textId="77777777" w:rsidR="00BA45F3" w:rsidRDefault="00BA45F3" w:rsidP="00BA45F3">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1ED239F1" w14:textId="77777777" w:rsidR="00BA45F3" w:rsidRDefault="00BA45F3" w:rsidP="00BA45F3">
      <w:pPr>
        <w:pStyle w:val="Textbezslovn"/>
        <w:ind w:left="0"/>
      </w:pPr>
    </w:p>
    <w:p w14:paraId="114EC481" w14:textId="4481BECB" w:rsidR="00BA45F3" w:rsidRDefault="00BA45F3" w:rsidP="00307641">
      <w:pPr>
        <w:pStyle w:val="Textbezslovn"/>
      </w:pPr>
    </w:p>
    <w:p w14:paraId="408157E0" w14:textId="77777777" w:rsidR="00BA45F3" w:rsidRPr="007A7C2C" w:rsidRDefault="00BA45F3" w:rsidP="00307641">
      <w:pPr>
        <w:pStyle w:val="Textbezslovn"/>
      </w:pPr>
    </w:p>
    <w:sectPr w:rsidR="00BA45F3"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C0AC4E" w14:textId="77777777" w:rsidR="002F2F53" w:rsidRDefault="002F2F53" w:rsidP="00962258">
      <w:pPr>
        <w:spacing w:after="0" w:line="240" w:lineRule="auto"/>
      </w:pPr>
      <w:r>
        <w:separator/>
      </w:r>
    </w:p>
  </w:endnote>
  <w:endnote w:type="continuationSeparator" w:id="0">
    <w:p w14:paraId="6EC70D14" w14:textId="77777777" w:rsidR="002F2F53" w:rsidRDefault="002F2F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3256D" w14:paraId="33826CD6" w14:textId="77777777" w:rsidTr="00EB46E5">
      <w:tc>
        <w:tcPr>
          <w:tcW w:w="1361" w:type="dxa"/>
          <w:tcMar>
            <w:left w:w="0" w:type="dxa"/>
            <w:right w:w="0" w:type="dxa"/>
          </w:tcMar>
          <w:vAlign w:val="bottom"/>
        </w:tcPr>
        <w:p w14:paraId="1DE02B12" w14:textId="01B21565" w:rsidR="0013256D" w:rsidRPr="00B8518B" w:rsidRDefault="0013256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373E">
            <w:rPr>
              <w:rStyle w:val="slostrnky"/>
              <w:noProof/>
            </w:rPr>
            <w:t>21</w:t>
          </w:r>
          <w:r w:rsidRPr="00B8518B">
            <w:rPr>
              <w:rStyle w:val="slostrnky"/>
            </w:rPr>
            <w:fldChar w:fldCharType="end"/>
          </w:r>
          <w:r w:rsidRPr="00B8518B">
            <w:rPr>
              <w:rStyle w:val="slostrnky"/>
            </w:rPr>
            <w:t>/</w:t>
          </w:r>
          <w:fldSimple w:instr=" NUMPAGES   \* MERGEFORMAT ">
            <w:r w:rsidR="00BA373E" w:rsidRPr="00BA373E">
              <w:rPr>
                <w:rStyle w:val="slostrnky"/>
                <w:noProof/>
              </w:rPr>
              <w:t>42</w:t>
            </w:r>
          </w:fldSimple>
        </w:p>
      </w:tc>
      <w:tc>
        <w:tcPr>
          <w:tcW w:w="284" w:type="dxa"/>
          <w:shd w:val="clear" w:color="auto" w:fill="auto"/>
          <w:tcMar>
            <w:left w:w="0" w:type="dxa"/>
            <w:right w:w="0" w:type="dxa"/>
          </w:tcMar>
        </w:tcPr>
        <w:p w14:paraId="3BE100F8" w14:textId="77777777" w:rsidR="0013256D" w:rsidRDefault="0013256D" w:rsidP="00B8518B">
          <w:pPr>
            <w:pStyle w:val="Zpat"/>
          </w:pPr>
        </w:p>
      </w:tc>
      <w:tc>
        <w:tcPr>
          <w:tcW w:w="425" w:type="dxa"/>
          <w:shd w:val="clear" w:color="auto" w:fill="auto"/>
          <w:tcMar>
            <w:left w:w="0" w:type="dxa"/>
            <w:right w:w="0" w:type="dxa"/>
          </w:tcMar>
        </w:tcPr>
        <w:p w14:paraId="41EF031C" w14:textId="77777777" w:rsidR="0013256D" w:rsidRDefault="0013256D" w:rsidP="00B8518B">
          <w:pPr>
            <w:pStyle w:val="Zpat"/>
          </w:pPr>
        </w:p>
      </w:tc>
      <w:tc>
        <w:tcPr>
          <w:tcW w:w="8505" w:type="dxa"/>
        </w:tcPr>
        <w:p w14:paraId="09571AEC" w14:textId="44F65DC4" w:rsidR="0013256D" w:rsidRPr="003A7FD8" w:rsidRDefault="0013256D" w:rsidP="00EB46E5">
          <w:pPr>
            <w:pStyle w:val="Zpat0"/>
          </w:pPr>
          <w:r w:rsidRPr="003A7FD8">
            <w:t>„Úpravy základnových radiostanic BTS sítě GSM-R řady S800</w:t>
          </w:r>
          <w:r>
            <w:t>0</w:t>
          </w:r>
          <w:r w:rsidRPr="003A7FD8">
            <w:t>“</w:t>
          </w:r>
        </w:p>
        <w:p w14:paraId="6DB089BA" w14:textId="77777777" w:rsidR="0013256D" w:rsidRDefault="0013256D" w:rsidP="00EB46E5">
          <w:pPr>
            <w:pStyle w:val="Zpat0"/>
          </w:pPr>
          <w:r w:rsidRPr="003A7FD8">
            <w:t>Díl 1 – VÝZVA K PODÁNÍ NABÍDKY</w:t>
          </w:r>
        </w:p>
        <w:p w14:paraId="28A0950A" w14:textId="77777777" w:rsidR="0013256D" w:rsidRDefault="0013256D" w:rsidP="0035531B">
          <w:pPr>
            <w:pStyle w:val="Zpat0"/>
          </w:pPr>
        </w:p>
      </w:tc>
    </w:tr>
  </w:tbl>
  <w:p w14:paraId="2D961D2B" w14:textId="77777777" w:rsidR="0013256D" w:rsidRPr="00B8518B" w:rsidRDefault="0013256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1809E90C" w:rsidR="0013256D" w:rsidRPr="00B8518B" w:rsidRDefault="0013256D" w:rsidP="00460660">
    <w:pPr>
      <w:pStyle w:val="Zpat"/>
      <w:rPr>
        <w:sz w:val="2"/>
        <w:szCs w:val="2"/>
      </w:rPr>
    </w:pPr>
    <w:r w:rsidRPr="004C7962">
      <w:rPr>
        <w:noProof/>
        <w:lang w:eastAsia="cs-CZ"/>
      </w:rPr>
      <w:drawing>
        <wp:inline distT="0" distB="0" distL="0" distR="0" wp14:anchorId="4F3E30E6" wp14:editId="1FE6C298">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65596C1" w14:textId="77777777" w:rsidR="0013256D" w:rsidRPr="00460660" w:rsidRDefault="0013256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8386F" w14:textId="77777777" w:rsidR="002F2F53" w:rsidRDefault="002F2F53" w:rsidP="00962258">
      <w:pPr>
        <w:spacing w:after="0" w:line="240" w:lineRule="auto"/>
      </w:pPr>
      <w:r>
        <w:separator/>
      </w:r>
    </w:p>
  </w:footnote>
  <w:footnote w:type="continuationSeparator" w:id="0">
    <w:p w14:paraId="6FDA622A" w14:textId="77777777" w:rsidR="002F2F53" w:rsidRDefault="002F2F53" w:rsidP="00962258">
      <w:pPr>
        <w:spacing w:after="0" w:line="240" w:lineRule="auto"/>
      </w:pPr>
      <w:r>
        <w:continuationSeparator/>
      </w:r>
    </w:p>
  </w:footnote>
  <w:footnote w:id="1">
    <w:p w14:paraId="4139AD0A" w14:textId="77777777" w:rsidR="0013256D" w:rsidRDefault="0013256D" w:rsidP="00620636">
      <w:pPr>
        <w:pStyle w:val="Textpoznpodarou"/>
        <w:tabs>
          <w:tab w:val="left" w:pos="7230"/>
        </w:tabs>
        <w:jc w:val="both"/>
      </w:pPr>
      <w:r>
        <w:rPr>
          <w:rStyle w:val="Znakapoznpodarou"/>
        </w:rPr>
        <w:footnoteRef/>
      </w:r>
      <w:r>
        <w:t xml:space="preserve">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r w:rsidRPr="00307641">
        <w:t>.</w:t>
      </w:r>
    </w:p>
  </w:footnote>
  <w:footnote w:id="2">
    <w:p w14:paraId="3C167443" w14:textId="77777777" w:rsidR="0013256D" w:rsidRPr="00EB54C9" w:rsidRDefault="0013256D" w:rsidP="0050638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13513C4" w14:textId="77777777" w:rsidR="0013256D" w:rsidRDefault="0013256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4">
    <w:p w14:paraId="1C4448F5" w14:textId="77777777" w:rsidR="0013256D" w:rsidRDefault="0013256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5">
    <w:p w14:paraId="02AF9123" w14:textId="77777777" w:rsidR="0013256D" w:rsidRDefault="0013256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245F8CAF" w14:textId="77777777" w:rsidR="0013256D" w:rsidRDefault="0013256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2058728" w14:textId="77777777" w:rsidR="0013256D" w:rsidRDefault="0013256D" w:rsidP="00BA45F3">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8">
    <w:p w14:paraId="3BA13F7F" w14:textId="77777777" w:rsidR="0013256D" w:rsidRPr="00545EB9" w:rsidRDefault="0013256D" w:rsidP="00BA45F3">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40DBD1C" w14:textId="77777777" w:rsidR="0013256D" w:rsidRPr="00EB54C9" w:rsidRDefault="0013256D" w:rsidP="00BA45F3">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3256D" w14:paraId="657D14CC" w14:textId="77777777" w:rsidTr="00C02D0A">
      <w:trPr>
        <w:trHeight w:hRule="exact" w:val="454"/>
      </w:trPr>
      <w:tc>
        <w:tcPr>
          <w:tcW w:w="1361" w:type="dxa"/>
          <w:tcMar>
            <w:top w:w="57" w:type="dxa"/>
            <w:left w:w="0" w:type="dxa"/>
            <w:right w:w="0" w:type="dxa"/>
          </w:tcMar>
        </w:tcPr>
        <w:p w14:paraId="2C18424A" w14:textId="77777777" w:rsidR="0013256D" w:rsidRPr="00B8518B" w:rsidRDefault="0013256D" w:rsidP="00523EA7">
          <w:pPr>
            <w:pStyle w:val="Zpat"/>
            <w:rPr>
              <w:rStyle w:val="slostrnky"/>
            </w:rPr>
          </w:pPr>
        </w:p>
      </w:tc>
      <w:tc>
        <w:tcPr>
          <w:tcW w:w="3458" w:type="dxa"/>
          <w:shd w:val="clear" w:color="auto" w:fill="auto"/>
          <w:tcMar>
            <w:top w:w="57" w:type="dxa"/>
            <w:left w:w="0" w:type="dxa"/>
            <w:right w:w="0" w:type="dxa"/>
          </w:tcMar>
        </w:tcPr>
        <w:p w14:paraId="39B3CA0E" w14:textId="77777777" w:rsidR="0013256D" w:rsidRDefault="0013256D" w:rsidP="00523EA7">
          <w:pPr>
            <w:pStyle w:val="Zpat"/>
          </w:pPr>
        </w:p>
      </w:tc>
      <w:tc>
        <w:tcPr>
          <w:tcW w:w="5698" w:type="dxa"/>
          <w:shd w:val="clear" w:color="auto" w:fill="auto"/>
          <w:tcMar>
            <w:top w:w="57" w:type="dxa"/>
            <w:left w:w="0" w:type="dxa"/>
            <w:right w:w="0" w:type="dxa"/>
          </w:tcMar>
        </w:tcPr>
        <w:p w14:paraId="415B4544" w14:textId="77777777" w:rsidR="0013256D" w:rsidRPr="00D6163D" w:rsidRDefault="0013256D" w:rsidP="00D6163D">
          <w:pPr>
            <w:pStyle w:val="Druhdokumentu"/>
          </w:pPr>
        </w:p>
      </w:tc>
    </w:tr>
  </w:tbl>
  <w:p w14:paraId="0A93C0D0" w14:textId="77777777" w:rsidR="0013256D" w:rsidRPr="00D6163D" w:rsidRDefault="0013256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3256D" w14:paraId="1FBC85BC" w14:textId="77777777" w:rsidTr="00B22106">
      <w:trPr>
        <w:trHeight w:hRule="exact" w:val="936"/>
      </w:trPr>
      <w:tc>
        <w:tcPr>
          <w:tcW w:w="1361" w:type="dxa"/>
          <w:tcMar>
            <w:left w:w="0" w:type="dxa"/>
            <w:right w:w="0" w:type="dxa"/>
          </w:tcMar>
        </w:tcPr>
        <w:p w14:paraId="0CE22310" w14:textId="77777777" w:rsidR="0013256D" w:rsidRPr="00B8518B" w:rsidRDefault="0013256D" w:rsidP="00FC6389">
          <w:pPr>
            <w:pStyle w:val="Zpat"/>
            <w:rPr>
              <w:rStyle w:val="slostrnky"/>
            </w:rPr>
          </w:pPr>
        </w:p>
      </w:tc>
      <w:tc>
        <w:tcPr>
          <w:tcW w:w="3458" w:type="dxa"/>
          <w:shd w:val="clear" w:color="auto" w:fill="auto"/>
          <w:tcMar>
            <w:left w:w="0" w:type="dxa"/>
            <w:right w:w="0" w:type="dxa"/>
          </w:tcMar>
        </w:tcPr>
        <w:p w14:paraId="5A67DD79" w14:textId="77777777" w:rsidR="0013256D" w:rsidRDefault="0013256D" w:rsidP="00FC6389">
          <w:pPr>
            <w:pStyle w:val="Zpat"/>
          </w:pPr>
        </w:p>
      </w:tc>
      <w:tc>
        <w:tcPr>
          <w:tcW w:w="5756" w:type="dxa"/>
          <w:shd w:val="clear" w:color="auto" w:fill="auto"/>
          <w:tcMar>
            <w:left w:w="0" w:type="dxa"/>
            <w:right w:w="0" w:type="dxa"/>
          </w:tcMar>
        </w:tcPr>
        <w:p w14:paraId="5DA861CB" w14:textId="77777777" w:rsidR="0013256D" w:rsidRPr="00D6163D" w:rsidRDefault="0013256D" w:rsidP="00FC6389">
          <w:pPr>
            <w:pStyle w:val="Druhdokumentu"/>
          </w:pPr>
        </w:p>
      </w:tc>
    </w:tr>
    <w:tr w:rsidR="0013256D" w14:paraId="25E89AA9" w14:textId="77777777" w:rsidTr="00B22106">
      <w:trPr>
        <w:trHeight w:hRule="exact" w:val="936"/>
      </w:trPr>
      <w:tc>
        <w:tcPr>
          <w:tcW w:w="1361" w:type="dxa"/>
          <w:tcMar>
            <w:left w:w="0" w:type="dxa"/>
            <w:right w:w="0" w:type="dxa"/>
          </w:tcMar>
        </w:tcPr>
        <w:p w14:paraId="1E6340BC" w14:textId="77777777" w:rsidR="0013256D" w:rsidRPr="00B8518B" w:rsidRDefault="0013256D" w:rsidP="00FC6389">
          <w:pPr>
            <w:pStyle w:val="Zpat"/>
            <w:rPr>
              <w:rStyle w:val="slostrnky"/>
            </w:rPr>
          </w:pPr>
        </w:p>
      </w:tc>
      <w:tc>
        <w:tcPr>
          <w:tcW w:w="3458" w:type="dxa"/>
          <w:shd w:val="clear" w:color="auto" w:fill="auto"/>
          <w:tcMar>
            <w:left w:w="0" w:type="dxa"/>
            <w:right w:w="0" w:type="dxa"/>
          </w:tcMar>
        </w:tcPr>
        <w:p w14:paraId="60B7320E" w14:textId="77777777" w:rsidR="0013256D" w:rsidRDefault="0013256D" w:rsidP="00FC6389">
          <w:pPr>
            <w:pStyle w:val="Zpat"/>
          </w:pPr>
        </w:p>
      </w:tc>
      <w:tc>
        <w:tcPr>
          <w:tcW w:w="5756" w:type="dxa"/>
          <w:shd w:val="clear" w:color="auto" w:fill="auto"/>
          <w:tcMar>
            <w:left w:w="0" w:type="dxa"/>
            <w:right w:w="0" w:type="dxa"/>
          </w:tcMar>
        </w:tcPr>
        <w:p w14:paraId="6F08210B" w14:textId="77777777" w:rsidR="0013256D" w:rsidRPr="00D6163D" w:rsidRDefault="0013256D" w:rsidP="00FC6389">
          <w:pPr>
            <w:pStyle w:val="Druhdokumentu"/>
          </w:pPr>
        </w:p>
      </w:tc>
    </w:tr>
  </w:tbl>
  <w:p w14:paraId="6781FC04" w14:textId="77777777" w:rsidR="0013256D" w:rsidRPr="00D6163D" w:rsidRDefault="0013256D"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13256D" w:rsidRPr="00460660" w:rsidRDefault="001325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B2946AD"/>
    <w:multiLevelType w:val="multilevel"/>
    <w:tmpl w:val="43DE1698"/>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bullet"/>
      <w:lvlText w:val=""/>
      <w:lvlJc w:val="left"/>
      <w:pPr>
        <w:tabs>
          <w:tab w:val="num" w:pos="1531"/>
        </w:tabs>
        <w:ind w:left="1531" w:hanging="454"/>
      </w:pPr>
      <w:rPr>
        <w:rFonts w:ascii="Symbol" w:hAnsi="Symbol"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4B901A26"/>
    <w:multiLevelType w:val="hybridMultilevel"/>
    <w:tmpl w:val="DFD22C8E"/>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3F144E9"/>
    <w:multiLevelType w:val="hybridMultilevel"/>
    <w:tmpl w:val="DEE816CA"/>
    <w:lvl w:ilvl="0" w:tplc="6A1872A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7"/>
  </w:num>
  <w:num w:numId="4">
    <w:abstractNumId w:val="3"/>
  </w:num>
  <w:num w:numId="5">
    <w:abstractNumId w:val="1"/>
  </w:num>
  <w:num w:numId="6">
    <w:abstractNumId w:val="7"/>
  </w:num>
  <w:num w:numId="7">
    <w:abstractNumId w:val="13"/>
  </w:num>
  <w:num w:numId="8">
    <w:abstractNumId w:val="8"/>
  </w:num>
  <w:num w:numId="9">
    <w:abstractNumId w:val="20"/>
  </w:num>
  <w:num w:numId="10">
    <w:abstractNumId w:val="15"/>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0"/>
  </w:num>
  <w:num w:numId="19">
    <w:abstractNumId w:val="14"/>
  </w:num>
  <w:num w:numId="20">
    <w:abstractNumId w:val="8"/>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9"/>
  </w:num>
  <w:num w:numId="24">
    <w:abstractNumId w:val="10"/>
  </w:num>
  <w:num w:numId="25">
    <w:abstractNumId w:val="11"/>
  </w:num>
  <w:num w:numId="26">
    <w:abstractNumId w:val="16"/>
  </w:num>
  <w:num w:numId="27">
    <w:abstractNumId w:val="6"/>
  </w:num>
  <w:num w:numId="28">
    <w:abstractNumId w:val="19"/>
  </w:num>
  <w:num w:numId="2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07633"/>
    <w:rsid w:val="00011535"/>
    <w:rsid w:val="000128A8"/>
    <w:rsid w:val="0001355D"/>
    <w:rsid w:val="000143ED"/>
    <w:rsid w:val="00015DBC"/>
    <w:rsid w:val="000174E8"/>
    <w:rsid w:val="00017D30"/>
    <w:rsid w:val="00017F3C"/>
    <w:rsid w:val="00021191"/>
    <w:rsid w:val="00021D6E"/>
    <w:rsid w:val="00026A33"/>
    <w:rsid w:val="00027A63"/>
    <w:rsid w:val="00030862"/>
    <w:rsid w:val="00031387"/>
    <w:rsid w:val="0003198B"/>
    <w:rsid w:val="00032962"/>
    <w:rsid w:val="00032A9E"/>
    <w:rsid w:val="000338E9"/>
    <w:rsid w:val="00034D1C"/>
    <w:rsid w:val="00041EC8"/>
    <w:rsid w:val="00046545"/>
    <w:rsid w:val="00052869"/>
    <w:rsid w:val="00061E45"/>
    <w:rsid w:val="0006450D"/>
    <w:rsid w:val="0006499F"/>
    <w:rsid w:val="00065126"/>
    <w:rsid w:val="0006588D"/>
    <w:rsid w:val="000669B3"/>
    <w:rsid w:val="00067A5E"/>
    <w:rsid w:val="00067B9E"/>
    <w:rsid w:val="00067EE3"/>
    <w:rsid w:val="00071543"/>
    <w:rsid w:val="000719BB"/>
    <w:rsid w:val="00072A65"/>
    <w:rsid w:val="00072C1E"/>
    <w:rsid w:val="0007693D"/>
    <w:rsid w:val="0008002B"/>
    <w:rsid w:val="000839DD"/>
    <w:rsid w:val="00085B94"/>
    <w:rsid w:val="0008723B"/>
    <w:rsid w:val="0009058F"/>
    <w:rsid w:val="00091CD6"/>
    <w:rsid w:val="00092CC9"/>
    <w:rsid w:val="000B20AE"/>
    <w:rsid w:val="000B2DE9"/>
    <w:rsid w:val="000B48B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2BAE"/>
    <w:rsid w:val="000E6962"/>
    <w:rsid w:val="000E6F67"/>
    <w:rsid w:val="000F0FFA"/>
    <w:rsid w:val="000F4E1A"/>
    <w:rsid w:val="001003D0"/>
    <w:rsid w:val="00106A0E"/>
    <w:rsid w:val="00106ED3"/>
    <w:rsid w:val="00112301"/>
    <w:rsid w:val="00112864"/>
    <w:rsid w:val="00112F94"/>
    <w:rsid w:val="00114472"/>
    <w:rsid w:val="00114988"/>
    <w:rsid w:val="00115069"/>
    <w:rsid w:val="001150F2"/>
    <w:rsid w:val="00116813"/>
    <w:rsid w:val="00116A07"/>
    <w:rsid w:val="0012251B"/>
    <w:rsid w:val="0012671B"/>
    <w:rsid w:val="00131E9D"/>
    <w:rsid w:val="0013256D"/>
    <w:rsid w:val="00142098"/>
    <w:rsid w:val="00142F26"/>
    <w:rsid w:val="00143306"/>
    <w:rsid w:val="001439F5"/>
    <w:rsid w:val="00146496"/>
    <w:rsid w:val="00146BCB"/>
    <w:rsid w:val="001472A9"/>
    <w:rsid w:val="00151C80"/>
    <w:rsid w:val="00157676"/>
    <w:rsid w:val="001656A2"/>
    <w:rsid w:val="00170521"/>
    <w:rsid w:val="00170EC5"/>
    <w:rsid w:val="00172879"/>
    <w:rsid w:val="001747C1"/>
    <w:rsid w:val="00176523"/>
    <w:rsid w:val="00176855"/>
    <w:rsid w:val="00177199"/>
    <w:rsid w:val="00177D6B"/>
    <w:rsid w:val="00180950"/>
    <w:rsid w:val="00180A4A"/>
    <w:rsid w:val="001837AD"/>
    <w:rsid w:val="001840A7"/>
    <w:rsid w:val="001840C6"/>
    <w:rsid w:val="00185873"/>
    <w:rsid w:val="001862F4"/>
    <w:rsid w:val="00187DED"/>
    <w:rsid w:val="001902D3"/>
    <w:rsid w:val="00191F90"/>
    <w:rsid w:val="00192880"/>
    <w:rsid w:val="0019345F"/>
    <w:rsid w:val="00193D8F"/>
    <w:rsid w:val="001950C2"/>
    <w:rsid w:val="00196E81"/>
    <w:rsid w:val="001A4529"/>
    <w:rsid w:val="001A5DEA"/>
    <w:rsid w:val="001B23A1"/>
    <w:rsid w:val="001B37D2"/>
    <w:rsid w:val="001B4E74"/>
    <w:rsid w:val="001B5ED5"/>
    <w:rsid w:val="001C645F"/>
    <w:rsid w:val="001D0D67"/>
    <w:rsid w:val="001D1F79"/>
    <w:rsid w:val="001D4B4A"/>
    <w:rsid w:val="001D5DE6"/>
    <w:rsid w:val="001D5F3A"/>
    <w:rsid w:val="001E08F5"/>
    <w:rsid w:val="001E15C2"/>
    <w:rsid w:val="001E35F3"/>
    <w:rsid w:val="001E4A42"/>
    <w:rsid w:val="001E651D"/>
    <w:rsid w:val="001E678E"/>
    <w:rsid w:val="001E7757"/>
    <w:rsid w:val="001E7C59"/>
    <w:rsid w:val="001F262B"/>
    <w:rsid w:val="001F2B8C"/>
    <w:rsid w:val="001F39FF"/>
    <w:rsid w:val="001F6645"/>
    <w:rsid w:val="001F79F7"/>
    <w:rsid w:val="002007F2"/>
    <w:rsid w:val="00204880"/>
    <w:rsid w:val="0020586C"/>
    <w:rsid w:val="002071BB"/>
    <w:rsid w:val="00207DF5"/>
    <w:rsid w:val="00213C7C"/>
    <w:rsid w:val="002203FA"/>
    <w:rsid w:val="00224213"/>
    <w:rsid w:val="002306DF"/>
    <w:rsid w:val="00230EA1"/>
    <w:rsid w:val="00233A30"/>
    <w:rsid w:val="00233A53"/>
    <w:rsid w:val="00235EB5"/>
    <w:rsid w:val="00240B81"/>
    <w:rsid w:val="0024699F"/>
    <w:rsid w:val="00247D01"/>
    <w:rsid w:val="0025030F"/>
    <w:rsid w:val="002504AE"/>
    <w:rsid w:val="00250F64"/>
    <w:rsid w:val="00251ED0"/>
    <w:rsid w:val="002523BF"/>
    <w:rsid w:val="002546BE"/>
    <w:rsid w:val="002609B4"/>
    <w:rsid w:val="00261A5B"/>
    <w:rsid w:val="00262857"/>
    <w:rsid w:val="002628F0"/>
    <w:rsid w:val="00262E5B"/>
    <w:rsid w:val="00263CBA"/>
    <w:rsid w:val="002668E8"/>
    <w:rsid w:val="00267CF3"/>
    <w:rsid w:val="002718D6"/>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6409"/>
    <w:rsid w:val="002D7FD6"/>
    <w:rsid w:val="002E0B8C"/>
    <w:rsid w:val="002E0CD7"/>
    <w:rsid w:val="002E0CFB"/>
    <w:rsid w:val="002E0F4A"/>
    <w:rsid w:val="002E294C"/>
    <w:rsid w:val="002E5C7B"/>
    <w:rsid w:val="002E6CA2"/>
    <w:rsid w:val="002E7B8E"/>
    <w:rsid w:val="002F2F53"/>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4AA8"/>
    <w:rsid w:val="00337143"/>
    <w:rsid w:val="00341B7B"/>
    <w:rsid w:val="0034274B"/>
    <w:rsid w:val="00344A9C"/>
    <w:rsid w:val="0034719F"/>
    <w:rsid w:val="00350A35"/>
    <w:rsid w:val="0035531B"/>
    <w:rsid w:val="003571D8"/>
    <w:rsid w:val="00357BC6"/>
    <w:rsid w:val="00360428"/>
    <w:rsid w:val="00361422"/>
    <w:rsid w:val="0036290F"/>
    <w:rsid w:val="003669C1"/>
    <w:rsid w:val="003717A3"/>
    <w:rsid w:val="00373447"/>
    <w:rsid w:val="003753A9"/>
    <w:rsid w:val="0037545D"/>
    <w:rsid w:val="00377167"/>
    <w:rsid w:val="00381F9E"/>
    <w:rsid w:val="00383A21"/>
    <w:rsid w:val="00385740"/>
    <w:rsid w:val="00386CAD"/>
    <w:rsid w:val="00386FF1"/>
    <w:rsid w:val="00392740"/>
    <w:rsid w:val="00392EB6"/>
    <w:rsid w:val="00393492"/>
    <w:rsid w:val="003944D4"/>
    <w:rsid w:val="00394D03"/>
    <w:rsid w:val="003956C6"/>
    <w:rsid w:val="003A0E3D"/>
    <w:rsid w:val="003A0F93"/>
    <w:rsid w:val="003A2910"/>
    <w:rsid w:val="003A4513"/>
    <w:rsid w:val="003A636B"/>
    <w:rsid w:val="003A6C33"/>
    <w:rsid w:val="003A7FD8"/>
    <w:rsid w:val="003B4E63"/>
    <w:rsid w:val="003C33F2"/>
    <w:rsid w:val="003D0EE6"/>
    <w:rsid w:val="003D42AA"/>
    <w:rsid w:val="003D756E"/>
    <w:rsid w:val="003E0A14"/>
    <w:rsid w:val="003E3CE3"/>
    <w:rsid w:val="003E420D"/>
    <w:rsid w:val="003E452C"/>
    <w:rsid w:val="003E4C13"/>
    <w:rsid w:val="003E5883"/>
    <w:rsid w:val="003E79F5"/>
    <w:rsid w:val="003E7D2F"/>
    <w:rsid w:val="003E7EAF"/>
    <w:rsid w:val="003F6AF2"/>
    <w:rsid w:val="003F7853"/>
    <w:rsid w:val="003F78E7"/>
    <w:rsid w:val="004018B6"/>
    <w:rsid w:val="004031BD"/>
    <w:rsid w:val="00403B5B"/>
    <w:rsid w:val="00404BA2"/>
    <w:rsid w:val="004078F3"/>
    <w:rsid w:val="00412E4E"/>
    <w:rsid w:val="00412F6F"/>
    <w:rsid w:val="00421A08"/>
    <w:rsid w:val="00422991"/>
    <w:rsid w:val="00422E8D"/>
    <w:rsid w:val="004244B1"/>
    <w:rsid w:val="00425C5F"/>
    <w:rsid w:val="00427794"/>
    <w:rsid w:val="00436260"/>
    <w:rsid w:val="00436789"/>
    <w:rsid w:val="00436970"/>
    <w:rsid w:val="00443A70"/>
    <w:rsid w:val="00444B37"/>
    <w:rsid w:val="00450F07"/>
    <w:rsid w:val="004518EA"/>
    <w:rsid w:val="00452747"/>
    <w:rsid w:val="00452F69"/>
    <w:rsid w:val="00453CD3"/>
    <w:rsid w:val="00454716"/>
    <w:rsid w:val="00454BB9"/>
    <w:rsid w:val="00455991"/>
    <w:rsid w:val="00457582"/>
    <w:rsid w:val="00457F35"/>
    <w:rsid w:val="004601C7"/>
    <w:rsid w:val="00460660"/>
    <w:rsid w:val="004616E6"/>
    <w:rsid w:val="00461AF3"/>
    <w:rsid w:val="00464BA9"/>
    <w:rsid w:val="0047483A"/>
    <w:rsid w:val="0047490D"/>
    <w:rsid w:val="00474F4D"/>
    <w:rsid w:val="0048094F"/>
    <w:rsid w:val="00481047"/>
    <w:rsid w:val="00483969"/>
    <w:rsid w:val="00484026"/>
    <w:rsid w:val="00485EAD"/>
    <w:rsid w:val="00486107"/>
    <w:rsid w:val="00491827"/>
    <w:rsid w:val="00495594"/>
    <w:rsid w:val="004A5FBB"/>
    <w:rsid w:val="004B1BE9"/>
    <w:rsid w:val="004B2AE2"/>
    <w:rsid w:val="004B34E9"/>
    <w:rsid w:val="004B4008"/>
    <w:rsid w:val="004B4827"/>
    <w:rsid w:val="004B68A8"/>
    <w:rsid w:val="004C086E"/>
    <w:rsid w:val="004C0FF1"/>
    <w:rsid w:val="004C4399"/>
    <w:rsid w:val="004C5350"/>
    <w:rsid w:val="004C6AD2"/>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493D"/>
    <w:rsid w:val="0050583D"/>
    <w:rsid w:val="00505BEA"/>
    <w:rsid w:val="0050638E"/>
    <w:rsid w:val="0050666E"/>
    <w:rsid w:val="00511AB9"/>
    <w:rsid w:val="005138DF"/>
    <w:rsid w:val="005210B3"/>
    <w:rsid w:val="0052125C"/>
    <w:rsid w:val="00523BB5"/>
    <w:rsid w:val="00523EA7"/>
    <w:rsid w:val="00530F25"/>
    <w:rsid w:val="00531191"/>
    <w:rsid w:val="005406EB"/>
    <w:rsid w:val="00542A90"/>
    <w:rsid w:val="00544A85"/>
    <w:rsid w:val="00546762"/>
    <w:rsid w:val="00551030"/>
    <w:rsid w:val="00551E4C"/>
    <w:rsid w:val="00553375"/>
    <w:rsid w:val="005536E4"/>
    <w:rsid w:val="00555884"/>
    <w:rsid w:val="00556951"/>
    <w:rsid w:val="00563868"/>
    <w:rsid w:val="00564DDD"/>
    <w:rsid w:val="005736B7"/>
    <w:rsid w:val="0057493B"/>
    <w:rsid w:val="00575E5A"/>
    <w:rsid w:val="00577A3C"/>
    <w:rsid w:val="00580245"/>
    <w:rsid w:val="00580632"/>
    <w:rsid w:val="005906F9"/>
    <w:rsid w:val="005926E8"/>
    <w:rsid w:val="00595147"/>
    <w:rsid w:val="005971DD"/>
    <w:rsid w:val="005A1F44"/>
    <w:rsid w:val="005A3D2F"/>
    <w:rsid w:val="005A602D"/>
    <w:rsid w:val="005B311A"/>
    <w:rsid w:val="005B3472"/>
    <w:rsid w:val="005B64BB"/>
    <w:rsid w:val="005B6A5D"/>
    <w:rsid w:val="005B7FEA"/>
    <w:rsid w:val="005C2C3B"/>
    <w:rsid w:val="005C3BA2"/>
    <w:rsid w:val="005C5839"/>
    <w:rsid w:val="005C76ED"/>
    <w:rsid w:val="005D14BC"/>
    <w:rsid w:val="005D166B"/>
    <w:rsid w:val="005D3C39"/>
    <w:rsid w:val="005D6806"/>
    <w:rsid w:val="005E28B8"/>
    <w:rsid w:val="005E33AB"/>
    <w:rsid w:val="005E5172"/>
    <w:rsid w:val="005E58BA"/>
    <w:rsid w:val="005F09D1"/>
    <w:rsid w:val="005F3817"/>
    <w:rsid w:val="005F7739"/>
    <w:rsid w:val="0060115D"/>
    <w:rsid w:val="00601A8C"/>
    <w:rsid w:val="006036D6"/>
    <w:rsid w:val="00605D91"/>
    <w:rsid w:val="0061068E"/>
    <w:rsid w:val="00610E72"/>
    <w:rsid w:val="00611407"/>
    <w:rsid w:val="006115D3"/>
    <w:rsid w:val="00611E1F"/>
    <w:rsid w:val="00616090"/>
    <w:rsid w:val="00617374"/>
    <w:rsid w:val="00620636"/>
    <w:rsid w:val="006228B0"/>
    <w:rsid w:val="00623D4A"/>
    <w:rsid w:val="00626A2E"/>
    <w:rsid w:val="00631785"/>
    <w:rsid w:val="006354DB"/>
    <w:rsid w:val="00640B30"/>
    <w:rsid w:val="00640E48"/>
    <w:rsid w:val="00642162"/>
    <w:rsid w:val="00642F80"/>
    <w:rsid w:val="006443EA"/>
    <w:rsid w:val="0064673D"/>
    <w:rsid w:val="00653C93"/>
    <w:rsid w:val="00655976"/>
    <w:rsid w:val="00655EFA"/>
    <w:rsid w:val="0065610E"/>
    <w:rsid w:val="006600D1"/>
    <w:rsid w:val="00660AD3"/>
    <w:rsid w:val="00664AD3"/>
    <w:rsid w:val="00665F2C"/>
    <w:rsid w:val="00667FC0"/>
    <w:rsid w:val="00674173"/>
    <w:rsid w:val="00674744"/>
    <w:rsid w:val="00675087"/>
    <w:rsid w:val="006776B6"/>
    <w:rsid w:val="00681C1E"/>
    <w:rsid w:val="006825C3"/>
    <w:rsid w:val="00684A87"/>
    <w:rsid w:val="00686462"/>
    <w:rsid w:val="00687091"/>
    <w:rsid w:val="00693150"/>
    <w:rsid w:val="00693188"/>
    <w:rsid w:val="006931C7"/>
    <w:rsid w:val="00695DAA"/>
    <w:rsid w:val="00696711"/>
    <w:rsid w:val="006A1D98"/>
    <w:rsid w:val="006A2D00"/>
    <w:rsid w:val="006A33B0"/>
    <w:rsid w:val="006A485C"/>
    <w:rsid w:val="006A5570"/>
    <w:rsid w:val="006A689C"/>
    <w:rsid w:val="006A6AF2"/>
    <w:rsid w:val="006B3D79"/>
    <w:rsid w:val="006B6094"/>
    <w:rsid w:val="006B6FDB"/>
    <w:rsid w:val="006B6FE4"/>
    <w:rsid w:val="006C04A0"/>
    <w:rsid w:val="006C0581"/>
    <w:rsid w:val="006C2343"/>
    <w:rsid w:val="006C442A"/>
    <w:rsid w:val="006D3255"/>
    <w:rsid w:val="006D3459"/>
    <w:rsid w:val="006D34B2"/>
    <w:rsid w:val="006D3FA0"/>
    <w:rsid w:val="006E04F7"/>
    <w:rsid w:val="006E0578"/>
    <w:rsid w:val="006E314D"/>
    <w:rsid w:val="006E4B9A"/>
    <w:rsid w:val="006E6B1A"/>
    <w:rsid w:val="006F0EBA"/>
    <w:rsid w:val="006F4144"/>
    <w:rsid w:val="006F6B09"/>
    <w:rsid w:val="0070081C"/>
    <w:rsid w:val="007038DC"/>
    <w:rsid w:val="00703EFD"/>
    <w:rsid w:val="00706F4C"/>
    <w:rsid w:val="00707B4F"/>
    <w:rsid w:val="00710723"/>
    <w:rsid w:val="007134F3"/>
    <w:rsid w:val="0071416F"/>
    <w:rsid w:val="007147A7"/>
    <w:rsid w:val="00714865"/>
    <w:rsid w:val="00714AE8"/>
    <w:rsid w:val="00722225"/>
    <w:rsid w:val="00723376"/>
    <w:rsid w:val="00723ED1"/>
    <w:rsid w:val="00725ED5"/>
    <w:rsid w:val="00727C30"/>
    <w:rsid w:val="007317D5"/>
    <w:rsid w:val="0073239B"/>
    <w:rsid w:val="007354E9"/>
    <w:rsid w:val="007356BD"/>
    <w:rsid w:val="00740AF5"/>
    <w:rsid w:val="00743525"/>
    <w:rsid w:val="00743CEA"/>
    <w:rsid w:val="00744203"/>
    <w:rsid w:val="00744F6A"/>
    <w:rsid w:val="00745555"/>
    <w:rsid w:val="00746BC5"/>
    <w:rsid w:val="007476A8"/>
    <w:rsid w:val="007541A2"/>
    <w:rsid w:val="00755818"/>
    <w:rsid w:val="0075602A"/>
    <w:rsid w:val="0076286B"/>
    <w:rsid w:val="00762C0E"/>
    <w:rsid w:val="00766846"/>
    <w:rsid w:val="007673A6"/>
    <w:rsid w:val="0076790E"/>
    <w:rsid w:val="0077218F"/>
    <w:rsid w:val="00773A24"/>
    <w:rsid w:val="00773DC0"/>
    <w:rsid w:val="0077427F"/>
    <w:rsid w:val="007753F9"/>
    <w:rsid w:val="0077673A"/>
    <w:rsid w:val="00776A8A"/>
    <w:rsid w:val="007846E1"/>
    <w:rsid w:val="007847D6"/>
    <w:rsid w:val="007857C3"/>
    <w:rsid w:val="00792824"/>
    <w:rsid w:val="0079552D"/>
    <w:rsid w:val="007A1F92"/>
    <w:rsid w:val="007A2107"/>
    <w:rsid w:val="007A5172"/>
    <w:rsid w:val="007A67A0"/>
    <w:rsid w:val="007A703C"/>
    <w:rsid w:val="007A7C2C"/>
    <w:rsid w:val="007B2DF6"/>
    <w:rsid w:val="007B3D4D"/>
    <w:rsid w:val="007B570C"/>
    <w:rsid w:val="007C2BEC"/>
    <w:rsid w:val="007C3B8B"/>
    <w:rsid w:val="007C6FC4"/>
    <w:rsid w:val="007D0559"/>
    <w:rsid w:val="007D17E6"/>
    <w:rsid w:val="007D3141"/>
    <w:rsid w:val="007D33A1"/>
    <w:rsid w:val="007D4024"/>
    <w:rsid w:val="007D5A8D"/>
    <w:rsid w:val="007D7237"/>
    <w:rsid w:val="007E0BE5"/>
    <w:rsid w:val="007E1529"/>
    <w:rsid w:val="007E2234"/>
    <w:rsid w:val="007E2484"/>
    <w:rsid w:val="007E4A6E"/>
    <w:rsid w:val="007E6028"/>
    <w:rsid w:val="007F0310"/>
    <w:rsid w:val="007F2B24"/>
    <w:rsid w:val="007F56A7"/>
    <w:rsid w:val="007F7EE7"/>
    <w:rsid w:val="00800851"/>
    <w:rsid w:val="008008A3"/>
    <w:rsid w:val="0080282D"/>
    <w:rsid w:val="008032C7"/>
    <w:rsid w:val="00806A33"/>
    <w:rsid w:val="00807DD0"/>
    <w:rsid w:val="00817787"/>
    <w:rsid w:val="0082049A"/>
    <w:rsid w:val="00821D01"/>
    <w:rsid w:val="00821ECB"/>
    <w:rsid w:val="00822B88"/>
    <w:rsid w:val="00825555"/>
    <w:rsid w:val="00826B7B"/>
    <w:rsid w:val="0082706C"/>
    <w:rsid w:val="00831DE9"/>
    <w:rsid w:val="00832A61"/>
    <w:rsid w:val="00833899"/>
    <w:rsid w:val="00834049"/>
    <w:rsid w:val="00835333"/>
    <w:rsid w:val="008456C9"/>
    <w:rsid w:val="00845C0B"/>
    <w:rsid w:val="00845C50"/>
    <w:rsid w:val="00846789"/>
    <w:rsid w:val="008476A8"/>
    <w:rsid w:val="008513D8"/>
    <w:rsid w:val="008516B2"/>
    <w:rsid w:val="00852FCE"/>
    <w:rsid w:val="00853251"/>
    <w:rsid w:val="0085468D"/>
    <w:rsid w:val="00857DE6"/>
    <w:rsid w:val="00861DE1"/>
    <w:rsid w:val="00864006"/>
    <w:rsid w:val="008645EE"/>
    <w:rsid w:val="0086505B"/>
    <w:rsid w:val="00871F96"/>
    <w:rsid w:val="00872044"/>
    <w:rsid w:val="00873F33"/>
    <w:rsid w:val="008741C1"/>
    <w:rsid w:val="00876D73"/>
    <w:rsid w:val="00887139"/>
    <w:rsid w:val="00887F36"/>
    <w:rsid w:val="00890398"/>
    <w:rsid w:val="008908BE"/>
    <w:rsid w:val="00891EBD"/>
    <w:rsid w:val="00893119"/>
    <w:rsid w:val="00893F67"/>
    <w:rsid w:val="00895970"/>
    <w:rsid w:val="00896E31"/>
    <w:rsid w:val="008970AF"/>
    <w:rsid w:val="008A3568"/>
    <w:rsid w:val="008A770F"/>
    <w:rsid w:val="008B2021"/>
    <w:rsid w:val="008B5EEF"/>
    <w:rsid w:val="008B70C7"/>
    <w:rsid w:val="008C1B6A"/>
    <w:rsid w:val="008C3D16"/>
    <w:rsid w:val="008C50F3"/>
    <w:rsid w:val="008C62FB"/>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2CD6"/>
    <w:rsid w:val="00904691"/>
    <w:rsid w:val="009046A6"/>
    <w:rsid w:val="00904780"/>
    <w:rsid w:val="00905F54"/>
    <w:rsid w:val="0090635B"/>
    <w:rsid w:val="00906E5C"/>
    <w:rsid w:val="00912D0E"/>
    <w:rsid w:val="009131C2"/>
    <w:rsid w:val="009140DD"/>
    <w:rsid w:val="00915654"/>
    <w:rsid w:val="0091584F"/>
    <w:rsid w:val="00917DF8"/>
    <w:rsid w:val="00920DEB"/>
    <w:rsid w:val="00922385"/>
    <w:rsid w:val="009223DF"/>
    <w:rsid w:val="009239D2"/>
    <w:rsid w:val="00930B79"/>
    <w:rsid w:val="00931895"/>
    <w:rsid w:val="00932913"/>
    <w:rsid w:val="009349C7"/>
    <w:rsid w:val="00936091"/>
    <w:rsid w:val="009404DC"/>
    <w:rsid w:val="00940D8A"/>
    <w:rsid w:val="009414D7"/>
    <w:rsid w:val="00941DEB"/>
    <w:rsid w:val="009445BA"/>
    <w:rsid w:val="009505D1"/>
    <w:rsid w:val="0095198C"/>
    <w:rsid w:val="0095214A"/>
    <w:rsid w:val="009531C1"/>
    <w:rsid w:val="00956089"/>
    <w:rsid w:val="009610BC"/>
    <w:rsid w:val="0096212A"/>
    <w:rsid w:val="00962258"/>
    <w:rsid w:val="0096257B"/>
    <w:rsid w:val="0096428E"/>
    <w:rsid w:val="00964860"/>
    <w:rsid w:val="009678B7"/>
    <w:rsid w:val="00970D4B"/>
    <w:rsid w:val="00975FD2"/>
    <w:rsid w:val="009760D3"/>
    <w:rsid w:val="009769C0"/>
    <w:rsid w:val="009801E3"/>
    <w:rsid w:val="00980516"/>
    <w:rsid w:val="0098426C"/>
    <w:rsid w:val="00986F4C"/>
    <w:rsid w:val="00992D9C"/>
    <w:rsid w:val="009954E4"/>
    <w:rsid w:val="009967C7"/>
    <w:rsid w:val="00996CB8"/>
    <w:rsid w:val="009A02CA"/>
    <w:rsid w:val="009A1677"/>
    <w:rsid w:val="009A7A46"/>
    <w:rsid w:val="009B2E97"/>
    <w:rsid w:val="009B3012"/>
    <w:rsid w:val="009B3F75"/>
    <w:rsid w:val="009B5146"/>
    <w:rsid w:val="009C20E8"/>
    <w:rsid w:val="009C418E"/>
    <w:rsid w:val="009C442C"/>
    <w:rsid w:val="009C75D1"/>
    <w:rsid w:val="009D20A1"/>
    <w:rsid w:val="009D345E"/>
    <w:rsid w:val="009D42BF"/>
    <w:rsid w:val="009E07F4"/>
    <w:rsid w:val="009E2661"/>
    <w:rsid w:val="009E3678"/>
    <w:rsid w:val="009E3CFF"/>
    <w:rsid w:val="009F181D"/>
    <w:rsid w:val="009F2042"/>
    <w:rsid w:val="009F309B"/>
    <w:rsid w:val="009F392E"/>
    <w:rsid w:val="009F3A74"/>
    <w:rsid w:val="009F53C5"/>
    <w:rsid w:val="009F72B2"/>
    <w:rsid w:val="00A0085B"/>
    <w:rsid w:val="00A0107D"/>
    <w:rsid w:val="00A026C2"/>
    <w:rsid w:val="00A03431"/>
    <w:rsid w:val="00A04FBD"/>
    <w:rsid w:val="00A0568A"/>
    <w:rsid w:val="00A06844"/>
    <w:rsid w:val="00A0740E"/>
    <w:rsid w:val="00A118D4"/>
    <w:rsid w:val="00A13265"/>
    <w:rsid w:val="00A13F0C"/>
    <w:rsid w:val="00A15262"/>
    <w:rsid w:val="00A159AC"/>
    <w:rsid w:val="00A15C40"/>
    <w:rsid w:val="00A1660D"/>
    <w:rsid w:val="00A17B81"/>
    <w:rsid w:val="00A222C1"/>
    <w:rsid w:val="00A23688"/>
    <w:rsid w:val="00A269EB"/>
    <w:rsid w:val="00A3411F"/>
    <w:rsid w:val="00A374FC"/>
    <w:rsid w:val="00A4050F"/>
    <w:rsid w:val="00A41307"/>
    <w:rsid w:val="00A447F4"/>
    <w:rsid w:val="00A46890"/>
    <w:rsid w:val="00A46E25"/>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5B2A"/>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3C3B"/>
    <w:rsid w:val="00AB4425"/>
    <w:rsid w:val="00AB5AE0"/>
    <w:rsid w:val="00AC0FE3"/>
    <w:rsid w:val="00AC1AE7"/>
    <w:rsid w:val="00AC4A71"/>
    <w:rsid w:val="00AD056F"/>
    <w:rsid w:val="00AD0C7B"/>
    <w:rsid w:val="00AD1771"/>
    <w:rsid w:val="00AD1786"/>
    <w:rsid w:val="00AD1ED8"/>
    <w:rsid w:val="00AD2947"/>
    <w:rsid w:val="00AD3AE0"/>
    <w:rsid w:val="00AD5F1A"/>
    <w:rsid w:val="00AD6731"/>
    <w:rsid w:val="00AD792A"/>
    <w:rsid w:val="00AD7D64"/>
    <w:rsid w:val="00AE1D4A"/>
    <w:rsid w:val="00AE2B55"/>
    <w:rsid w:val="00AE3BB4"/>
    <w:rsid w:val="00AE485F"/>
    <w:rsid w:val="00AE53E2"/>
    <w:rsid w:val="00AF0BEB"/>
    <w:rsid w:val="00AF1C75"/>
    <w:rsid w:val="00AF20AA"/>
    <w:rsid w:val="00AF3860"/>
    <w:rsid w:val="00AF4A09"/>
    <w:rsid w:val="00AF6FEA"/>
    <w:rsid w:val="00B003CF"/>
    <w:rsid w:val="00B008D5"/>
    <w:rsid w:val="00B01DC9"/>
    <w:rsid w:val="00B02F73"/>
    <w:rsid w:val="00B05059"/>
    <w:rsid w:val="00B05987"/>
    <w:rsid w:val="00B0619F"/>
    <w:rsid w:val="00B07880"/>
    <w:rsid w:val="00B13350"/>
    <w:rsid w:val="00B134D6"/>
    <w:rsid w:val="00B13A26"/>
    <w:rsid w:val="00B15D0D"/>
    <w:rsid w:val="00B22106"/>
    <w:rsid w:val="00B26E84"/>
    <w:rsid w:val="00B273F7"/>
    <w:rsid w:val="00B277ED"/>
    <w:rsid w:val="00B36181"/>
    <w:rsid w:val="00B4185B"/>
    <w:rsid w:val="00B429CF"/>
    <w:rsid w:val="00B477DA"/>
    <w:rsid w:val="00B51398"/>
    <w:rsid w:val="00B537C9"/>
    <w:rsid w:val="00B5431A"/>
    <w:rsid w:val="00B569D9"/>
    <w:rsid w:val="00B573D3"/>
    <w:rsid w:val="00B60046"/>
    <w:rsid w:val="00B6106B"/>
    <w:rsid w:val="00B61530"/>
    <w:rsid w:val="00B622CC"/>
    <w:rsid w:val="00B654C9"/>
    <w:rsid w:val="00B71CC3"/>
    <w:rsid w:val="00B73994"/>
    <w:rsid w:val="00B75EE1"/>
    <w:rsid w:val="00B77310"/>
    <w:rsid w:val="00B77481"/>
    <w:rsid w:val="00B77C6D"/>
    <w:rsid w:val="00B80D2D"/>
    <w:rsid w:val="00B80E53"/>
    <w:rsid w:val="00B81A58"/>
    <w:rsid w:val="00B848EB"/>
    <w:rsid w:val="00B8518B"/>
    <w:rsid w:val="00B95B44"/>
    <w:rsid w:val="00B97CC3"/>
    <w:rsid w:val="00BA373E"/>
    <w:rsid w:val="00BA3937"/>
    <w:rsid w:val="00BA45F3"/>
    <w:rsid w:val="00BA73B9"/>
    <w:rsid w:val="00BB0379"/>
    <w:rsid w:val="00BB2FE5"/>
    <w:rsid w:val="00BB4AF2"/>
    <w:rsid w:val="00BB7F53"/>
    <w:rsid w:val="00BC06C4"/>
    <w:rsid w:val="00BC2638"/>
    <w:rsid w:val="00BC376A"/>
    <w:rsid w:val="00BC6CDC"/>
    <w:rsid w:val="00BC6D2B"/>
    <w:rsid w:val="00BD11CE"/>
    <w:rsid w:val="00BD13B2"/>
    <w:rsid w:val="00BD3464"/>
    <w:rsid w:val="00BD37E5"/>
    <w:rsid w:val="00BD7498"/>
    <w:rsid w:val="00BD7E91"/>
    <w:rsid w:val="00BD7F0D"/>
    <w:rsid w:val="00BE0636"/>
    <w:rsid w:val="00BE082B"/>
    <w:rsid w:val="00BE3236"/>
    <w:rsid w:val="00BE49F4"/>
    <w:rsid w:val="00BE58D9"/>
    <w:rsid w:val="00BE5AA9"/>
    <w:rsid w:val="00BE5ECC"/>
    <w:rsid w:val="00BF6A82"/>
    <w:rsid w:val="00C009C1"/>
    <w:rsid w:val="00C00F95"/>
    <w:rsid w:val="00C01D71"/>
    <w:rsid w:val="00C02D0A"/>
    <w:rsid w:val="00C03A6E"/>
    <w:rsid w:val="00C07694"/>
    <w:rsid w:val="00C07CB0"/>
    <w:rsid w:val="00C10ABB"/>
    <w:rsid w:val="00C1197B"/>
    <w:rsid w:val="00C12FC0"/>
    <w:rsid w:val="00C14843"/>
    <w:rsid w:val="00C152A3"/>
    <w:rsid w:val="00C154A5"/>
    <w:rsid w:val="00C21FDC"/>
    <w:rsid w:val="00C226C0"/>
    <w:rsid w:val="00C234BC"/>
    <w:rsid w:val="00C23EB8"/>
    <w:rsid w:val="00C23F40"/>
    <w:rsid w:val="00C27EA4"/>
    <w:rsid w:val="00C27FC4"/>
    <w:rsid w:val="00C3075D"/>
    <w:rsid w:val="00C311A1"/>
    <w:rsid w:val="00C338FA"/>
    <w:rsid w:val="00C34140"/>
    <w:rsid w:val="00C354F2"/>
    <w:rsid w:val="00C35945"/>
    <w:rsid w:val="00C370EE"/>
    <w:rsid w:val="00C3729A"/>
    <w:rsid w:val="00C402EA"/>
    <w:rsid w:val="00C4078E"/>
    <w:rsid w:val="00C42FE6"/>
    <w:rsid w:val="00C44F6A"/>
    <w:rsid w:val="00C56035"/>
    <w:rsid w:val="00C60D09"/>
    <w:rsid w:val="00C6198E"/>
    <w:rsid w:val="00C61E2D"/>
    <w:rsid w:val="00C62E4B"/>
    <w:rsid w:val="00C64AB4"/>
    <w:rsid w:val="00C64CD6"/>
    <w:rsid w:val="00C66E2A"/>
    <w:rsid w:val="00C708EA"/>
    <w:rsid w:val="00C72930"/>
    <w:rsid w:val="00C75497"/>
    <w:rsid w:val="00C759F1"/>
    <w:rsid w:val="00C7649B"/>
    <w:rsid w:val="00C77416"/>
    <w:rsid w:val="00C776E5"/>
    <w:rsid w:val="00C778A5"/>
    <w:rsid w:val="00C81271"/>
    <w:rsid w:val="00C84700"/>
    <w:rsid w:val="00C8487A"/>
    <w:rsid w:val="00C85053"/>
    <w:rsid w:val="00C8541D"/>
    <w:rsid w:val="00C86A10"/>
    <w:rsid w:val="00C9515F"/>
    <w:rsid w:val="00C95162"/>
    <w:rsid w:val="00CA50B8"/>
    <w:rsid w:val="00CA7279"/>
    <w:rsid w:val="00CA7880"/>
    <w:rsid w:val="00CB1664"/>
    <w:rsid w:val="00CB3151"/>
    <w:rsid w:val="00CB6A37"/>
    <w:rsid w:val="00CB7684"/>
    <w:rsid w:val="00CC10D0"/>
    <w:rsid w:val="00CC1CDC"/>
    <w:rsid w:val="00CC1FE2"/>
    <w:rsid w:val="00CC4380"/>
    <w:rsid w:val="00CC7C8F"/>
    <w:rsid w:val="00CD1B43"/>
    <w:rsid w:val="00CD1FC4"/>
    <w:rsid w:val="00CD2050"/>
    <w:rsid w:val="00CD26B8"/>
    <w:rsid w:val="00CD381E"/>
    <w:rsid w:val="00CD7EF0"/>
    <w:rsid w:val="00CE2A4F"/>
    <w:rsid w:val="00CE526E"/>
    <w:rsid w:val="00CE5F6A"/>
    <w:rsid w:val="00CF3940"/>
    <w:rsid w:val="00CF6299"/>
    <w:rsid w:val="00D019D7"/>
    <w:rsid w:val="00D02D5D"/>
    <w:rsid w:val="00D034A0"/>
    <w:rsid w:val="00D0362E"/>
    <w:rsid w:val="00D03C1F"/>
    <w:rsid w:val="00D05AF2"/>
    <w:rsid w:val="00D10A2D"/>
    <w:rsid w:val="00D139AC"/>
    <w:rsid w:val="00D16891"/>
    <w:rsid w:val="00D21061"/>
    <w:rsid w:val="00D22595"/>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0EBB"/>
    <w:rsid w:val="00D91EA6"/>
    <w:rsid w:val="00D93A39"/>
    <w:rsid w:val="00D95B31"/>
    <w:rsid w:val="00D97BE3"/>
    <w:rsid w:val="00DA3711"/>
    <w:rsid w:val="00DB15AC"/>
    <w:rsid w:val="00DB619A"/>
    <w:rsid w:val="00DC3174"/>
    <w:rsid w:val="00DC4073"/>
    <w:rsid w:val="00DC4ECD"/>
    <w:rsid w:val="00DD0C7C"/>
    <w:rsid w:val="00DD29B9"/>
    <w:rsid w:val="00DD43C5"/>
    <w:rsid w:val="00DD46F3"/>
    <w:rsid w:val="00DD47BA"/>
    <w:rsid w:val="00DD4AB4"/>
    <w:rsid w:val="00DD538C"/>
    <w:rsid w:val="00DD63D8"/>
    <w:rsid w:val="00DD72CB"/>
    <w:rsid w:val="00DD7A41"/>
    <w:rsid w:val="00DE51A5"/>
    <w:rsid w:val="00DE56F2"/>
    <w:rsid w:val="00DF116D"/>
    <w:rsid w:val="00DF651A"/>
    <w:rsid w:val="00E01EA1"/>
    <w:rsid w:val="00E03A27"/>
    <w:rsid w:val="00E07432"/>
    <w:rsid w:val="00E11FFD"/>
    <w:rsid w:val="00E135E5"/>
    <w:rsid w:val="00E14A34"/>
    <w:rsid w:val="00E14DD4"/>
    <w:rsid w:val="00E16FF7"/>
    <w:rsid w:val="00E20A91"/>
    <w:rsid w:val="00E22342"/>
    <w:rsid w:val="00E22C30"/>
    <w:rsid w:val="00E235F5"/>
    <w:rsid w:val="00E24F78"/>
    <w:rsid w:val="00E25595"/>
    <w:rsid w:val="00E26D68"/>
    <w:rsid w:val="00E36185"/>
    <w:rsid w:val="00E37347"/>
    <w:rsid w:val="00E402F8"/>
    <w:rsid w:val="00E42621"/>
    <w:rsid w:val="00E437B0"/>
    <w:rsid w:val="00E44045"/>
    <w:rsid w:val="00E537BA"/>
    <w:rsid w:val="00E601E1"/>
    <w:rsid w:val="00E60C4A"/>
    <w:rsid w:val="00E614ED"/>
    <w:rsid w:val="00E618C4"/>
    <w:rsid w:val="00E64245"/>
    <w:rsid w:val="00E64508"/>
    <w:rsid w:val="00E6458A"/>
    <w:rsid w:val="00E7218A"/>
    <w:rsid w:val="00E74212"/>
    <w:rsid w:val="00E74418"/>
    <w:rsid w:val="00E753CB"/>
    <w:rsid w:val="00E80472"/>
    <w:rsid w:val="00E8058C"/>
    <w:rsid w:val="00E81657"/>
    <w:rsid w:val="00E82BF0"/>
    <w:rsid w:val="00E83E8E"/>
    <w:rsid w:val="00E878EE"/>
    <w:rsid w:val="00E93CEB"/>
    <w:rsid w:val="00E962BE"/>
    <w:rsid w:val="00EA0048"/>
    <w:rsid w:val="00EA4F63"/>
    <w:rsid w:val="00EA6EC7"/>
    <w:rsid w:val="00EA7F3A"/>
    <w:rsid w:val="00EB104F"/>
    <w:rsid w:val="00EB46E5"/>
    <w:rsid w:val="00EB488A"/>
    <w:rsid w:val="00EB4ECA"/>
    <w:rsid w:val="00EB4ED3"/>
    <w:rsid w:val="00EB5D4D"/>
    <w:rsid w:val="00EB6E2F"/>
    <w:rsid w:val="00EC10AE"/>
    <w:rsid w:val="00EC1CEA"/>
    <w:rsid w:val="00EC2B14"/>
    <w:rsid w:val="00EC3176"/>
    <w:rsid w:val="00EC46CA"/>
    <w:rsid w:val="00ED0703"/>
    <w:rsid w:val="00ED14BD"/>
    <w:rsid w:val="00ED3320"/>
    <w:rsid w:val="00ED3FC5"/>
    <w:rsid w:val="00ED49DB"/>
    <w:rsid w:val="00ED5110"/>
    <w:rsid w:val="00ED6360"/>
    <w:rsid w:val="00ED7730"/>
    <w:rsid w:val="00EE1399"/>
    <w:rsid w:val="00EE2244"/>
    <w:rsid w:val="00EE2473"/>
    <w:rsid w:val="00EE3C5F"/>
    <w:rsid w:val="00EE4F05"/>
    <w:rsid w:val="00EE5BA5"/>
    <w:rsid w:val="00EE7882"/>
    <w:rsid w:val="00EF2058"/>
    <w:rsid w:val="00EF392F"/>
    <w:rsid w:val="00EF4DAC"/>
    <w:rsid w:val="00EF7AEE"/>
    <w:rsid w:val="00EF7C8E"/>
    <w:rsid w:val="00F00A44"/>
    <w:rsid w:val="00F016C7"/>
    <w:rsid w:val="00F0634D"/>
    <w:rsid w:val="00F10C16"/>
    <w:rsid w:val="00F111A9"/>
    <w:rsid w:val="00F11B70"/>
    <w:rsid w:val="00F12945"/>
    <w:rsid w:val="00F12DEC"/>
    <w:rsid w:val="00F1715C"/>
    <w:rsid w:val="00F2106F"/>
    <w:rsid w:val="00F24762"/>
    <w:rsid w:val="00F279D0"/>
    <w:rsid w:val="00F27ED8"/>
    <w:rsid w:val="00F3090F"/>
    <w:rsid w:val="00F310F8"/>
    <w:rsid w:val="00F3316E"/>
    <w:rsid w:val="00F3322B"/>
    <w:rsid w:val="00F33751"/>
    <w:rsid w:val="00F35939"/>
    <w:rsid w:val="00F41DD9"/>
    <w:rsid w:val="00F45607"/>
    <w:rsid w:val="00F46000"/>
    <w:rsid w:val="00F46EA7"/>
    <w:rsid w:val="00F4722B"/>
    <w:rsid w:val="00F54432"/>
    <w:rsid w:val="00F55E93"/>
    <w:rsid w:val="00F569C6"/>
    <w:rsid w:val="00F56CFF"/>
    <w:rsid w:val="00F6113F"/>
    <w:rsid w:val="00F6254D"/>
    <w:rsid w:val="00F654C2"/>
    <w:rsid w:val="00F659EB"/>
    <w:rsid w:val="00F7046B"/>
    <w:rsid w:val="00F76E9B"/>
    <w:rsid w:val="00F76F41"/>
    <w:rsid w:val="00F77E39"/>
    <w:rsid w:val="00F83EB8"/>
    <w:rsid w:val="00F86BA6"/>
    <w:rsid w:val="00F911D1"/>
    <w:rsid w:val="00F92F06"/>
    <w:rsid w:val="00F95A2C"/>
    <w:rsid w:val="00F966EE"/>
    <w:rsid w:val="00F9735D"/>
    <w:rsid w:val="00FA0295"/>
    <w:rsid w:val="00FA24A3"/>
    <w:rsid w:val="00FA64F2"/>
    <w:rsid w:val="00FA767D"/>
    <w:rsid w:val="00FB51D6"/>
    <w:rsid w:val="00FB6342"/>
    <w:rsid w:val="00FC6389"/>
    <w:rsid w:val="00FC661E"/>
    <w:rsid w:val="00FC7092"/>
    <w:rsid w:val="00FD2EA2"/>
    <w:rsid w:val="00FD39DE"/>
    <w:rsid w:val="00FD4743"/>
    <w:rsid w:val="00FD5582"/>
    <w:rsid w:val="00FD6982"/>
    <w:rsid w:val="00FE4333"/>
    <w:rsid w:val="00FE6AEC"/>
    <w:rsid w:val="00FE6B38"/>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0638E"/>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character" w:customStyle="1" w:styleId="Tun">
    <w:name w:val="_Tučně"/>
    <w:basedOn w:val="Standardnpsmoodstavce"/>
    <w:qFormat/>
    <w:rsid w:val="00BE0636"/>
    <w:rPr>
      <w:b/>
      <w:bCs w:val="0"/>
    </w:rPr>
  </w:style>
  <w:style w:type="paragraph" w:customStyle="1" w:styleId="Default">
    <w:name w:val="Default"/>
    <w:rsid w:val="00BE063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6661">
      <w:bodyDiv w:val="1"/>
      <w:marLeft w:val="0"/>
      <w:marRight w:val="0"/>
      <w:marTop w:val="0"/>
      <w:marBottom w:val="0"/>
      <w:divBdr>
        <w:top w:val="none" w:sz="0" w:space="0" w:color="auto"/>
        <w:left w:val="none" w:sz="0" w:space="0" w:color="auto"/>
        <w:bottom w:val="none" w:sz="0" w:space="0" w:color="auto"/>
        <w:right w:val="none" w:sz="0" w:space="0" w:color="auto"/>
      </w:divBdr>
    </w:div>
    <w:div w:id="1381130156">
      <w:bodyDiv w:val="1"/>
      <w:marLeft w:val="0"/>
      <w:marRight w:val="0"/>
      <w:marTop w:val="0"/>
      <w:marBottom w:val="0"/>
      <w:divBdr>
        <w:top w:val="none" w:sz="0" w:space="0" w:color="auto"/>
        <w:left w:val="none" w:sz="0" w:space="0" w:color="auto"/>
        <w:bottom w:val="none" w:sz="0" w:space="0" w:color="auto"/>
        <w:right w:val="none" w:sz="0" w:space="0" w:color="auto"/>
      </w:divBdr>
    </w:div>
    <w:div w:id="1659725462">
      <w:bodyDiv w:val="1"/>
      <w:marLeft w:val="0"/>
      <w:marRight w:val="0"/>
      <w:marTop w:val="0"/>
      <w:marBottom w:val="0"/>
      <w:divBdr>
        <w:top w:val="none" w:sz="0" w:space="0" w:color="auto"/>
        <w:left w:val="none" w:sz="0" w:space="0" w:color="auto"/>
        <w:bottom w:val="none" w:sz="0" w:space="0" w:color="auto"/>
        <w:right w:val="none" w:sz="0" w:space="0" w:color="auto"/>
      </w:divBdr>
    </w:div>
    <w:div w:id="1797872375">
      <w:bodyDiv w:val="1"/>
      <w:marLeft w:val="0"/>
      <w:marRight w:val="0"/>
      <w:marTop w:val="0"/>
      <w:marBottom w:val="0"/>
      <w:divBdr>
        <w:top w:val="none" w:sz="0" w:space="0" w:color="auto"/>
        <w:left w:val="none" w:sz="0" w:space="0" w:color="auto"/>
        <w:bottom w:val="none" w:sz="0" w:space="0" w:color="auto"/>
        <w:right w:val="none" w:sz="0" w:space="0" w:color="auto"/>
      </w:divBdr>
    </w:div>
    <w:div w:id="1819223204">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6AA4598-F45A-4067-BE4A-359C97DA1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134</TotalTime>
  <Pages>1</Pages>
  <Words>17570</Words>
  <Characters>103664</Characters>
  <Application>Microsoft Office Word</Application>
  <DocSecurity>0</DocSecurity>
  <Lines>863</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23</cp:revision>
  <cp:lastPrinted>2022-12-08T10:40:00Z</cp:lastPrinted>
  <dcterms:created xsi:type="dcterms:W3CDTF">2022-11-01T12:05:00Z</dcterms:created>
  <dcterms:modified xsi:type="dcterms:W3CDTF">2022-12-08T10:41:00Z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